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14C33" w14:textId="714C4CEC" w:rsidR="3380CE75" w:rsidRPr="00D600B5" w:rsidRDefault="3380CE75">
      <w:pPr>
        <w:rPr>
          <w:rFonts w:ascii="Aptos" w:hAnsi="Aptos" w:cs="Arial"/>
          <w:sz w:val="4"/>
          <w:szCs w:val="28"/>
        </w:rPr>
      </w:pPr>
    </w:p>
    <w:p w14:paraId="226DD2FE" w14:textId="77777777" w:rsidR="0050528E" w:rsidRPr="00D600B5" w:rsidRDefault="0050528E">
      <w:pPr>
        <w:rPr>
          <w:rFonts w:ascii="Aptos" w:hAnsi="Aptos" w:cs="Arial"/>
          <w:sz w:val="4"/>
          <w:szCs w:val="28"/>
        </w:rPr>
      </w:pPr>
    </w:p>
    <w:tbl>
      <w:tblPr>
        <w:tblStyle w:val="Tabladecuadrcula1clara-nfasis11"/>
        <w:tblW w:w="51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1062"/>
      </w:tblGrid>
      <w:tr w:rsidR="0050528E" w:rsidRPr="001C5331" w14:paraId="4F30CE94" w14:textId="77777777" w:rsidTr="009D56DB">
        <w:trPr>
          <w:trHeight w:val="172"/>
          <w:jc w:val="center"/>
        </w:trPr>
        <w:tc>
          <w:tcPr>
            <w:tcW w:w="5000" w:type="pct"/>
            <w:shd w:val="clear" w:color="auto" w:fill="7030A0"/>
            <w:vAlign w:val="center"/>
          </w:tcPr>
          <w:p w14:paraId="3581CA0B" w14:textId="17DC0FD8" w:rsidR="0050528E" w:rsidRPr="001C5331" w:rsidRDefault="0050528E" w:rsidP="00702DF3">
            <w:pPr>
              <w:jc w:val="center"/>
              <w:rPr>
                <w:rFonts w:ascii="Aptos" w:hAnsi="Aptos" w:cs="Arial"/>
                <w:b/>
                <w:bCs/>
                <w:spacing w:val="40"/>
                <w:sz w:val="14"/>
                <w:szCs w:val="14"/>
              </w:rPr>
            </w:pPr>
            <w:r w:rsidRPr="001C5331">
              <w:rPr>
                <w:rFonts w:ascii="Aptos" w:hAnsi="Aptos" w:cs="Arial"/>
                <w:b/>
                <w:bCs/>
                <w:noProof/>
                <w:color w:val="FFFFFF" w:themeColor="background1"/>
                <w:spacing w:val="40"/>
                <w:sz w:val="14"/>
                <w:szCs w:val="14"/>
                <w:lang w:val="es-MX" w:eastAsia="es-MX"/>
              </w:rPr>
              <mc:AlternateContent>
                <mc:Choice Requires="wps">
                  <w:drawing>
                    <wp:anchor distT="0" distB="0" distL="114300" distR="114300" simplePos="0" relativeHeight="251658240" behindDoc="0" locked="0" layoutInCell="1" allowOverlap="1" wp14:anchorId="34E1A98D" wp14:editId="50325186">
                      <wp:simplePos x="0" y="0"/>
                      <wp:positionH relativeFrom="column">
                        <wp:posOffset>-18603595</wp:posOffset>
                      </wp:positionH>
                      <wp:positionV relativeFrom="paragraph">
                        <wp:posOffset>1991642276</wp:posOffset>
                      </wp:positionV>
                      <wp:extent cx="144780" cy="182880"/>
                      <wp:effectExtent l="8255" t="10160" r="8890" b="0"/>
                      <wp:wrapNone/>
                      <wp:docPr id="161" name="Rectángulo: esquinas redondeadas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828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6A327" id="Rectángulo: esquinas redondeadas 161" o:spid="_x0000_s1026" style="position:absolute;margin-left:-1464.85pt;margin-top:156822.25pt;width:11.4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"/>
                  </w:pict>
                </mc:Fallback>
              </mc:AlternateContent>
            </w:r>
            <w:r w:rsidR="00702DF3" w:rsidRPr="001C5331">
              <w:rPr>
                <w:rFonts w:ascii="Aptos" w:hAnsi="Aptos" w:cs="Arial"/>
                <w:b/>
                <w:bCs/>
                <w:color w:val="FFFFFF" w:themeColor="background1"/>
                <w:spacing w:val="40"/>
                <w:sz w:val="14"/>
                <w:szCs w:val="14"/>
              </w:rPr>
              <w:t>Datos generales</w:t>
            </w:r>
          </w:p>
        </w:tc>
      </w:tr>
    </w:tbl>
    <w:tbl>
      <w:tblPr>
        <w:tblStyle w:val="Tabladecuadrcula1clara-nfasis11"/>
        <w:tblW w:w="5128" w:type="pct"/>
        <w:jc w:val="center"/>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12" w:space="0" w:color="FFFFFF" w:themeColor="background1"/>
          <w:insideV w:val="single" w:sz="12" w:space="0" w:color="FFFFFF" w:themeColor="background1"/>
        </w:tblBorders>
        <w:tblLayout w:type="fixed"/>
        <w:tblLook w:val="0420" w:firstRow="1" w:lastRow="0" w:firstColumn="0" w:lastColumn="0" w:noHBand="0" w:noVBand="1"/>
      </w:tblPr>
      <w:tblGrid>
        <w:gridCol w:w="602"/>
        <w:gridCol w:w="334"/>
        <w:gridCol w:w="331"/>
        <w:gridCol w:w="318"/>
        <w:gridCol w:w="289"/>
        <w:gridCol w:w="29"/>
        <w:gridCol w:w="318"/>
        <w:gridCol w:w="29"/>
        <w:gridCol w:w="289"/>
        <w:gridCol w:w="86"/>
        <w:gridCol w:w="188"/>
        <w:gridCol w:w="49"/>
        <w:gridCol w:w="144"/>
        <w:gridCol w:w="177"/>
        <w:gridCol w:w="201"/>
        <w:gridCol w:w="119"/>
        <w:gridCol w:w="146"/>
        <w:gridCol w:w="115"/>
        <w:gridCol w:w="60"/>
        <w:gridCol w:w="334"/>
        <w:gridCol w:w="320"/>
        <w:gridCol w:w="57"/>
        <w:gridCol w:w="73"/>
        <w:gridCol w:w="190"/>
        <w:gridCol w:w="113"/>
        <w:gridCol w:w="380"/>
        <w:gridCol w:w="68"/>
        <w:gridCol w:w="159"/>
        <w:gridCol w:w="148"/>
        <w:gridCol w:w="161"/>
        <w:gridCol w:w="217"/>
        <w:gridCol w:w="95"/>
        <w:gridCol w:w="80"/>
        <w:gridCol w:w="161"/>
        <w:gridCol w:w="46"/>
        <w:gridCol w:w="24"/>
        <w:gridCol w:w="309"/>
        <w:gridCol w:w="44"/>
        <w:gridCol w:w="270"/>
        <w:gridCol w:w="108"/>
        <w:gridCol w:w="201"/>
        <w:gridCol w:w="82"/>
        <w:gridCol w:w="97"/>
        <w:gridCol w:w="133"/>
        <w:gridCol w:w="245"/>
        <w:gridCol w:w="64"/>
        <w:gridCol w:w="73"/>
        <w:gridCol w:w="148"/>
        <w:gridCol w:w="88"/>
        <w:gridCol w:w="7"/>
        <w:gridCol w:w="307"/>
        <w:gridCol w:w="71"/>
        <w:gridCol w:w="236"/>
        <w:gridCol w:w="309"/>
        <w:gridCol w:w="42"/>
        <w:gridCol w:w="270"/>
        <w:gridCol w:w="73"/>
        <w:gridCol w:w="236"/>
        <w:gridCol w:w="11"/>
        <w:gridCol w:w="298"/>
        <w:gridCol w:w="309"/>
        <w:gridCol w:w="309"/>
        <w:gridCol w:w="256"/>
      </w:tblGrid>
      <w:tr w:rsidR="007A6522" w:rsidRPr="001C5331" w14:paraId="2290302C" w14:textId="77777777" w:rsidTr="007A6522">
        <w:trPr>
          <w:cnfStyle w:val="100000000000" w:firstRow="1" w:lastRow="0" w:firstColumn="0" w:lastColumn="0" w:oddVBand="0" w:evenVBand="0" w:oddHBand="0" w:evenHBand="0" w:firstRowFirstColumn="0" w:firstRowLastColumn="0" w:lastRowFirstColumn="0" w:lastRowLastColumn="0"/>
          <w:trHeight w:val="330"/>
          <w:jc w:val="center"/>
        </w:trPr>
        <w:tc>
          <w:tcPr>
            <w:tcW w:w="1651" w:type="pct"/>
            <w:gridSpan w:val="17"/>
            <w:tcBorders>
              <w:left w:val="single" w:sz="12" w:space="0" w:color="550EA0"/>
            </w:tcBorders>
            <w:shd w:val="clear" w:color="auto" w:fill="ECD8FC"/>
            <w:vAlign w:val="center"/>
          </w:tcPr>
          <w:p w14:paraId="1C35CB5E" w14:textId="77777777" w:rsidR="007A6522" w:rsidRPr="001C5331" w:rsidRDefault="007A6522" w:rsidP="003826F5">
            <w:pPr>
              <w:jc w:val="center"/>
              <w:rPr>
                <w:rFonts w:ascii="Aptos" w:eastAsiaTheme="minorHAnsi" w:hAnsi="Aptos" w:cs="Calibri Light"/>
                <w:sz w:val="16"/>
                <w:szCs w:val="16"/>
                <w:lang w:val="es-MX" w:eastAsia="en-US"/>
              </w:rPr>
            </w:pPr>
          </w:p>
        </w:tc>
        <w:tc>
          <w:tcPr>
            <w:tcW w:w="1727" w:type="pct"/>
            <w:gridSpan w:val="25"/>
            <w:shd w:val="clear" w:color="auto" w:fill="ECD8FC"/>
            <w:vAlign w:val="center"/>
          </w:tcPr>
          <w:p w14:paraId="56C788D9" w14:textId="77777777" w:rsidR="007A6522" w:rsidRPr="001C5331" w:rsidRDefault="007A6522" w:rsidP="003826F5">
            <w:pPr>
              <w:jc w:val="center"/>
              <w:rPr>
                <w:rFonts w:ascii="Aptos" w:eastAsiaTheme="minorHAnsi" w:hAnsi="Aptos" w:cs="Calibri Light"/>
                <w:sz w:val="16"/>
                <w:szCs w:val="16"/>
                <w:lang w:val="es-MX" w:eastAsia="en-US"/>
              </w:rPr>
            </w:pPr>
          </w:p>
        </w:tc>
        <w:tc>
          <w:tcPr>
            <w:tcW w:w="1622" w:type="pct"/>
            <w:gridSpan w:val="21"/>
            <w:tcBorders>
              <w:right w:val="single" w:sz="12" w:space="0" w:color="550EA0"/>
            </w:tcBorders>
            <w:shd w:val="clear" w:color="auto" w:fill="ECD8FC"/>
            <w:vAlign w:val="center"/>
          </w:tcPr>
          <w:p w14:paraId="3FD9D369" w14:textId="77777777" w:rsidR="007A6522" w:rsidRPr="001C5331" w:rsidRDefault="007A6522" w:rsidP="003826F5">
            <w:pPr>
              <w:jc w:val="center"/>
              <w:rPr>
                <w:rFonts w:ascii="Aptos" w:eastAsiaTheme="minorHAnsi" w:hAnsi="Aptos" w:cs="Calibri Light"/>
                <w:sz w:val="16"/>
                <w:szCs w:val="16"/>
                <w:lang w:val="es-MX" w:eastAsia="en-US"/>
              </w:rPr>
            </w:pPr>
          </w:p>
        </w:tc>
      </w:tr>
      <w:tr w:rsidR="007A6522" w:rsidRPr="001C5331" w14:paraId="30AFA056" w14:textId="77777777" w:rsidTr="007A6522">
        <w:trPr>
          <w:trHeight w:val="355"/>
          <w:jc w:val="center"/>
        </w:trPr>
        <w:tc>
          <w:tcPr>
            <w:tcW w:w="1651" w:type="pct"/>
            <w:gridSpan w:val="17"/>
            <w:tcBorders>
              <w:left w:val="single" w:sz="12" w:space="0" w:color="550EA0"/>
            </w:tcBorders>
            <w:shd w:val="clear" w:color="auto" w:fill="F2F2F2" w:themeFill="background1" w:themeFillShade="F2"/>
            <w:vAlign w:val="center"/>
          </w:tcPr>
          <w:p w14:paraId="1094D756"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 xml:space="preserve">Primer Apellido </w:t>
            </w:r>
          </w:p>
        </w:tc>
        <w:tc>
          <w:tcPr>
            <w:tcW w:w="1727" w:type="pct"/>
            <w:gridSpan w:val="25"/>
            <w:shd w:val="clear" w:color="auto" w:fill="F2F2F2" w:themeFill="background1" w:themeFillShade="F2"/>
            <w:vAlign w:val="center"/>
          </w:tcPr>
          <w:p w14:paraId="3915BF6E"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 xml:space="preserve">Segundo Apellido </w:t>
            </w:r>
          </w:p>
        </w:tc>
        <w:tc>
          <w:tcPr>
            <w:tcW w:w="1622" w:type="pct"/>
            <w:gridSpan w:val="21"/>
            <w:tcBorders>
              <w:right w:val="single" w:sz="12" w:space="0" w:color="550EA0"/>
            </w:tcBorders>
            <w:shd w:val="clear" w:color="auto" w:fill="F2F2F2" w:themeFill="background1" w:themeFillShade="F2"/>
            <w:vAlign w:val="center"/>
          </w:tcPr>
          <w:p w14:paraId="125DB9DA"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Nombre (s)</w:t>
            </w:r>
          </w:p>
        </w:tc>
      </w:tr>
      <w:tr w:rsidR="007A6522" w:rsidRPr="001C5331" w14:paraId="18929486" w14:textId="77777777" w:rsidTr="007A6522">
        <w:trPr>
          <w:trHeight w:val="446"/>
          <w:jc w:val="center"/>
        </w:trPr>
        <w:tc>
          <w:tcPr>
            <w:tcW w:w="423" w:type="pct"/>
            <w:gridSpan w:val="2"/>
            <w:tcBorders>
              <w:left w:val="single" w:sz="12" w:space="0" w:color="550EA0"/>
            </w:tcBorders>
            <w:shd w:val="clear" w:color="auto" w:fill="ECD8FC"/>
            <w:vAlign w:val="center"/>
          </w:tcPr>
          <w:p w14:paraId="5CA6C94C" w14:textId="77777777" w:rsidR="007A6522" w:rsidRPr="001C5331" w:rsidRDefault="007A6522" w:rsidP="003826F5">
            <w:pPr>
              <w:jc w:val="center"/>
              <w:rPr>
                <w:rFonts w:ascii="Aptos" w:eastAsiaTheme="minorHAnsi" w:hAnsi="Aptos" w:cs="Calibri Light"/>
                <w:sz w:val="16"/>
                <w:szCs w:val="16"/>
                <w:lang w:val="es-MX" w:eastAsia="en-US"/>
              </w:rPr>
            </w:pPr>
          </w:p>
        </w:tc>
        <w:tc>
          <w:tcPr>
            <w:tcW w:w="425" w:type="pct"/>
            <w:gridSpan w:val="3"/>
            <w:shd w:val="clear" w:color="auto" w:fill="ECD8FC"/>
            <w:vAlign w:val="center"/>
          </w:tcPr>
          <w:p w14:paraId="05856272" w14:textId="77777777" w:rsidR="007A6522" w:rsidRPr="001C5331" w:rsidRDefault="007A6522" w:rsidP="003826F5">
            <w:pPr>
              <w:jc w:val="center"/>
              <w:rPr>
                <w:rFonts w:ascii="Aptos" w:eastAsiaTheme="minorHAnsi" w:hAnsi="Aptos" w:cs="Calibri Light"/>
                <w:sz w:val="16"/>
                <w:szCs w:val="16"/>
                <w:lang w:val="es-MX" w:eastAsia="en-US"/>
              </w:rPr>
            </w:pPr>
          </w:p>
        </w:tc>
        <w:tc>
          <w:tcPr>
            <w:tcW w:w="425" w:type="pct"/>
            <w:gridSpan w:val="6"/>
            <w:shd w:val="clear" w:color="auto" w:fill="ECD8FC"/>
            <w:vAlign w:val="center"/>
          </w:tcPr>
          <w:p w14:paraId="691E703A" w14:textId="77777777" w:rsidR="007A6522" w:rsidRPr="001C5331" w:rsidRDefault="007A6522" w:rsidP="003826F5">
            <w:pPr>
              <w:jc w:val="center"/>
              <w:rPr>
                <w:rFonts w:ascii="Aptos" w:eastAsiaTheme="minorHAnsi" w:hAnsi="Aptos" w:cs="Calibri Light"/>
                <w:sz w:val="16"/>
                <w:szCs w:val="16"/>
                <w:lang w:val="es-MX" w:eastAsia="en-US"/>
              </w:rPr>
            </w:pPr>
            <w:r w:rsidRPr="001C5331">
              <w:rPr>
                <w:rFonts w:ascii="Aptos" w:eastAsiaTheme="minorHAnsi" w:hAnsi="Aptos" w:cs="Calibri Light"/>
                <w:sz w:val="16"/>
                <w:szCs w:val="16"/>
                <w:lang w:val="es-MX" w:eastAsia="en-US"/>
              </w:rPr>
              <w:t xml:space="preserve">                   </w:t>
            </w:r>
          </w:p>
        </w:tc>
        <w:tc>
          <w:tcPr>
            <w:tcW w:w="378" w:type="pct"/>
            <w:gridSpan w:val="6"/>
            <w:shd w:val="clear" w:color="auto" w:fill="ECD8FC"/>
            <w:vAlign w:val="center"/>
          </w:tcPr>
          <w:p w14:paraId="4FC43F7B" w14:textId="77777777" w:rsidR="007A6522" w:rsidRPr="001C5331" w:rsidRDefault="007A6522" w:rsidP="003826F5">
            <w:pPr>
              <w:jc w:val="center"/>
              <w:rPr>
                <w:rFonts w:ascii="Aptos" w:eastAsiaTheme="minorHAnsi" w:hAnsi="Aptos" w:cs="Calibri Light"/>
                <w:sz w:val="16"/>
                <w:szCs w:val="16"/>
                <w:lang w:val="es-MX" w:eastAsia="en-US"/>
              </w:rPr>
            </w:pPr>
          </w:p>
        </w:tc>
        <w:tc>
          <w:tcPr>
            <w:tcW w:w="774" w:type="pct"/>
            <w:gridSpan w:val="10"/>
            <w:shd w:val="clear" w:color="auto" w:fill="ECD8FC"/>
            <w:vAlign w:val="center"/>
          </w:tcPr>
          <w:p w14:paraId="36C4266E" w14:textId="77777777" w:rsidR="007A6522" w:rsidRPr="001C5331" w:rsidRDefault="007A6522" w:rsidP="003826F5">
            <w:pPr>
              <w:jc w:val="right"/>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Sexo</w:t>
            </w:r>
            <w:r w:rsidRPr="001C5331">
              <w:rPr>
                <w:rFonts w:ascii="Aptos" w:eastAsiaTheme="minorHAnsi" w:hAnsi="Aptos" w:cs="Arial"/>
                <w:sz w:val="14"/>
                <w:szCs w:val="14"/>
                <w:vertAlign w:val="superscript"/>
                <w:lang w:val="es-MX" w:eastAsia="en-US"/>
              </w:rPr>
              <w:t>1</w:t>
            </w:r>
          </w:p>
          <w:p w14:paraId="1E030E26" w14:textId="77777777" w:rsidR="007A6522" w:rsidRPr="001C5331" w:rsidRDefault="007A6522" w:rsidP="003826F5">
            <w:pPr>
              <w:jc w:val="right"/>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 (marca con una X)</w:t>
            </w:r>
          </w:p>
        </w:tc>
        <w:tc>
          <w:tcPr>
            <w:tcW w:w="389" w:type="pct"/>
            <w:gridSpan w:val="6"/>
            <w:shd w:val="clear" w:color="auto" w:fill="ECD8FC"/>
            <w:vAlign w:val="center"/>
          </w:tcPr>
          <w:p w14:paraId="76428684"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Mujer </w:t>
            </w:r>
          </w:p>
        </w:tc>
        <w:tc>
          <w:tcPr>
            <w:tcW w:w="387" w:type="pct"/>
            <w:gridSpan w:val="6"/>
            <w:shd w:val="clear" w:color="auto" w:fill="ECD8FC"/>
            <w:vAlign w:val="center"/>
          </w:tcPr>
          <w:p w14:paraId="712F776D"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Hombre</w:t>
            </w:r>
          </w:p>
        </w:tc>
        <w:tc>
          <w:tcPr>
            <w:tcW w:w="521" w:type="pct"/>
            <w:gridSpan w:val="9"/>
            <w:shd w:val="clear" w:color="auto" w:fill="ECD8FC"/>
            <w:vAlign w:val="center"/>
          </w:tcPr>
          <w:p w14:paraId="45058C01"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 binario</w:t>
            </w:r>
          </w:p>
        </w:tc>
        <w:tc>
          <w:tcPr>
            <w:tcW w:w="1278" w:type="pct"/>
            <w:gridSpan w:val="15"/>
            <w:tcBorders>
              <w:right w:val="single" w:sz="12" w:space="0" w:color="550EA0"/>
            </w:tcBorders>
            <w:shd w:val="clear" w:color="auto" w:fill="ECD8FC"/>
            <w:vAlign w:val="center"/>
          </w:tcPr>
          <w:p w14:paraId="00D8E280"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Prefiero no decir</w:t>
            </w:r>
          </w:p>
          <w:p w14:paraId="1B75FDB4"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(Si no aparece en la Credencial para Votar)</w:t>
            </w:r>
          </w:p>
        </w:tc>
      </w:tr>
      <w:tr w:rsidR="007A6522" w:rsidRPr="001C5331" w14:paraId="52BCE034" w14:textId="77777777" w:rsidTr="007A6522">
        <w:trPr>
          <w:trHeight w:val="116"/>
          <w:jc w:val="center"/>
        </w:trPr>
        <w:tc>
          <w:tcPr>
            <w:tcW w:w="1272" w:type="pct"/>
            <w:gridSpan w:val="11"/>
            <w:tcBorders>
              <w:left w:val="single" w:sz="12" w:space="0" w:color="550EA0"/>
            </w:tcBorders>
            <w:shd w:val="clear" w:color="auto" w:fill="F2F2F2" w:themeFill="background1" w:themeFillShade="F2"/>
            <w:vAlign w:val="center"/>
          </w:tcPr>
          <w:p w14:paraId="4A588526"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Día                  Mes                  Año</w:t>
            </w:r>
          </w:p>
          <w:p w14:paraId="40F8E84C"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 xml:space="preserve">Fecha de nacimiento </w:t>
            </w:r>
          </w:p>
          <w:p w14:paraId="27F4738B" w14:textId="77777777" w:rsidR="007A6522" w:rsidRPr="001C5331" w:rsidRDefault="007A6522" w:rsidP="003826F5">
            <w:pPr>
              <w:jc w:val="center"/>
              <w:rPr>
                <w:rFonts w:ascii="Aptos" w:eastAsiaTheme="minorHAnsi" w:hAnsi="Aptos" w:cs="Arial"/>
                <w:sz w:val="14"/>
                <w:szCs w:val="14"/>
                <w:lang w:val="es-MX" w:eastAsia="en-US"/>
              </w:rPr>
            </w:pPr>
          </w:p>
        </w:tc>
        <w:tc>
          <w:tcPr>
            <w:tcW w:w="378" w:type="pct"/>
            <w:gridSpan w:val="6"/>
            <w:shd w:val="clear" w:color="auto" w:fill="F2F2F2" w:themeFill="background1" w:themeFillShade="F2"/>
          </w:tcPr>
          <w:p w14:paraId="68015D5B"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Edad</w:t>
            </w:r>
          </w:p>
        </w:tc>
        <w:tc>
          <w:tcPr>
            <w:tcW w:w="774" w:type="pct"/>
            <w:gridSpan w:val="10"/>
            <w:shd w:val="clear" w:color="auto" w:fill="ECD8FC"/>
            <w:vAlign w:val="center"/>
          </w:tcPr>
          <w:p w14:paraId="17675F4D" w14:textId="77777777" w:rsidR="007A6522" w:rsidRPr="001C5331" w:rsidRDefault="007A6522" w:rsidP="003826F5">
            <w:pPr>
              <w:jc w:val="right"/>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¿Se identifica como persona LGBTTTIQ+</w:t>
            </w:r>
            <w:r w:rsidRPr="001C5331">
              <w:rPr>
                <w:rFonts w:ascii="Aptos" w:eastAsiaTheme="minorHAnsi" w:hAnsi="Aptos" w:cs="Arial"/>
                <w:sz w:val="14"/>
                <w:szCs w:val="14"/>
                <w:vertAlign w:val="superscript"/>
                <w:lang w:val="es-MX" w:eastAsia="en-US"/>
              </w:rPr>
              <w:t>2</w:t>
            </w:r>
            <w:r w:rsidRPr="001C5331">
              <w:rPr>
                <w:rFonts w:ascii="Aptos" w:eastAsiaTheme="minorHAnsi" w:hAnsi="Aptos" w:cs="Arial"/>
                <w:sz w:val="14"/>
                <w:szCs w:val="14"/>
                <w:lang w:val="es-MX" w:eastAsia="en-US"/>
              </w:rPr>
              <w:t>?</w:t>
            </w:r>
          </w:p>
          <w:p w14:paraId="73BFCE62" w14:textId="77777777" w:rsidR="007A6522" w:rsidRPr="001C5331" w:rsidRDefault="007A6522" w:rsidP="003826F5">
            <w:pPr>
              <w:jc w:val="right"/>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 (marca con una X)</w:t>
            </w:r>
          </w:p>
        </w:tc>
        <w:tc>
          <w:tcPr>
            <w:tcW w:w="389" w:type="pct"/>
            <w:gridSpan w:val="6"/>
            <w:shd w:val="clear" w:color="auto" w:fill="ECD8FC"/>
            <w:vAlign w:val="center"/>
          </w:tcPr>
          <w:p w14:paraId="205D7566"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Sí</w:t>
            </w:r>
          </w:p>
        </w:tc>
        <w:tc>
          <w:tcPr>
            <w:tcW w:w="387" w:type="pct"/>
            <w:gridSpan w:val="6"/>
            <w:shd w:val="clear" w:color="auto" w:fill="ECD8FC"/>
            <w:vAlign w:val="center"/>
          </w:tcPr>
          <w:p w14:paraId="3C6D7DD5"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w:t>
            </w:r>
          </w:p>
        </w:tc>
        <w:tc>
          <w:tcPr>
            <w:tcW w:w="521" w:type="pct"/>
            <w:gridSpan w:val="9"/>
            <w:shd w:val="clear" w:color="auto" w:fill="ECD8FC"/>
            <w:vAlign w:val="center"/>
          </w:tcPr>
          <w:p w14:paraId="4F811B8F"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Otro (especifica)</w:t>
            </w:r>
          </w:p>
        </w:tc>
        <w:tc>
          <w:tcPr>
            <w:tcW w:w="635" w:type="pct"/>
            <w:gridSpan w:val="9"/>
            <w:shd w:val="clear" w:color="auto" w:fill="ECD8FC"/>
            <w:vAlign w:val="center"/>
          </w:tcPr>
          <w:p w14:paraId="270B2C38"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_______________</w:t>
            </w:r>
          </w:p>
        </w:tc>
        <w:tc>
          <w:tcPr>
            <w:tcW w:w="643" w:type="pct"/>
            <w:gridSpan w:val="6"/>
            <w:tcBorders>
              <w:right w:val="single" w:sz="12" w:space="0" w:color="550EA0"/>
            </w:tcBorders>
            <w:shd w:val="clear" w:color="auto" w:fill="ECD8FC"/>
            <w:vAlign w:val="center"/>
          </w:tcPr>
          <w:p w14:paraId="72AC3011"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Prefiero no decir</w:t>
            </w:r>
          </w:p>
        </w:tc>
      </w:tr>
      <w:tr w:rsidR="007A6522" w:rsidRPr="001C5331" w14:paraId="3F2D8F25" w14:textId="77777777" w:rsidTr="003826F5">
        <w:trPr>
          <w:trHeight w:val="17"/>
          <w:jc w:val="center"/>
        </w:trPr>
        <w:tc>
          <w:tcPr>
            <w:tcW w:w="5000" w:type="pct"/>
            <w:gridSpan w:val="63"/>
            <w:tcBorders>
              <w:left w:val="single" w:sz="12" w:space="0" w:color="550EA0"/>
              <w:right w:val="single" w:sz="12" w:space="0" w:color="550EA0"/>
            </w:tcBorders>
            <w:vAlign w:val="center"/>
          </w:tcPr>
          <w:p w14:paraId="32F2179D" w14:textId="77777777" w:rsidR="007A6522" w:rsidRPr="001C5331" w:rsidRDefault="007A6522" w:rsidP="003826F5">
            <w:pPr>
              <w:rPr>
                <w:rFonts w:ascii="Aptos" w:eastAsiaTheme="minorHAnsi" w:hAnsi="Aptos" w:cs="Arial"/>
                <w:i/>
                <w:iCs/>
                <w:sz w:val="14"/>
                <w:szCs w:val="14"/>
                <w:vertAlign w:val="superscript"/>
                <w:lang w:val="es-MX" w:eastAsia="en-US"/>
              </w:rPr>
            </w:pPr>
            <w:r w:rsidRPr="001C5331">
              <w:rPr>
                <w:rFonts w:ascii="Aptos" w:eastAsiaTheme="minorHAnsi" w:hAnsi="Aptos" w:cs="Arial"/>
                <w:i/>
                <w:iCs/>
                <w:sz w:val="14"/>
                <w:szCs w:val="14"/>
                <w:vertAlign w:val="superscript"/>
                <w:lang w:val="es-MX" w:eastAsia="en-US"/>
              </w:rPr>
              <w:t>1</w:t>
            </w:r>
            <w:r w:rsidRPr="001C5331">
              <w:rPr>
                <w:rFonts w:ascii="Aptos" w:eastAsiaTheme="minorHAnsi" w:hAnsi="Aptos" w:cs="Arial"/>
                <w:i/>
                <w:iCs/>
                <w:sz w:val="14"/>
                <w:szCs w:val="14"/>
                <w:lang w:val="es-MX" w:eastAsia="en-US"/>
              </w:rPr>
              <w:t xml:space="preserve"> Se deberá registrar como aparece en la Credencia para Votar</w:t>
            </w:r>
          </w:p>
          <w:p w14:paraId="0C80AB05" w14:textId="77777777" w:rsidR="007A6522" w:rsidRPr="001C5331" w:rsidRDefault="007A6522" w:rsidP="003826F5">
            <w:pPr>
              <w:rPr>
                <w:rFonts w:ascii="Aptos" w:eastAsiaTheme="minorHAnsi" w:hAnsi="Aptos" w:cs="Arial"/>
                <w:sz w:val="14"/>
                <w:szCs w:val="14"/>
                <w:lang w:val="es-MX" w:eastAsia="en-US"/>
              </w:rPr>
            </w:pPr>
            <w:r w:rsidRPr="001C5331">
              <w:rPr>
                <w:rFonts w:ascii="Aptos" w:eastAsiaTheme="minorHAnsi" w:hAnsi="Aptos" w:cs="Arial"/>
                <w:i/>
                <w:iCs/>
                <w:sz w:val="14"/>
                <w:szCs w:val="14"/>
                <w:vertAlign w:val="superscript"/>
                <w:lang w:val="es-MX" w:eastAsia="en-US"/>
              </w:rPr>
              <w:t>2</w:t>
            </w:r>
            <w:r w:rsidRPr="001C5331">
              <w:rPr>
                <w:rFonts w:ascii="Aptos" w:eastAsiaTheme="minorHAnsi" w:hAnsi="Aptos" w:cs="Arial"/>
                <w:i/>
                <w:iCs/>
                <w:sz w:val="14"/>
                <w:szCs w:val="14"/>
                <w:lang w:val="es-MX" w:eastAsia="en-US"/>
              </w:rPr>
              <w:t xml:space="preserve"> Lesbianas, </w:t>
            </w:r>
            <w:proofErr w:type="spellStart"/>
            <w:r w:rsidRPr="001C5331">
              <w:rPr>
                <w:rFonts w:ascii="Aptos" w:eastAsiaTheme="minorHAnsi" w:hAnsi="Aptos" w:cs="Arial"/>
                <w:i/>
                <w:iCs/>
                <w:sz w:val="14"/>
                <w:szCs w:val="14"/>
                <w:lang w:val="es-MX" w:eastAsia="en-US"/>
              </w:rPr>
              <w:t>Gays</w:t>
            </w:r>
            <w:proofErr w:type="spellEnd"/>
            <w:r w:rsidRPr="001C5331">
              <w:rPr>
                <w:rFonts w:ascii="Aptos" w:eastAsiaTheme="minorHAnsi" w:hAnsi="Aptos" w:cs="Arial"/>
                <w:i/>
                <w:iCs/>
                <w:sz w:val="14"/>
                <w:szCs w:val="14"/>
                <w:lang w:val="es-MX" w:eastAsia="en-US"/>
              </w:rPr>
              <w:t>, Bisexuales, Travestis, Transgéneros, Transexuales, Intersexuales, Queer y más (suma de nuevas comunidades y disidencias).</w:t>
            </w:r>
          </w:p>
        </w:tc>
      </w:tr>
      <w:tr w:rsidR="007A6522" w:rsidRPr="001C5331" w14:paraId="1B05695B" w14:textId="77777777" w:rsidTr="003826F5">
        <w:trPr>
          <w:trHeight w:val="17"/>
          <w:jc w:val="center"/>
        </w:trPr>
        <w:tc>
          <w:tcPr>
            <w:tcW w:w="5000" w:type="pct"/>
            <w:gridSpan w:val="63"/>
            <w:tcBorders>
              <w:left w:val="single" w:sz="12" w:space="0" w:color="550EA0"/>
              <w:right w:val="single" w:sz="12" w:space="0" w:color="550EA0"/>
            </w:tcBorders>
            <w:shd w:val="clear" w:color="auto" w:fill="7030A0"/>
            <w:vAlign w:val="center"/>
          </w:tcPr>
          <w:p w14:paraId="51D95E59" w14:textId="77777777" w:rsidR="007A6522" w:rsidRPr="001C5331" w:rsidRDefault="007A6522" w:rsidP="003826F5">
            <w:pPr>
              <w:jc w:val="center"/>
              <w:rPr>
                <w:rFonts w:ascii="Aptos" w:eastAsiaTheme="minorHAnsi" w:hAnsi="Aptos" w:cs="Arial"/>
                <w:b/>
                <w:bCs/>
                <w:sz w:val="14"/>
                <w:szCs w:val="14"/>
                <w:lang w:val="es-MX" w:eastAsia="en-US"/>
              </w:rPr>
            </w:pPr>
            <w:r w:rsidRPr="001C5331">
              <w:rPr>
                <w:rFonts w:ascii="Aptos" w:eastAsiaTheme="minorHAnsi" w:hAnsi="Aptos" w:cs="Arial"/>
                <w:b/>
                <w:bCs/>
                <w:color w:val="FFFFFF" w:themeColor="background1"/>
                <w:sz w:val="14"/>
                <w:szCs w:val="14"/>
                <w:lang w:val="es-MX" w:eastAsia="en-US"/>
              </w:rPr>
              <w:t>Domicilio</w:t>
            </w:r>
          </w:p>
        </w:tc>
      </w:tr>
      <w:tr w:rsidR="007A6522" w:rsidRPr="001C5331" w14:paraId="6B2E7E5E" w14:textId="77777777" w:rsidTr="007A6522">
        <w:trPr>
          <w:trHeight w:val="321"/>
          <w:jc w:val="center"/>
        </w:trPr>
        <w:tc>
          <w:tcPr>
            <w:tcW w:w="2886" w:type="pct"/>
            <w:gridSpan w:val="34"/>
            <w:tcBorders>
              <w:left w:val="single" w:sz="12" w:space="0" w:color="550EA0"/>
            </w:tcBorders>
            <w:shd w:val="clear" w:color="auto" w:fill="ECD8FC"/>
            <w:vAlign w:val="center"/>
          </w:tcPr>
          <w:p w14:paraId="39A7868D" w14:textId="77777777" w:rsidR="007A6522" w:rsidRPr="001C5331" w:rsidRDefault="007A6522" w:rsidP="003826F5">
            <w:pPr>
              <w:jc w:val="center"/>
              <w:rPr>
                <w:rFonts w:ascii="Aptos" w:eastAsiaTheme="minorHAnsi" w:hAnsi="Aptos" w:cs="Calibri Light"/>
                <w:sz w:val="16"/>
                <w:szCs w:val="16"/>
                <w:lang w:val="es-MX" w:eastAsia="en-US"/>
              </w:rPr>
            </w:pPr>
          </w:p>
        </w:tc>
        <w:tc>
          <w:tcPr>
            <w:tcW w:w="2114" w:type="pct"/>
            <w:gridSpan w:val="29"/>
            <w:tcBorders>
              <w:right w:val="single" w:sz="12" w:space="0" w:color="550EA0"/>
            </w:tcBorders>
            <w:shd w:val="clear" w:color="auto" w:fill="ECD8FC"/>
            <w:vAlign w:val="center"/>
          </w:tcPr>
          <w:p w14:paraId="6AE1956E" w14:textId="77777777" w:rsidR="007A6522" w:rsidRPr="001C5331" w:rsidRDefault="007A6522" w:rsidP="003826F5">
            <w:pPr>
              <w:jc w:val="center"/>
              <w:rPr>
                <w:rFonts w:ascii="Aptos" w:eastAsiaTheme="minorHAnsi" w:hAnsi="Aptos" w:cs="Calibri Light"/>
                <w:sz w:val="16"/>
                <w:szCs w:val="16"/>
                <w:lang w:val="es-MX" w:eastAsia="en-US"/>
              </w:rPr>
            </w:pPr>
          </w:p>
        </w:tc>
      </w:tr>
      <w:tr w:rsidR="007A6522" w:rsidRPr="001C5331" w14:paraId="0EFB3A08" w14:textId="77777777" w:rsidTr="007A6522">
        <w:trPr>
          <w:trHeight w:val="20"/>
          <w:jc w:val="center"/>
        </w:trPr>
        <w:tc>
          <w:tcPr>
            <w:tcW w:w="2886" w:type="pct"/>
            <w:gridSpan w:val="34"/>
            <w:tcBorders>
              <w:left w:val="single" w:sz="12" w:space="0" w:color="550EA0"/>
            </w:tcBorders>
            <w:shd w:val="clear" w:color="auto" w:fill="F2F2F2" w:themeFill="background1" w:themeFillShade="F2"/>
            <w:vAlign w:val="center"/>
          </w:tcPr>
          <w:p w14:paraId="71B2BB14"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Calle, número exterior, número interior</w:t>
            </w:r>
          </w:p>
        </w:tc>
        <w:tc>
          <w:tcPr>
            <w:tcW w:w="2114" w:type="pct"/>
            <w:gridSpan w:val="29"/>
            <w:tcBorders>
              <w:right w:val="single" w:sz="12" w:space="0" w:color="550EA0"/>
            </w:tcBorders>
            <w:shd w:val="clear" w:color="auto" w:fill="F2F2F2" w:themeFill="background1" w:themeFillShade="F2"/>
            <w:vAlign w:val="center"/>
          </w:tcPr>
          <w:p w14:paraId="70BFF3DC"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Colonia</w:t>
            </w:r>
          </w:p>
        </w:tc>
      </w:tr>
      <w:tr w:rsidR="007A6522" w:rsidRPr="001C5331" w14:paraId="266BD2F0" w14:textId="77777777" w:rsidTr="007A6522">
        <w:trPr>
          <w:trHeight w:val="341"/>
          <w:jc w:val="center"/>
        </w:trPr>
        <w:tc>
          <w:tcPr>
            <w:tcW w:w="573" w:type="pct"/>
            <w:gridSpan w:val="3"/>
            <w:tcBorders>
              <w:left w:val="single" w:sz="12" w:space="0" w:color="550EA0"/>
            </w:tcBorders>
            <w:shd w:val="clear" w:color="auto" w:fill="ECD8FC"/>
            <w:vAlign w:val="center"/>
          </w:tcPr>
          <w:p w14:paraId="56EE092A" w14:textId="77777777" w:rsidR="007A6522" w:rsidRPr="001C5331" w:rsidRDefault="007A6522" w:rsidP="003826F5">
            <w:pPr>
              <w:jc w:val="center"/>
              <w:rPr>
                <w:rFonts w:ascii="Aptos" w:eastAsiaTheme="minorHAnsi" w:hAnsi="Aptos" w:cs="Calibri Light"/>
                <w:sz w:val="16"/>
                <w:szCs w:val="16"/>
                <w:lang w:val="es-MX" w:eastAsia="en-US"/>
              </w:rPr>
            </w:pPr>
          </w:p>
        </w:tc>
        <w:tc>
          <w:tcPr>
            <w:tcW w:w="2314" w:type="pct"/>
            <w:gridSpan w:val="31"/>
            <w:shd w:val="clear" w:color="auto" w:fill="ECD8FC"/>
            <w:vAlign w:val="center"/>
          </w:tcPr>
          <w:p w14:paraId="04E27C4F" w14:textId="77777777" w:rsidR="007A6522" w:rsidRPr="001C5331" w:rsidRDefault="007A6522" w:rsidP="003826F5">
            <w:pPr>
              <w:jc w:val="center"/>
              <w:rPr>
                <w:rFonts w:ascii="Aptos" w:eastAsiaTheme="minorHAnsi" w:hAnsi="Aptos" w:cs="Calibri Light"/>
                <w:sz w:val="16"/>
                <w:szCs w:val="16"/>
                <w:lang w:val="es-MX" w:eastAsia="en-US"/>
              </w:rPr>
            </w:pPr>
          </w:p>
        </w:tc>
        <w:tc>
          <w:tcPr>
            <w:tcW w:w="2114" w:type="pct"/>
            <w:gridSpan w:val="29"/>
            <w:tcBorders>
              <w:right w:val="single" w:sz="12" w:space="0" w:color="550EA0"/>
            </w:tcBorders>
            <w:shd w:val="clear" w:color="auto" w:fill="ECD8FC"/>
            <w:vAlign w:val="center"/>
          </w:tcPr>
          <w:p w14:paraId="7FC79353" w14:textId="77777777" w:rsidR="007A6522" w:rsidRPr="001C5331" w:rsidRDefault="007A6522" w:rsidP="003826F5">
            <w:pPr>
              <w:jc w:val="center"/>
              <w:rPr>
                <w:rFonts w:ascii="Aptos" w:eastAsiaTheme="minorHAnsi" w:hAnsi="Aptos" w:cs="Calibri Light"/>
                <w:sz w:val="16"/>
                <w:szCs w:val="16"/>
                <w:lang w:val="es-MX" w:eastAsia="en-US"/>
              </w:rPr>
            </w:pPr>
          </w:p>
        </w:tc>
      </w:tr>
      <w:tr w:rsidR="007A6522" w:rsidRPr="001C5331" w14:paraId="7BD31A37" w14:textId="77777777" w:rsidTr="007A6522">
        <w:trPr>
          <w:trHeight w:val="20"/>
          <w:jc w:val="center"/>
        </w:trPr>
        <w:tc>
          <w:tcPr>
            <w:tcW w:w="573" w:type="pct"/>
            <w:gridSpan w:val="3"/>
            <w:tcBorders>
              <w:left w:val="single" w:sz="12" w:space="0" w:color="550EA0"/>
            </w:tcBorders>
            <w:shd w:val="clear" w:color="auto" w:fill="F2F2F2" w:themeFill="background1" w:themeFillShade="F2"/>
            <w:vAlign w:val="center"/>
          </w:tcPr>
          <w:p w14:paraId="1187F75D"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Código Postal</w:t>
            </w:r>
          </w:p>
        </w:tc>
        <w:tc>
          <w:tcPr>
            <w:tcW w:w="2314" w:type="pct"/>
            <w:gridSpan w:val="31"/>
            <w:shd w:val="clear" w:color="auto" w:fill="F2F2F2" w:themeFill="background1" w:themeFillShade="F2"/>
            <w:vAlign w:val="center"/>
          </w:tcPr>
          <w:p w14:paraId="28296AC7" w14:textId="77777777" w:rsidR="007A6522" w:rsidRPr="001C5331" w:rsidRDefault="007A6522" w:rsidP="003826F5">
            <w:pPr>
              <w:jc w:val="center"/>
              <w:rPr>
                <w:rFonts w:ascii="Aptos" w:eastAsiaTheme="minorEastAsia" w:hAnsi="Aptos" w:cs="Arial"/>
                <w:sz w:val="14"/>
                <w:szCs w:val="14"/>
                <w:lang w:val="es-MX" w:eastAsia="en-US"/>
              </w:rPr>
            </w:pPr>
            <w:r w:rsidRPr="001C5331">
              <w:rPr>
                <w:rFonts w:ascii="Aptos" w:eastAsiaTheme="minorEastAsia" w:hAnsi="Aptos" w:cs="Arial"/>
                <w:sz w:val="14"/>
                <w:szCs w:val="14"/>
                <w:lang w:val="es-MX" w:eastAsia="en-US"/>
              </w:rPr>
              <w:t>Alcaldía/Municipio</w:t>
            </w:r>
          </w:p>
        </w:tc>
        <w:tc>
          <w:tcPr>
            <w:tcW w:w="2114" w:type="pct"/>
            <w:gridSpan w:val="29"/>
            <w:tcBorders>
              <w:right w:val="single" w:sz="12" w:space="0" w:color="550EA0"/>
            </w:tcBorders>
            <w:shd w:val="clear" w:color="auto" w:fill="F2F2F2" w:themeFill="background1" w:themeFillShade="F2"/>
            <w:vAlign w:val="center"/>
          </w:tcPr>
          <w:p w14:paraId="57F20C6A"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Localidad</w:t>
            </w:r>
          </w:p>
        </w:tc>
      </w:tr>
      <w:tr w:rsidR="007A6522" w:rsidRPr="001C5331" w14:paraId="4A155058" w14:textId="77777777" w:rsidTr="007A6522">
        <w:trPr>
          <w:trHeight w:val="323"/>
          <w:jc w:val="center"/>
        </w:trPr>
        <w:tc>
          <w:tcPr>
            <w:tcW w:w="2085" w:type="pct"/>
            <w:gridSpan w:val="23"/>
            <w:tcBorders>
              <w:left w:val="single" w:sz="12" w:space="0" w:color="550EA0"/>
            </w:tcBorders>
            <w:shd w:val="clear" w:color="auto" w:fill="ECD8FC"/>
            <w:vAlign w:val="center"/>
          </w:tcPr>
          <w:p w14:paraId="6CA1BCC5" w14:textId="77777777" w:rsidR="007A6522" w:rsidRPr="001C5331" w:rsidRDefault="007A6522" w:rsidP="003826F5">
            <w:pPr>
              <w:jc w:val="center"/>
              <w:rPr>
                <w:rFonts w:ascii="Aptos" w:eastAsiaTheme="minorHAnsi" w:hAnsi="Aptos" w:cs="Calibri Light"/>
                <w:b/>
                <w:bCs/>
                <w:sz w:val="16"/>
                <w:szCs w:val="16"/>
                <w:lang w:val="es-MX" w:eastAsia="en-US"/>
              </w:rPr>
            </w:pPr>
          </w:p>
        </w:tc>
        <w:tc>
          <w:tcPr>
            <w:tcW w:w="1570" w:type="pct"/>
            <w:gridSpan w:val="24"/>
            <w:shd w:val="clear" w:color="auto" w:fill="ECD8FC"/>
            <w:vAlign w:val="center"/>
          </w:tcPr>
          <w:p w14:paraId="13D3B719" w14:textId="77777777" w:rsidR="007A6522" w:rsidRPr="001C5331" w:rsidRDefault="007A6522" w:rsidP="003826F5">
            <w:pPr>
              <w:jc w:val="center"/>
              <w:rPr>
                <w:rFonts w:ascii="Aptos" w:eastAsiaTheme="minorHAnsi" w:hAnsi="Aptos" w:cs="Calibri Light"/>
                <w:b/>
                <w:bCs/>
                <w:sz w:val="16"/>
                <w:szCs w:val="16"/>
                <w:lang w:val="es-MX" w:eastAsia="en-US"/>
              </w:rPr>
            </w:pPr>
          </w:p>
        </w:tc>
        <w:tc>
          <w:tcPr>
            <w:tcW w:w="1345" w:type="pct"/>
            <w:gridSpan w:val="16"/>
            <w:tcBorders>
              <w:right w:val="single" w:sz="12" w:space="0" w:color="550EA0"/>
            </w:tcBorders>
            <w:shd w:val="clear" w:color="auto" w:fill="ECD8FC"/>
            <w:vAlign w:val="center"/>
          </w:tcPr>
          <w:p w14:paraId="3C23F25B" w14:textId="77777777" w:rsidR="007A6522" w:rsidRPr="001C5331" w:rsidRDefault="007A6522" w:rsidP="003826F5">
            <w:pPr>
              <w:jc w:val="center"/>
              <w:rPr>
                <w:rFonts w:ascii="Aptos" w:eastAsiaTheme="minorHAnsi" w:hAnsi="Aptos" w:cs="Calibri Light"/>
                <w:b/>
                <w:bCs/>
                <w:sz w:val="16"/>
                <w:szCs w:val="16"/>
                <w:lang w:val="es-MX" w:eastAsia="en-US"/>
              </w:rPr>
            </w:pPr>
          </w:p>
        </w:tc>
      </w:tr>
      <w:tr w:rsidR="007A6522" w:rsidRPr="001C5331" w14:paraId="60D47518" w14:textId="77777777" w:rsidTr="007A6522">
        <w:trPr>
          <w:trHeight w:val="248"/>
          <w:jc w:val="center"/>
        </w:trPr>
        <w:tc>
          <w:tcPr>
            <w:tcW w:w="2085" w:type="pct"/>
            <w:gridSpan w:val="23"/>
            <w:tcBorders>
              <w:left w:val="single" w:sz="12" w:space="0" w:color="550EA0"/>
              <w:bottom w:val="single" w:sz="12" w:space="0" w:color="550EA0"/>
            </w:tcBorders>
            <w:shd w:val="clear" w:color="auto" w:fill="F2F2F2" w:themeFill="background1" w:themeFillShade="F2"/>
            <w:vAlign w:val="center"/>
          </w:tcPr>
          <w:p w14:paraId="6869A45E" w14:textId="6FE33184" w:rsidR="007A6522" w:rsidRPr="001C5331" w:rsidRDefault="007A6522" w:rsidP="0036731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Correo electrónico</w:t>
            </w:r>
          </w:p>
        </w:tc>
        <w:tc>
          <w:tcPr>
            <w:tcW w:w="1570" w:type="pct"/>
            <w:gridSpan w:val="24"/>
            <w:tcBorders>
              <w:bottom w:val="single" w:sz="12" w:space="0" w:color="550EA0"/>
            </w:tcBorders>
            <w:shd w:val="clear" w:color="auto" w:fill="F2F2F2" w:themeFill="background1" w:themeFillShade="F2"/>
            <w:vAlign w:val="center"/>
          </w:tcPr>
          <w:p w14:paraId="37D3A10F"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Teléfono fijo</w:t>
            </w:r>
          </w:p>
        </w:tc>
        <w:tc>
          <w:tcPr>
            <w:tcW w:w="1345" w:type="pct"/>
            <w:gridSpan w:val="16"/>
            <w:tcBorders>
              <w:bottom w:val="single" w:sz="12" w:space="0" w:color="550EA0"/>
              <w:right w:val="single" w:sz="12" w:space="0" w:color="550EA0"/>
            </w:tcBorders>
            <w:shd w:val="clear" w:color="auto" w:fill="F2F2F2" w:themeFill="background1" w:themeFillShade="F2"/>
            <w:vAlign w:val="center"/>
          </w:tcPr>
          <w:p w14:paraId="4CD6A067" w14:textId="77777777" w:rsidR="007A6522" w:rsidRPr="001C5331" w:rsidRDefault="007A6522" w:rsidP="003826F5">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Teléfono celular</w:t>
            </w:r>
          </w:p>
        </w:tc>
      </w:tr>
      <w:tr w:rsidR="007A6522" w:rsidRPr="001C5331" w14:paraId="14315387" w14:textId="77777777" w:rsidTr="007A6522">
        <w:trPr>
          <w:trHeight w:val="181"/>
          <w:jc w:val="center"/>
        </w:trPr>
        <w:tc>
          <w:tcPr>
            <w:tcW w:w="5000" w:type="pct"/>
            <w:gridSpan w:val="63"/>
            <w:tcBorders>
              <w:left w:val="single" w:sz="12" w:space="0" w:color="550EA0"/>
              <w:bottom w:val="single" w:sz="12" w:space="0" w:color="550EA0"/>
              <w:right w:val="single" w:sz="12" w:space="0" w:color="550EA0"/>
            </w:tcBorders>
            <w:shd w:val="clear" w:color="auto" w:fill="7030A0"/>
            <w:vAlign w:val="center"/>
          </w:tcPr>
          <w:p w14:paraId="2A9794B9" w14:textId="39F599C8" w:rsidR="007A6522" w:rsidRPr="001C5331" w:rsidRDefault="007A6522" w:rsidP="003826F5">
            <w:pPr>
              <w:jc w:val="center"/>
              <w:rPr>
                <w:rFonts w:ascii="Aptos" w:eastAsiaTheme="minorHAnsi" w:hAnsi="Aptos" w:cs="Arial"/>
                <w:b/>
                <w:bCs/>
                <w:color w:val="FFFFFF" w:themeColor="background1"/>
                <w:sz w:val="14"/>
                <w:szCs w:val="14"/>
                <w:lang w:val="es-MX" w:eastAsia="en-US"/>
              </w:rPr>
            </w:pPr>
            <w:r w:rsidRPr="001C5331">
              <w:rPr>
                <w:rFonts w:ascii="Aptos" w:eastAsiaTheme="minorHAnsi" w:hAnsi="Aptos" w:cs="Arial"/>
                <w:b/>
                <w:bCs/>
                <w:color w:val="FFFFFF" w:themeColor="background1"/>
                <w:sz w:val="14"/>
                <w:szCs w:val="14"/>
                <w:lang w:val="es-MX" w:eastAsia="en-US"/>
              </w:rPr>
              <w:t>Datos complementarios</w:t>
            </w:r>
          </w:p>
        </w:tc>
      </w:tr>
      <w:tr w:rsidR="001962B6" w:rsidRPr="001C5331" w14:paraId="19C4AEA7" w14:textId="77777777" w:rsidTr="007A6522">
        <w:trPr>
          <w:trHeight w:val="322"/>
          <w:jc w:val="center"/>
        </w:trPr>
        <w:tc>
          <w:tcPr>
            <w:tcW w:w="847" w:type="pct"/>
            <w:gridSpan w:val="5"/>
            <w:vMerge w:val="restart"/>
            <w:tcBorders>
              <w:top w:val="single" w:sz="12" w:space="0" w:color="550EA0"/>
              <w:left w:val="single" w:sz="12" w:space="0" w:color="550EA0"/>
            </w:tcBorders>
            <w:shd w:val="clear" w:color="auto" w:fill="F2F2F2" w:themeFill="background1" w:themeFillShade="F2"/>
            <w:vAlign w:val="center"/>
          </w:tcPr>
          <w:p w14:paraId="43D582FA" w14:textId="77777777" w:rsidR="00431266" w:rsidRPr="001C5331" w:rsidRDefault="00431266" w:rsidP="00E00E42">
            <w:pPr>
              <w:jc w:val="center"/>
              <w:rPr>
                <w:rFonts w:ascii="Aptos" w:eastAsiaTheme="minorHAnsi" w:hAnsi="Aptos" w:cs="Arial"/>
                <w:b/>
                <w:bCs/>
                <w:sz w:val="14"/>
                <w:szCs w:val="14"/>
                <w:lang w:val="es-MX" w:eastAsia="en-US"/>
              </w:rPr>
            </w:pPr>
            <w:r w:rsidRPr="001C5331">
              <w:rPr>
                <w:rFonts w:ascii="Aptos" w:eastAsiaTheme="minorHAnsi" w:hAnsi="Aptos" w:cs="Arial"/>
                <w:sz w:val="14"/>
                <w:szCs w:val="14"/>
                <w:lang w:val="es-MX" w:eastAsia="en-US"/>
              </w:rPr>
              <w:t>Clave de elector o FUAR:</w:t>
            </w:r>
          </w:p>
        </w:tc>
        <w:tc>
          <w:tcPr>
            <w:tcW w:w="170" w:type="pct"/>
            <w:gridSpan w:val="3"/>
            <w:vMerge w:val="restart"/>
            <w:tcBorders>
              <w:top w:val="single" w:sz="12" w:space="0" w:color="550EA0"/>
            </w:tcBorders>
            <w:shd w:val="clear" w:color="auto" w:fill="ECD8FC"/>
            <w:vAlign w:val="center"/>
          </w:tcPr>
          <w:p w14:paraId="710E9273"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0" w:type="pct"/>
            <w:gridSpan w:val="2"/>
            <w:vMerge w:val="restart"/>
            <w:tcBorders>
              <w:top w:val="single" w:sz="12" w:space="0" w:color="550EA0"/>
            </w:tcBorders>
            <w:shd w:val="clear" w:color="auto" w:fill="ECD8FC"/>
            <w:vAlign w:val="center"/>
          </w:tcPr>
          <w:p w14:paraId="5715399E"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2" w:type="pct"/>
            <w:gridSpan w:val="3"/>
            <w:vMerge w:val="restart"/>
            <w:tcBorders>
              <w:top w:val="single" w:sz="12" w:space="0" w:color="550EA0"/>
            </w:tcBorders>
            <w:shd w:val="clear" w:color="auto" w:fill="ECD8FC"/>
            <w:vAlign w:val="center"/>
          </w:tcPr>
          <w:p w14:paraId="64503558"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741B4DBA"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2" w:type="pct"/>
            <w:gridSpan w:val="3"/>
            <w:vMerge w:val="restart"/>
            <w:tcBorders>
              <w:top w:val="single" w:sz="12" w:space="0" w:color="550EA0"/>
            </w:tcBorders>
            <w:shd w:val="clear" w:color="auto" w:fill="ECD8FC"/>
            <w:vAlign w:val="center"/>
          </w:tcPr>
          <w:p w14:paraId="5681D3D4"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8" w:type="pct"/>
            <w:gridSpan w:val="2"/>
            <w:vMerge w:val="restart"/>
            <w:tcBorders>
              <w:top w:val="single" w:sz="12" w:space="0" w:color="550EA0"/>
            </w:tcBorders>
            <w:shd w:val="clear" w:color="auto" w:fill="ECD8FC"/>
            <w:vAlign w:val="center"/>
          </w:tcPr>
          <w:p w14:paraId="4DA83E36"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4A67816C"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0" w:type="pct"/>
            <w:gridSpan w:val="3"/>
            <w:vMerge w:val="restart"/>
            <w:tcBorders>
              <w:top w:val="single" w:sz="12" w:space="0" w:color="550EA0"/>
            </w:tcBorders>
            <w:shd w:val="clear" w:color="auto" w:fill="ECD8FC"/>
            <w:vAlign w:val="center"/>
          </w:tcPr>
          <w:p w14:paraId="7FDCE3F9"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2" w:type="pct"/>
            <w:vMerge w:val="restart"/>
            <w:tcBorders>
              <w:top w:val="single" w:sz="12" w:space="0" w:color="550EA0"/>
            </w:tcBorders>
            <w:shd w:val="clear" w:color="auto" w:fill="ECD8FC"/>
            <w:vAlign w:val="center"/>
          </w:tcPr>
          <w:p w14:paraId="5822BC32"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0" w:type="pct"/>
            <w:gridSpan w:val="3"/>
            <w:vMerge w:val="restart"/>
            <w:tcBorders>
              <w:top w:val="single" w:sz="12" w:space="0" w:color="550EA0"/>
            </w:tcBorders>
            <w:shd w:val="clear" w:color="auto" w:fill="ECD8FC"/>
            <w:vAlign w:val="center"/>
          </w:tcPr>
          <w:p w14:paraId="479AA401"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12928C0A"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3" w:type="pct"/>
            <w:gridSpan w:val="4"/>
            <w:vMerge w:val="restart"/>
            <w:tcBorders>
              <w:top w:val="single" w:sz="12" w:space="0" w:color="550EA0"/>
            </w:tcBorders>
            <w:shd w:val="clear" w:color="auto" w:fill="ECD8FC"/>
            <w:vAlign w:val="center"/>
          </w:tcPr>
          <w:p w14:paraId="1B130EA9"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3"/>
            <w:vMerge w:val="restart"/>
            <w:tcBorders>
              <w:top w:val="single" w:sz="12" w:space="0" w:color="550EA0"/>
            </w:tcBorders>
            <w:shd w:val="clear" w:color="auto" w:fill="ECD8FC"/>
            <w:vAlign w:val="center"/>
          </w:tcPr>
          <w:p w14:paraId="4526379F"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66309A83"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2" w:type="pct"/>
            <w:gridSpan w:val="3"/>
            <w:vMerge w:val="restart"/>
            <w:tcBorders>
              <w:top w:val="single" w:sz="12" w:space="0" w:color="550EA0"/>
            </w:tcBorders>
            <w:shd w:val="clear" w:color="auto" w:fill="ECD8FC"/>
            <w:vAlign w:val="center"/>
          </w:tcPr>
          <w:p w14:paraId="71A485ED"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4FB2DC58"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2" w:type="pct"/>
            <w:gridSpan w:val="5"/>
            <w:vMerge w:val="restart"/>
            <w:tcBorders>
              <w:top w:val="single" w:sz="12" w:space="0" w:color="550EA0"/>
            </w:tcBorders>
            <w:shd w:val="clear" w:color="auto" w:fill="ECD8FC"/>
            <w:vAlign w:val="center"/>
          </w:tcPr>
          <w:p w14:paraId="1BBBF091"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171" w:type="pct"/>
            <w:gridSpan w:val="2"/>
            <w:vMerge w:val="restart"/>
            <w:tcBorders>
              <w:top w:val="single" w:sz="12" w:space="0" w:color="550EA0"/>
            </w:tcBorders>
            <w:shd w:val="clear" w:color="auto" w:fill="ECD8FC"/>
            <w:vAlign w:val="center"/>
          </w:tcPr>
          <w:p w14:paraId="1408A0ED"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266" w:type="pct"/>
            <w:gridSpan w:val="3"/>
            <w:tcBorders>
              <w:top w:val="single" w:sz="12" w:space="0" w:color="550EA0"/>
            </w:tcBorders>
            <w:shd w:val="clear" w:color="auto" w:fill="ECD8FC"/>
            <w:vAlign w:val="center"/>
          </w:tcPr>
          <w:p w14:paraId="2A126B0E"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267" w:type="pct"/>
            <w:gridSpan w:val="4"/>
            <w:tcBorders>
              <w:top w:val="single" w:sz="12" w:space="0" w:color="550EA0"/>
            </w:tcBorders>
            <w:shd w:val="clear" w:color="auto" w:fill="ECD8FC"/>
            <w:vAlign w:val="center"/>
          </w:tcPr>
          <w:p w14:paraId="1FA1D274"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275" w:type="pct"/>
            <w:gridSpan w:val="2"/>
            <w:tcBorders>
              <w:top w:val="single" w:sz="12" w:space="0" w:color="550EA0"/>
            </w:tcBorders>
            <w:shd w:val="clear" w:color="auto" w:fill="ECD8FC"/>
            <w:vAlign w:val="center"/>
          </w:tcPr>
          <w:p w14:paraId="1E1361DE" w14:textId="77777777" w:rsidR="00431266" w:rsidRPr="001C5331" w:rsidRDefault="00431266" w:rsidP="00E00E42">
            <w:pPr>
              <w:jc w:val="center"/>
              <w:rPr>
                <w:rFonts w:ascii="Aptos" w:eastAsiaTheme="minorHAnsi" w:hAnsi="Aptos" w:cs="Calibri Light"/>
                <w:b/>
                <w:bCs/>
                <w:sz w:val="16"/>
                <w:szCs w:val="16"/>
                <w:lang w:val="es-MX" w:eastAsia="en-US"/>
              </w:rPr>
            </w:pPr>
          </w:p>
        </w:tc>
        <w:tc>
          <w:tcPr>
            <w:tcW w:w="257" w:type="pct"/>
            <w:gridSpan w:val="2"/>
            <w:tcBorders>
              <w:top w:val="single" w:sz="12" w:space="0" w:color="550EA0"/>
              <w:right w:val="single" w:sz="12" w:space="0" w:color="550EA0"/>
            </w:tcBorders>
            <w:shd w:val="clear" w:color="auto" w:fill="ECD8FC"/>
            <w:vAlign w:val="center"/>
          </w:tcPr>
          <w:p w14:paraId="689E3E30" w14:textId="77777777" w:rsidR="00431266" w:rsidRPr="001C5331" w:rsidRDefault="00431266" w:rsidP="00E00E42">
            <w:pPr>
              <w:jc w:val="center"/>
              <w:rPr>
                <w:rFonts w:ascii="Aptos" w:eastAsiaTheme="minorHAnsi" w:hAnsi="Aptos" w:cs="Calibri Light"/>
                <w:b/>
                <w:bCs/>
                <w:sz w:val="16"/>
                <w:szCs w:val="16"/>
                <w:lang w:val="es-MX" w:eastAsia="en-US"/>
              </w:rPr>
            </w:pPr>
          </w:p>
        </w:tc>
      </w:tr>
      <w:tr w:rsidR="001962B6" w:rsidRPr="001C5331" w14:paraId="7BC0DBF7" w14:textId="77777777" w:rsidTr="007A6522">
        <w:trPr>
          <w:trHeight w:val="20"/>
          <w:jc w:val="center"/>
        </w:trPr>
        <w:tc>
          <w:tcPr>
            <w:tcW w:w="847" w:type="pct"/>
            <w:gridSpan w:val="5"/>
            <w:vMerge/>
            <w:tcBorders>
              <w:left w:val="single" w:sz="12" w:space="0" w:color="550EA0"/>
            </w:tcBorders>
            <w:shd w:val="clear" w:color="auto" w:fill="F2F2F2" w:themeFill="background1" w:themeFillShade="F2"/>
            <w:vAlign w:val="center"/>
          </w:tcPr>
          <w:p w14:paraId="296CEFC5" w14:textId="77777777" w:rsidR="00431266" w:rsidRPr="001C5331" w:rsidRDefault="00431266" w:rsidP="00E00E42">
            <w:pPr>
              <w:jc w:val="center"/>
              <w:rPr>
                <w:rFonts w:ascii="Aptos" w:eastAsiaTheme="minorHAnsi" w:hAnsi="Aptos" w:cs="Calibri Light"/>
                <w:sz w:val="16"/>
                <w:szCs w:val="16"/>
                <w:lang w:val="es-MX" w:eastAsia="en-US"/>
              </w:rPr>
            </w:pPr>
          </w:p>
        </w:tc>
        <w:tc>
          <w:tcPr>
            <w:tcW w:w="170" w:type="pct"/>
            <w:gridSpan w:val="3"/>
            <w:vMerge/>
            <w:shd w:val="clear" w:color="auto" w:fill="F3E7FD"/>
            <w:vAlign w:val="center"/>
          </w:tcPr>
          <w:p w14:paraId="53372DC2" w14:textId="77777777" w:rsidR="00431266" w:rsidRPr="001C5331" w:rsidRDefault="00431266" w:rsidP="00E00E42">
            <w:pPr>
              <w:jc w:val="center"/>
              <w:rPr>
                <w:rFonts w:ascii="Aptos" w:eastAsiaTheme="minorHAnsi" w:hAnsi="Aptos" w:cs="Calibri Light"/>
                <w:sz w:val="16"/>
                <w:szCs w:val="16"/>
                <w:lang w:val="es-MX" w:eastAsia="en-US"/>
              </w:rPr>
            </w:pPr>
          </w:p>
        </w:tc>
        <w:tc>
          <w:tcPr>
            <w:tcW w:w="170" w:type="pct"/>
            <w:gridSpan w:val="2"/>
            <w:vMerge/>
            <w:shd w:val="clear" w:color="auto" w:fill="F3E7FD"/>
            <w:vAlign w:val="center"/>
          </w:tcPr>
          <w:p w14:paraId="06E3597A" w14:textId="77777777" w:rsidR="00431266" w:rsidRPr="001C5331" w:rsidRDefault="00431266" w:rsidP="00E00E42">
            <w:pPr>
              <w:jc w:val="center"/>
              <w:rPr>
                <w:rFonts w:ascii="Aptos" w:eastAsiaTheme="minorHAnsi" w:hAnsi="Aptos" w:cs="Calibri Light"/>
                <w:sz w:val="16"/>
                <w:szCs w:val="16"/>
                <w:lang w:val="es-MX" w:eastAsia="en-US"/>
              </w:rPr>
            </w:pPr>
          </w:p>
        </w:tc>
        <w:tc>
          <w:tcPr>
            <w:tcW w:w="172" w:type="pct"/>
            <w:gridSpan w:val="3"/>
            <w:vMerge/>
            <w:shd w:val="clear" w:color="auto" w:fill="F3E7FD"/>
            <w:vAlign w:val="center"/>
          </w:tcPr>
          <w:p w14:paraId="5AEC434F"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34DF0B10" w14:textId="77777777" w:rsidR="00431266" w:rsidRPr="001C5331" w:rsidRDefault="00431266" w:rsidP="00E00E42">
            <w:pPr>
              <w:jc w:val="center"/>
              <w:rPr>
                <w:rFonts w:ascii="Aptos" w:eastAsiaTheme="minorHAnsi" w:hAnsi="Aptos" w:cs="Calibri Light"/>
                <w:sz w:val="16"/>
                <w:szCs w:val="16"/>
                <w:lang w:val="es-MX" w:eastAsia="en-US"/>
              </w:rPr>
            </w:pPr>
          </w:p>
        </w:tc>
        <w:tc>
          <w:tcPr>
            <w:tcW w:w="172" w:type="pct"/>
            <w:gridSpan w:val="3"/>
            <w:vMerge/>
            <w:shd w:val="clear" w:color="auto" w:fill="F3E7FD"/>
            <w:vAlign w:val="center"/>
          </w:tcPr>
          <w:p w14:paraId="6BB824B9" w14:textId="77777777" w:rsidR="00431266" w:rsidRPr="001C5331" w:rsidRDefault="00431266" w:rsidP="00E00E42">
            <w:pPr>
              <w:jc w:val="center"/>
              <w:rPr>
                <w:rFonts w:ascii="Aptos" w:eastAsiaTheme="minorHAnsi" w:hAnsi="Aptos" w:cs="Calibri Light"/>
                <w:sz w:val="16"/>
                <w:szCs w:val="16"/>
                <w:lang w:val="es-MX" w:eastAsia="en-US"/>
              </w:rPr>
            </w:pPr>
          </w:p>
        </w:tc>
        <w:tc>
          <w:tcPr>
            <w:tcW w:w="178" w:type="pct"/>
            <w:gridSpan w:val="2"/>
            <w:vMerge/>
            <w:shd w:val="clear" w:color="auto" w:fill="F3E7FD"/>
            <w:vAlign w:val="center"/>
          </w:tcPr>
          <w:p w14:paraId="1265CB17"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662CEAD3" w14:textId="77777777" w:rsidR="00431266" w:rsidRPr="001C5331" w:rsidRDefault="00431266" w:rsidP="00E00E42">
            <w:pPr>
              <w:jc w:val="center"/>
              <w:rPr>
                <w:rFonts w:ascii="Aptos" w:eastAsiaTheme="minorHAnsi" w:hAnsi="Aptos" w:cs="Calibri Light"/>
                <w:sz w:val="16"/>
                <w:szCs w:val="16"/>
                <w:lang w:val="es-MX" w:eastAsia="en-US"/>
              </w:rPr>
            </w:pPr>
          </w:p>
        </w:tc>
        <w:tc>
          <w:tcPr>
            <w:tcW w:w="170" w:type="pct"/>
            <w:gridSpan w:val="3"/>
            <w:vMerge/>
            <w:shd w:val="clear" w:color="auto" w:fill="F3E7FD"/>
            <w:vAlign w:val="center"/>
          </w:tcPr>
          <w:p w14:paraId="643986B4" w14:textId="77777777" w:rsidR="00431266" w:rsidRPr="001C5331" w:rsidRDefault="00431266" w:rsidP="00E00E42">
            <w:pPr>
              <w:jc w:val="center"/>
              <w:rPr>
                <w:rFonts w:ascii="Aptos" w:eastAsiaTheme="minorHAnsi" w:hAnsi="Aptos" w:cs="Calibri Light"/>
                <w:sz w:val="16"/>
                <w:szCs w:val="16"/>
                <w:lang w:val="es-MX" w:eastAsia="en-US"/>
              </w:rPr>
            </w:pPr>
          </w:p>
        </w:tc>
        <w:tc>
          <w:tcPr>
            <w:tcW w:w="172" w:type="pct"/>
            <w:vMerge/>
            <w:shd w:val="clear" w:color="auto" w:fill="F3E7FD"/>
            <w:vAlign w:val="center"/>
          </w:tcPr>
          <w:p w14:paraId="0DF1905E" w14:textId="77777777" w:rsidR="00431266" w:rsidRPr="001C5331" w:rsidRDefault="00431266" w:rsidP="00E00E42">
            <w:pPr>
              <w:jc w:val="center"/>
              <w:rPr>
                <w:rFonts w:ascii="Aptos" w:eastAsiaTheme="minorHAnsi" w:hAnsi="Aptos" w:cs="Calibri Light"/>
                <w:sz w:val="16"/>
                <w:szCs w:val="16"/>
                <w:lang w:val="es-MX" w:eastAsia="en-US"/>
              </w:rPr>
            </w:pPr>
          </w:p>
        </w:tc>
        <w:tc>
          <w:tcPr>
            <w:tcW w:w="170" w:type="pct"/>
            <w:gridSpan w:val="3"/>
            <w:vMerge/>
            <w:shd w:val="clear" w:color="auto" w:fill="F3E7FD"/>
            <w:vAlign w:val="center"/>
          </w:tcPr>
          <w:p w14:paraId="073C2BFC"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2A70211D" w14:textId="77777777" w:rsidR="00431266" w:rsidRPr="001C5331" w:rsidRDefault="00431266" w:rsidP="00E00E42">
            <w:pPr>
              <w:jc w:val="center"/>
              <w:rPr>
                <w:rFonts w:ascii="Aptos" w:eastAsiaTheme="minorHAnsi" w:hAnsi="Aptos" w:cs="Calibri Light"/>
                <w:sz w:val="16"/>
                <w:szCs w:val="16"/>
                <w:lang w:val="es-MX" w:eastAsia="en-US"/>
              </w:rPr>
            </w:pPr>
          </w:p>
        </w:tc>
        <w:tc>
          <w:tcPr>
            <w:tcW w:w="173" w:type="pct"/>
            <w:gridSpan w:val="4"/>
            <w:vMerge/>
            <w:shd w:val="clear" w:color="auto" w:fill="F3E7FD"/>
            <w:vAlign w:val="center"/>
          </w:tcPr>
          <w:p w14:paraId="2AB322B7"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3"/>
            <w:vMerge/>
            <w:shd w:val="clear" w:color="auto" w:fill="F3E7FD"/>
            <w:vAlign w:val="center"/>
          </w:tcPr>
          <w:p w14:paraId="35477D67"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12A2B7BB" w14:textId="77777777" w:rsidR="00431266" w:rsidRPr="001C5331" w:rsidRDefault="00431266" w:rsidP="00E00E42">
            <w:pPr>
              <w:jc w:val="center"/>
              <w:rPr>
                <w:rFonts w:ascii="Aptos" w:eastAsiaTheme="minorHAnsi" w:hAnsi="Aptos" w:cs="Calibri Light"/>
                <w:sz w:val="16"/>
                <w:szCs w:val="16"/>
                <w:lang w:val="es-MX" w:eastAsia="en-US"/>
              </w:rPr>
            </w:pPr>
          </w:p>
        </w:tc>
        <w:tc>
          <w:tcPr>
            <w:tcW w:w="172" w:type="pct"/>
            <w:gridSpan w:val="3"/>
            <w:vMerge/>
            <w:shd w:val="clear" w:color="auto" w:fill="F3E7FD"/>
            <w:vAlign w:val="center"/>
          </w:tcPr>
          <w:p w14:paraId="076F3636"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507F6EB6" w14:textId="77777777" w:rsidR="00431266" w:rsidRPr="001C5331" w:rsidRDefault="00431266" w:rsidP="00E00E42">
            <w:pPr>
              <w:jc w:val="center"/>
              <w:rPr>
                <w:rFonts w:ascii="Aptos" w:eastAsiaTheme="minorHAnsi" w:hAnsi="Aptos" w:cs="Calibri Light"/>
                <w:sz w:val="16"/>
                <w:szCs w:val="16"/>
                <w:lang w:val="es-MX" w:eastAsia="en-US"/>
              </w:rPr>
            </w:pPr>
          </w:p>
        </w:tc>
        <w:tc>
          <w:tcPr>
            <w:tcW w:w="172" w:type="pct"/>
            <w:gridSpan w:val="5"/>
            <w:vMerge/>
            <w:shd w:val="clear" w:color="auto" w:fill="F3E7FD"/>
            <w:vAlign w:val="center"/>
          </w:tcPr>
          <w:p w14:paraId="43C725B1" w14:textId="77777777" w:rsidR="00431266" w:rsidRPr="001C5331" w:rsidRDefault="00431266" w:rsidP="00E00E42">
            <w:pPr>
              <w:jc w:val="center"/>
              <w:rPr>
                <w:rFonts w:ascii="Aptos" w:eastAsiaTheme="minorHAnsi" w:hAnsi="Aptos" w:cs="Calibri Light"/>
                <w:sz w:val="16"/>
                <w:szCs w:val="16"/>
                <w:lang w:val="es-MX" w:eastAsia="en-US"/>
              </w:rPr>
            </w:pPr>
          </w:p>
        </w:tc>
        <w:tc>
          <w:tcPr>
            <w:tcW w:w="171" w:type="pct"/>
            <w:gridSpan w:val="2"/>
            <w:vMerge/>
            <w:shd w:val="clear" w:color="auto" w:fill="F3E7FD"/>
            <w:vAlign w:val="center"/>
          </w:tcPr>
          <w:p w14:paraId="49FDCE84" w14:textId="77777777" w:rsidR="00431266" w:rsidRPr="001C5331" w:rsidRDefault="00431266" w:rsidP="00E00E42">
            <w:pPr>
              <w:jc w:val="center"/>
              <w:rPr>
                <w:rFonts w:ascii="Aptos" w:eastAsiaTheme="minorHAnsi" w:hAnsi="Aptos" w:cs="Calibri Light"/>
                <w:sz w:val="16"/>
                <w:szCs w:val="16"/>
                <w:lang w:val="es-MX" w:eastAsia="en-US"/>
              </w:rPr>
            </w:pPr>
          </w:p>
        </w:tc>
        <w:tc>
          <w:tcPr>
            <w:tcW w:w="1064" w:type="pct"/>
            <w:gridSpan w:val="11"/>
            <w:tcBorders>
              <w:right w:val="single" w:sz="12" w:space="0" w:color="550EA0"/>
            </w:tcBorders>
            <w:shd w:val="clear" w:color="auto" w:fill="F2F2F2" w:themeFill="background1" w:themeFillShade="F2"/>
            <w:vAlign w:val="center"/>
          </w:tcPr>
          <w:p w14:paraId="28E88847" w14:textId="77777777" w:rsidR="00431266" w:rsidRPr="001C5331" w:rsidRDefault="00431266" w:rsidP="00E00E42">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Sección electoral</w:t>
            </w:r>
          </w:p>
        </w:tc>
      </w:tr>
      <w:tr w:rsidR="001962B6" w:rsidRPr="001C5331" w14:paraId="394756B2" w14:textId="77777777" w:rsidTr="007A6522">
        <w:trPr>
          <w:trHeight w:val="614"/>
          <w:jc w:val="center"/>
        </w:trPr>
        <w:tc>
          <w:tcPr>
            <w:tcW w:w="272" w:type="pct"/>
            <w:tcBorders>
              <w:left w:val="single" w:sz="12" w:space="0" w:color="550EA0"/>
            </w:tcBorders>
            <w:shd w:val="clear" w:color="auto" w:fill="F2F2F2" w:themeFill="background1" w:themeFillShade="F2"/>
            <w:vAlign w:val="center"/>
          </w:tcPr>
          <w:p w14:paraId="30C37A35" w14:textId="0E1D66C7" w:rsidR="00431266" w:rsidRPr="001C5331" w:rsidRDefault="00431266" w:rsidP="00E00E42">
            <w:pPr>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RFC:</w:t>
            </w:r>
          </w:p>
        </w:tc>
        <w:tc>
          <w:tcPr>
            <w:tcW w:w="151" w:type="pct"/>
            <w:shd w:val="clear" w:color="auto" w:fill="ECD8FC"/>
            <w:vAlign w:val="center"/>
          </w:tcPr>
          <w:p w14:paraId="5634173F" w14:textId="77777777" w:rsidR="00431266" w:rsidRPr="001C5331" w:rsidRDefault="00431266" w:rsidP="00E00E42">
            <w:pPr>
              <w:jc w:val="center"/>
              <w:rPr>
                <w:rFonts w:ascii="Aptos" w:eastAsiaTheme="minorHAnsi" w:hAnsi="Aptos" w:cs="Arial"/>
                <w:sz w:val="14"/>
                <w:szCs w:val="14"/>
                <w:lang w:val="es-MX" w:eastAsia="en-US"/>
              </w:rPr>
            </w:pPr>
          </w:p>
        </w:tc>
        <w:tc>
          <w:tcPr>
            <w:tcW w:w="150" w:type="pct"/>
            <w:shd w:val="clear" w:color="auto" w:fill="ECD8FC"/>
            <w:vAlign w:val="center"/>
          </w:tcPr>
          <w:p w14:paraId="276CBD7B" w14:textId="77777777" w:rsidR="00431266" w:rsidRPr="001C5331" w:rsidRDefault="00431266" w:rsidP="00E00E42">
            <w:pPr>
              <w:jc w:val="center"/>
              <w:rPr>
                <w:rFonts w:ascii="Aptos" w:eastAsiaTheme="minorHAnsi" w:hAnsi="Aptos" w:cs="Arial"/>
                <w:sz w:val="14"/>
                <w:szCs w:val="14"/>
                <w:lang w:val="es-MX" w:eastAsia="en-US"/>
              </w:rPr>
            </w:pPr>
          </w:p>
        </w:tc>
        <w:tc>
          <w:tcPr>
            <w:tcW w:w="144" w:type="pct"/>
            <w:shd w:val="clear" w:color="auto" w:fill="ECD8FC"/>
            <w:vAlign w:val="center"/>
          </w:tcPr>
          <w:p w14:paraId="11ADD940" w14:textId="77777777" w:rsidR="00431266" w:rsidRPr="001C5331" w:rsidRDefault="00431266" w:rsidP="00E00E42">
            <w:pPr>
              <w:jc w:val="center"/>
              <w:rPr>
                <w:rFonts w:ascii="Aptos" w:eastAsiaTheme="minorHAnsi" w:hAnsi="Aptos" w:cs="Arial"/>
                <w:sz w:val="14"/>
                <w:szCs w:val="14"/>
                <w:lang w:val="es-MX" w:eastAsia="en-US"/>
              </w:rPr>
            </w:pPr>
          </w:p>
        </w:tc>
        <w:tc>
          <w:tcPr>
            <w:tcW w:w="144" w:type="pct"/>
            <w:gridSpan w:val="2"/>
            <w:shd w:val="clear" w:color="auto" w:fill="ECD8FC"/>
            <w:vAlign w:val="center"/>
          </w:tcPr>
          <w:p w14:paraId="55741D41" w14:textId="77777777" w:rsidR="00431266" w:rsidRPr="001C5331" w:rsidRDefault="00431266" w:rsidP="00E00E42">
            <w:pPr>
              <w:jc w:val="center"/>
              <w:rPr>
                <w:rFonts w:ascii="Aptos" w:eastAsiaTheme="minorHAnsi" w:hAnsi="Aptos" w:cs="Arial"/>
                <w:sz w:val="14"/>
                <w:szCs w:val="14"/>
                <w:lang w:val="es-MX" w:eastAsia="en-US"/>
              </w:rPr>
            </w:pPr>
          </w:p>
        </w:tc>
        <w:tc>
          <w:tcPr>
            <w:tcW w:w="144" w:type="pct"/>
            <w:shd w:val="clear" w:color="auto" w:fill="ECD8FC"/>
            <w:vAlign w:val="center"/>
          </w:tcPr>
          <w:p w14:paraId="62931882" w14:textId="77777777" w:rsidR="00431266" w:rsidRPr="001C5331" w:rsidRDefault="00431266" w:rsidP="00E00E42">
            <w:pPr>
              <w:jc w:val="center"/>
              <w:rPr>
                <w:rFonts w:ascii="Aptos" w:eastAsiaTheme="minorHAnsi" w:hAnsi="Aptos" w:cs="Arial"/>
                <w:sz w:val="14"/>
                <w:szCs w:val="14"/>
                <w:lang w:val="es-MX" w:eastAsia="en-US"/>
              </w:rPr>
            </w:pPr>
          </w:p>
        </w:tc>
        <w:tc>
          <w:tcPr>
            <w:tcW w:w="144" w:type="pct"/>
            <w:gridSpan w:val="2"/>
            <w:shd w:val="clear" w:color="auto" w:fill="ECD8FC"/>
            <w:vAlign w:val="center"/>
          </w:tcPr>
          <w:p w14:paraId="40202185" w14:textId="77777777" w:rsidR="00431266" w:rsidRPr="001C5331" w:rsidRDefault="00431266" w:rsidP="00E00E42">
            <w:pPr>
              <w:jc w:val="center"/>
              <w:rPr>
                <w:rFonts w:ascii="Aptos" w:eastAsiaTheme="minorHAnsi" w:hAnsi="Aptos" w:cs="Arial"/>
                <w:sz w:val="14"/>
                <w:szCs w:val="14"/>
                <w:lang w:val="es-MX" w:eastAsia="en-US"/>
              </w:rPr>
            </w:pPr>
          </w:p>
        </w:tc>
        <w:tc>
          <w:tcPr>
            <w:tcW w:w="146" w:type="pct"/>
            <w:gridSpan w:val="3"/>
            <w:shd w:val="clear" w:color="auto" w:fill="ECD8FC"/>
            <w:vAlign w:val="center"/>
          </w:tcPr>
          <w:p w14:paraId="2BB2D38B" w14:textId="77777777" w:rsidR="00431266" w:rsidRPr="001C5331" w:rsidRDefault="00431266" w:rsidP="00E00E42">
            <w:pPr>
              <w:jc w:val="center"/>
              <w:rPr>
                <w:rFonts w:ascii="Aptos" w:eastAsiaTheme="minorHAnsi" w:hAnsi="Aptos" w:cs="Arial"/>
                <w:sz w:val="14"/>
                <w:szCs w:val="14"/>
                <w:lang w:val="es-MX" w:eastAsia="en-US"/>
              </w:rPr>
            </w:pPr>
          </w:p>
        </w:tc>
        <w:tc>
          <w:tcPr>
            <w:tcW w:w="145" w:type="pct"/>
            <w:gridSpan w:val="2"/>
            <w:shd w:val="clear" w:color="auto" w:fill="ECD8FC"/>
            <w:vAlign w:val="center"/>
          </w:tcPr>
          <w:p w14:paraId="066A4860" w14:textId="77777777" w:rsidR="00431266" w:rsidRPr="001C5331" w:rsidRDefault="00431266" w:rsidP="00E00E42">
            <w:pPr>
              <w:jc w:val="center"/>
              <w:rPr>
                <w:rFonts w:ascii="Aptos" w:eastAsiaTheme="minorHAnsi" w:hAnsi="Aptos" w:cs="Arial"/>
                <w:sz w:val="14"/>
                <w:szCs w:val="14"/>
                <w:lang w:val="es-MX" w:eastAsia="en-US"/>
              </w:rPr>
            </w:pPr>
          </w:p>
        </w:tc>
        <w:tc>
          <w:tcPr>
            <w:tcW w:w="145" w:type="pct"/>
            <w:gridSpan w:val="2"/>
            <w:shd w:val="clear" w:color="auto" w:fill="ECD8FC"/>
            <w:vAlign w:val="center"/>
          </w:tcPr>
          <w:p w14:paraId="36674C4A" w14:textId="77777777" w:rsidR="00431266" w:rsidRPr="001C5331" w:rsidRDefault="00431266" w:rsidP="00E00E42">
            <w:pPr>
              <w:jc w:val="center"/>
              <w:rPr>
                <w:rFonts w:ascii="Aptos" w:eastAsiaTheme="minorHAnsi" w:hAnsi="Aptos" w:cs="Arial"/>
                <w:sz w:val="14"/>
                <w:szCs w:val="14"/>
                <w:lang w:val="es-MX" w:eastAsia="en-US"/>
              </w:rPr>
            </w:pPr>
          </w:p>
        </w:tc>
        <w:tc>
          <w:tcPr>
            <w:tcW w:w="145" w:type="pct"/>
            <w:gridSpan w:val="3"/>
            <w:shd w:val="clear" w:color="auto" w:fill="ECD8FC"/>
            <w:vAlign w:val="center"/>
          </w:tcPr>
          <w:p w14:paraId="33E67C50" w14:textId="77777777" w:rsidR="00431266" w:rsidRPr="001C5331" w:rsidRDefault="00431266" w:rsidP="00E00E42">
            <w:pPr>
              <w:jc w:val="center"/>
              <w:rPr>
                <w:rFonts w:ascii="Aptos" w:eastAsiaTheme="minorHAnsi" w:hAnsi="Aptos" w:cs="Arial"/>
                <w:sz w:val="14"/>
                <w:szCs w:val="14"/>
                <w:lang w:val="es-MX" w:eastAsia="en-US"/>
              </w:rPr>
            </w:pPr>
          </w:p>
        </w:tc>
        <w:tc>
          <w:tcPr>
            <w:tcW w:w="151" w:type="pct"/>
            <w:shd w:val="clear" w:color="auto" w:fill="ECD8FC"/>
            <w:vAlign w:val="center"/>
          </w:tcPr>
          <w:p w14:paraId="2C3BE334" w14:textId="77777777" w:rsidR="00431266" w:rsidRPr="001C5331" w:rsidRDefault="00431266" w:rsidP="00E00E42">
            <w:pPr>
              <w:jc w:val="center"/>
              <w:rPr>
                <w:rFonts w:ascii="Aptos" w:eastAsiaTheme="minorHAnsi" w:hAnsi="Aptos" w:cs="Arial"/>
                <w:sz w:val="14"/>
                <w:szCs w:val="14"/>
                <w:lang w:val="es-MX" w:eastAsia="en-US"/>
              </w:rPr>
            </w:pPr>
          </w:p>
        </w:tc>
        <w:tc>
          <w:tcPr>
            <w:tcW w:w="145" w:type="pct"/>
            <w:shd w:val="clear" w:color="auto" w:fill="ECD8FC"/>
            <w:vAlign w:val="center"/>
          </w:tcPr>
          <w:p w14:paraId="10880913" w14:textId="77777777" w:rsidR="00431266" w:rsidRPr="001C5331" w:rsidRDefault="00431266" w:rsidP="00E00E42">
            <w:pPr>
              <w:jc w:val="center"/>
              <w:rPr>
                <w:rFonts w:ascii="Aptos" w:eastAsiaTheme="minorHAnsi" w:hAnsi="Aptos" w:cs="Arial"/>
                <w:sz w:val="14"/>
                <w:szCs w:val="14"/>
                <w:lang w:val="es-MX" w:eastAsia="en-US"/>
              </w:rPr>
            </w:pPr>
          </w:p>
        </w:tc>
        <w:tc>
          <w:tcPr>
            <w:tcW w:w="145" w:type="pct"/>
            <w:gridSpan w:val="3"/>
            <w:shd w:val="clear" w:color="auto" w:fill="ECD8FC"/>
            <w:vAlign w:val="center"/>
          </w:tcPr>
          <w:p w14:paraId="4DD0E6CF" w14:textId="77777777" w:rsidR="00431266" w:rsidRPr="001C5331" w:rsidRDefault="00431266" w:rsidP="00E00E42">
            <w:pPr>
              <w:jc w:val="center"/>
              <w:rPr>
                <w:rFonts w:ascii="Aptos" w:eastAsiaTheme="minorHAnsi" w:hAnsi="Aptos" w:cs="Arial"/>
                <w:sz w:val="14"/>
                <w:szCs w:val="14"/>
                <w:lang w:val="es-MX" w:eastAsia="en-US"/>
              </w:rPr>
            </w:pPr>
          </w:p>
        </w:tc>
        <w:tc>
          <w:tcPr>
            <w:tcW w:w="326" w:type="pct"/>
            <w:gridSpan w:val="4"/>
            <w:shd w:val="clear" w:color="auto" w:fill="F2F2F2" w:themeFill="background1" w:themeFillShade="F2"/>
            <w:vAlign w:val="center"/>
          </w:tcPr>
          <w:p w14:paraId="623362EC" w14:textId="7F5A597D" w:rsidR="00431266" w:rsidRPr="001C5331" w:rsidRDefault="00431266" w:rsidP="00E00E42">
            <w:pPr>
              <w:jc w:val="center"/>
              <w:rPr>
                <w:rFonts w:ascii="Aptos" w:eastAsiaTheme="minorHAnsi" w:hAnsi="Aptos" w:cs="Arial"/>
                <w:sz w:val="14"/>
                <w:szCs w:val="14"/>
                <w:lang w:val="es-MX" w:eastAsia="en-US"/>
              </w:rPr>
            </w:pPr>
            <w:r w:rsidRPr="001C5331">
              <w:rPr>
                <w:rFonts w:ascii="Aptos" w:hAnsi="Aptos" w:cs="Arial"/>
                <w:sz w:val="14"/>
                <w:szCs w:val="14"/>
              </w:rPr>
              <w:t>CURP:</w:t>
            </w:r>
          </w:p>
        </w:tc>
        <w:tc>
          <w:tcPr>
            <w:tcW w:w="140" w:type="pct"/>
            <w:gridSpan w:val="2"/>
            <w:shd w:val="clear" w:color="auto" w:fill="ECD8FC"/>
            <w:vAlign w:val="center"/>
          </w:tcPr>
          <w:p w14:paraId="6866DBC3" w14:textId="77777777" w:rsidR="00431266" w:rsidRPr="001C5331" w:rsidRDefault="00431266" w:rsidP="00E00E42">
            <w:pPr>
              <w:jc w:val="center"/>
              <w:rPr>
                <w:rFonts w:ascii="Aptos" w:eastAsiaTheme="minorHAnsi" w:hAnsi="Aptos" w:cs="Calibri Light"/>
                <w:sz w:val="16"/>
                <w:szCs w:val="16"/>
                <w:lang w:val="es-MX" w:eastAsia="en-US"/>
              </w:rPr>
            </w:pPr>
          </w:p>
        </w:tc>
        <w:tc>
          <w:tcPr>
            <w:tcW w:w="141" w:type="pct"/>
            <w:gridSpan w:val="2"/>
            <w:shd w:val="clear" w:color="auto" w:fill="ECD8FC"/>
            <w:vAlign w:val="center"/>
          </w:tcPr>
          <w:p w14:paraId="4D09B47C" w14:textId="77777777" w:rsidR="00431266" w:rsidRPr="001C5331" w:rsidRDefault="00431266" w:rsidP="00E00E42">
            <w:pPr>
              <w:jc w:val="center"/>
              <w:rPr>
                <w:rFonts w:ascii="Aptos" w:eastAsiaTheme="minorHAnsi" w:hAnsi="Aptos" w:cs="Calibri Light"/>
                <w:sz w:val="16"/>
                <w:szCs w:val="16"/>
                <w:lang w:val="es-MX" w:eastAsia="en-US"/>
              </w:rPr>
            </w:pPr>
          </w:p>
        </w:tc>
        <w:tc>
          <w:tcPr>
            <w:tcW w:w="141" w:type="pct"/>
            <w:gridSpan w:val="4"/>
            <w:shd w:val="clear" w:color="auto" w:fill="ECD8FC"/>
            <w:vAlign w:val="center"/>
          </w:tcPr>
          <w:p w14:paraId="085DE16D"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shd w:val="clear" w:color="auto" w:fill="ECD8FC"/>
            <w:vAlign w:val="center"/>
          </w:tcPr>
          <w:p w14:paraId="149DC70D" w14:textId="77777777" w:rsidR="00431266" w:rsidRPr="001C5331" w:rsidRDefault="00431266" w:rsidP="00E00E42">
            <w:pPr>
              <w:jc w:val="center"/>
              <w:rPr>
                <w:rFonts w:ascii="Aptos" w:eastAsiaTheme="minorHAnsi" w:hAnsi="Aptos" w:cs="Calibri Light"/>
                <w:sz w:val="16"/>
                <w:szCs w:val="16"/>
                <w:lang w:val="es-MX" w:eastAsia="en-US"/>
              </w:rPr>
            </w:pPr>
          </w:p>
        </w:tc>
        <w:tc>
          <w:tcPr>
            <w:tcW w:w="142" w:type="pct"/>
            <w:gridSpan w:val="2"/>
            <w:shd w:val="clear" w:color="auto" w:fill="ECD8FC"/>
            <w:vAlign w:val="center"/>
          </w:tcPr>
          <w:p w14:paraId="03E9F6E6"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gridSpan w:val="2"/>
            <w:shd w:val="clear" w:color="auto" w:fill="ECD8FC"/>
            <w:vAlign w:val="center"/>
          </w:tcPr>
          <w:p w14:paraId="41B1795F" w14:textId="77777777" w:rsidR="00431266" w:rsidRPr="001C5331" w:rsidRDefault="00431266" w:rsidP="00E00E42">
            <w:pPr>
              <w:jc w:val="center"/>
              <w:rPr>
                <w:rFonts w:ascii="Aptos" w:eastAsiaTheme="minorHAnsi" w:hAnsi="Aptos" w:cs="Calibri Light"/>
                <w:sz w:val="16"/>
                <w:szCs w:val="16"/>
                <w:lang w:val="es-MX" w:eastAsia="en-US"/>
              </w:rPr>
            </w:pPr>
          </w:p>
        </w:tc>
        <w:tc>
          <w:tcPr>
            <w:tcW w:w="141" w:type="pct"/>
            <w:gridSpan w:val="3"/>
            <w:shd w:val="clear" w:color="auto" w:fill="ECD8FC"/>
            <w:vAlign w:val="center"/>
          </w:tcPr>
          <w:p w14:paraId="508A049B"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gridSpan w:val="2"/>
            <w:shd w:val="clear" w:color="auto" w:fill="ECD8FC"/>
            <w:vAlign w:val="center"/>
          </w:tcPr>
          <w:p w14:paraId="59DF9901"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gridSpan w:val="3"/>
            <w:shd w:val="clear" w:color="auto" w:fill="ECD8FC"/>
            <w:vAlign w:val="center"/>
          </w:tcPr>
          <w:p w14:paraId="71FDAE60" w14:textId="77777777" w:rsidR="00431266" w:rsidRPr="001C5331" w:rsidRDefault="00431266" w:rsidP="00E00E42">
            <w:pPr>
              <w:jc w:val="center"/>
              <w:rPr>
                <w:rFonts w:ascii="Aptos" w:eastAsiaTheme="minorHAnsi" w:hAnsi="Aptos" w:cs="Calibri Light"/>
                <w:sz w:val="16"/>
                <w:szCs w:val="16"/>
                <w:lang w:val="es-MX" w:eastAsia="en-US"/>
              </w:rPr>
            </w:pPr>
          </w:p>
        </w:tc>
        <w:tc>
          <w:tcPr>
            <w:tcW w:w="142" w:type="pct"/>
            <w:gridSpan w:val="2"/>
            <w:shd w:val="clear" w:color="auto" w:fill="ECD8FC"/>
            <w:vAlign w:val="center"/>
          </w:tcPr>
          <w:p w14:paraId="2C17921C" w14:textId="77777777" w:rsidR="00431266" w:rsidRPr="001C5331" w:rsidRDefault="00431266" w:rsidP="00E00E42">
            <w:pPr>
              <w:jc w:val="center"/>
              <w:rPr>
                <w:rFonts w:ascii="Aptos" w:eastAsiaTheme="minorHAnsi" w:hAnsi="Aptos" w:cs="Calibri Light"/>
                <w:sz w:val="16"/>
                <w:szCs w:val="16"/>
                <w:lang w:val="es-MX" w:eastAsia="en-US"/>
              </w:rPr>
            </w:pPr>
          </w:p>
        </w:tc>
        <w:tc>
          <w:tcPr>
            <w:tcW w:w="139" w:type="pct"/>
            <w:gridSpan w:val="2"/>
            <w:shd w:val="clear" w:color="auto" w:fill="ECD8FC"/>
            <w:vAlign w:val="center"/>
          </w:tcPr>
          <w:p w14:paraId="1F4D121E"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shd w:val="clear" w:color="auto" w:fill="ECD8FC"/>
            <w:vAlign w:val="center"/>
          </w:tcPr>
          <w:p w14:paraId="6ABCC97C" w14:textId="77777777" w:rsidR="00431266" w:rsidRPr="001C5331" w:rsidRDefault="00431266" w:rsidP="00E00E42">
            <w:pPr>
              <w:jc w:val="center"/>
              <w:rPr>
                <w:rFonts w:ascii="Aptos" w:eastAsiaTheme="minorHAnsi" w:hAnsi="Aptos" w:cs="Calibri Light"/>
                <w:sz w:val="16"/>
                <w:szCs w:val="16"/>
                <w:lang w:val="es-MX" w:eastAsia="en-US"/>
              </w:rPr>
            </w:pPr>
          </w:p>
        </w:tc>
        <w:tc>
          <w:tcPr>
            <w:tcW w:w="141" w:type="pct"/>
            <w:gridSpan w:val="2"/>
            <w:shd w:val="clear" w:color="auto" w:fill="ECD8FC"/>
            <w:vAlign w:val="center"/>
          </w:tcPr>
          <w:p w14:paraId="678A89EA"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gridSpan w:val="2"/>
            <w:shd w:val="clear" w:color="auto" w:fill="ECD8FC"/>
            <w:vAlign w:val="center"/>
          </w:tcPr>
          <w:p w14:paraId="48D9B71D"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gridSpan w:val="2"/>
            <w:shd w:val="clear" w:color="auto" w:fill="ECD8FC"/>
            <w:vAlign w:val="center"/>
          </w:tcPr>
          <w:p w14:paraId="6352BCF5"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shd w:val="clear" w:color="auto" w:fill="ECD8FC"/>
            <w:vAlign w:val="center"/>
          </w:tcPr>
          <w:p w14:paraId="7827F2A5" w14:textId="77777777" w:rsidR="00431266" w:rsidRPr="001C5331" w:rsidRDefault="00431266" w:rsidP="00E00E42">
            <w:pPr>
              <w:jc w:val="center"/>
              <w:rPr>
                <w:rFonts w:ascii="Aptos" w:eastAsiaTheme="minorHAnsi" w:hAnsi="Aptos" w:cs="Calibri Light"/>
                <w:sz w:val="16"/>
                <w:szCs w:val="16"/>
                <w:lang w:val="es-MX" w:eastAsia="en-US"/>
              </w:rPr>
            </w:pPr>
          </w:p>
        </w:tc>
        <w:tc>
          <w:tcPr>
            <w:tcW w:w="140" w:type="pct"/>
            <w:shd w:val="clear" w:color="auto" w:fill="ECD8FC"/>
            <w:vAlign w:val="center"/>
          </w:tcPr>
          <w:p w14:paraId="2F949682" w14:textId="77777777" w:rsidR="00431266" w:rsidRPr="001C5331" w:rsidRDefault="00431266" w:rsidP="00E00E42">
            <w:pPr>
              <w:jc w:val="center"/>
              <w:rPr>
                <w:rFonts w:ascii="Aptos" w:eastAsiaTheme="minorHAnsi" w:hAnsi="Aptos" w:cs="Calibri Light"/>
                <w:sz w:val="16"/>
                <w:szCs w:val="16"/>
                <w:lang w:val="es-MX" w:eastAsia="en-US"/>
              </w:rPr>
            </w:pPr>
          </w:p>
        </w:tc>
        <w:tc>
          <w:tcPr>
            <w:tcW w:w="117" w:type="pct"/>
            <w:tcBorders>
              <w:right w:val="single" w:sz="12" w:space="0" w:color="550EA0"/>
            </w:tcBorders>
            <w:shd w:val="clear" w:color="auto" w:fill="ECD8FC"/>
            <w:vAlign w:val="center"/>
          </w:tcPr>
          <w:p w14:paraId="725EC8B9" w14:textId="77777777" w:rsidR="00431266" w:rsidRPr="001C5331" w:rsidRDefault="00431266" w:rsidP="00E00E42">
            <w:pPr>
              <w:jc w:val="center"/>
              <w:rPr>
                <w:rFonts w:ascii="Aptos" w:eastAsiaTheme="minorHAnsi" w:hAnsi="Aptos" w:cs="Calibri Light"/>
                <w:sz w:val="16"/>
                <w:szCs w:val="16"/>
                <w:lang w:val="es-MX" w:eastAsia="en-US"/>
              </w:rPr>
            </w:pPr>
          </w:p>
        </w:tc>
      </w:tr>
    </w:tbl>
    <w:p w14:paraId="67AA33D4" w14:textId="77777777" w:rsidR="00546035" w:rsidRPr="001C5331" w:rsidRDefault="00546035" w:rsidP="004B6467">
      <w:pPr>
        <w:rPr>
          <w:rFonts w:ascii="Aptos" w:hAnsi="Aptos" w:cs="Arial"/>
          <w:color w:val="FFFFFF" w:themeColor="background1"/>
          <w:sz w:val="10"/>
          <w:szCs w:val="28"/>
        </w:rPr>
      </w:pPr>
    </w:p>
    <w:tbl>
      <w:tblPr>
        <w:tblStyle w:val="Tablaconcuadrcula"/>
        <w:tblW w:w="11042" w:type="dxa"/>
        <w:jc w:val="center"/>
        <w:tblBorders>
          <w:top w:val="single" w:sz="12" w:space="0" w:color="550EA0"/>
          <w:left w:val="single" w:sz="12" w:space="0" w:color="550EA0"/>
          <w:bottom w:val="single" w:sz="12" w:space="0" w:color="550EA0"/>
          <w:right w:val="single" w:sz="12" w:space="0" w:color="550EA0"/>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1542"/>
        <w:gridCol w:w="567"/>
        <w:gridCol w:w="3274"/>
        <w:gridCol w:w="240"/>
        <w:gridCol w:w="4427"/>
        <w:gridCol w:w="992"/>
      </w:tblGrid>
      <w:tr w:rsidR="009D56DB" w:rsidRPr="001C5331" w14:paraId="0506690B" w14:textId="77777777" w:rsidTr="000834DE">
        <w:trPr>
          <w:trHeight w:val="95"/>
          <w:jc w:val="center"/>
        </w:trPr>
        <w:tc>
          <w:tcPr>
            <w:tcW w:w="5383" w:type="dxa"/>
            <w:gridSpan w:val="3"/>
            <w:shd w:val="clear" w:color="auto" w:fill="7030A0"/>
            <w:vAlign w:val="center"/>
          </w:tcPr>
          <w:p w14:paraId="4FBF1437" w14:textId="159A775F" w:rsidR="00A53084" w:rsidRPr="001C5331" w:rsidRDefault="00023EB1" w:rsidP="00AB1A04">
            <w:pPr>
              <w:tabs>
                <w:tab w:val="left" w:pos="360"/>
              </w:tabs>
              <w:ind w:left="360"/>
              <w:jc w:val="center"/>
              <w:rPr>
                <w:rFonts w:ascii="Aptos" w:eastAsiaTheme="minorHAnsi" w:hAnsi="Aptos" w:cs="Arial"/>
                <w:b/>
                <w:color w:val="FFFFFF" w:themeColor="background1"/>
                <w:sz w:val="14"/>
                <w:szCs w:val="14"/>
                <w:lang w:val="es-MX" w:eastAsia="en-US"/>
              </w:rPr>
            </w:pPr>
            <w:r w:rsidRPr="001C5331">
              <w:rPr>
                <w:rFonts w:ascii="Aptos" w:eastAsiaTheme="minorHAnsi" w:hAnsi="Aptos" w:cs="Arial"/>
                <w:b/>
                <w:color w:val="FFFFFF" w:themeColor="background1"/>
                <w:sz w:val="14"/>
                <w:szCs w:val="14"/>
                <w:lang w:val="es-MX" w:eastAsia="en-US"/>
              </w:rPr>
              <w:t>Indique</w:t>
            </w:r>
            <w:r w:rsidR="00A53084" w:rsidRPr="001C5331">
              <w:rPr>
                <w:rFonts w:ascii="Aptos" w:eastAsiaTheme="minorHAnsi" w:hAnsi="Aptos" w:cs="Arial"/>
                <w:b/>
                <w:color w:val="FFFFFF" w:themeColor="background1"/>
                <w:sz w:val="14"/>
                <w:szCs w:val="14"/>
                <w:lang w:val="es-MX" w:eastAsia="en-US"/>
              </w:rPr>
              <w:t xml:space="preserve"> su último grado de estudios</w:t>
            </w:r>
          </w:p>
        </w:tc>
        <w:tc>
          <w:tcPr>
            <w:tcW w:w="240" w:type="dxa"/>
            <w:vAlign w:val="center"/>
          </w:tcPr>
          <w:p w14:paraId="70776ACD" w14:textId="77777777" w:rsidR="00A53084" w:rsidRPr="001C5331" w:rsidRDefault="00A53084" w:rsidP="003578DA">
            <w:pPr>
              <w:tabs>
                <w:tab w:val="left" w:pos="-4253"/>
              </w:tabs>
              <w:jc w:val="center"/>
              <w:rPr>
                <w:rFonts w:ascii="Aptos" w:eastAsiaTheme="minorHAnsi" w:hAnsi="Aptos" w:cs="Arial"/>
                <w:color w:val="FFFFFF" w:themeColor="background1"/>
                <w:sz w:val="14"/>
                <w:szCs w:val="14"/>
                <w:lang w:val="es-MX" w:eastAsia="en-US"/>
              </w:rPr>
            </w:pPr>
          </w:p>
        </w:tc>
        <w:tc>
          <w:tcPr>
            <w:tcW w:w="5419" w:type="dxa"/>
            <w:gridSpan w:val="2"/>
            <w:shd w:val="clear" w:color="auto" w:fill="7030A0"/>
            <w:vAlign w:val="center"/>
          </w:tcPr>
          <w:p w14:paraId="30493F19" w14:textId="4695AE25" w:rsidR="00A53084" w:rsidRPr="001C5331" w:rsidRDefault="00C9578A" w:rsidP="00C9578A">
            <w:pPr>
              <w:tabs>
                <w:tab w:val="left" w:pos="360"/>
              </w:tabs>
              <w:jc w:val="center"/>
              <w:rPr>
                <w:rFonts w:ascii="Aptos" w:eastAsiaTheme="minorEastAsia" w:hAnsi="Aptos" w:cs="Arial"/>
                <w:b/>
                <w:color w:val="FFFFFF" w:themeColor="background1"/>
                <w:sz w:val="14"/>
                <w:szCs w:val="14"/>
                <w:lang w:val="es-MX" w:eastAsia="en-US"/>
              </w:rPr>
            </w:pPr>
            <w:r w:rsidRPr="001C5331">
              <w:rPr>
                <w:rFonts w:ascii="Aptos" w:eastAsiaTheme="minorEastAsia" w:hAnsi="Aptos" w:cs="Arial"/>
                <w:b/>
                <w:color w:val="FFFFFF" w:themeColor="background1"/>
                <w:sz w:val="14"/>
                <w:szCs w:val="14"/>
                <w:lang w:val="es-MX" w:eastAsia="en-US"/>
              </w:rPr>
              <w:t xml:space="preserve">Pertenencia a </w:t>
            </w:r>
            <w:r w:rsidR="00023EB1" w:rsidRPr="001C5331">
              <w:rPr>
                <w:rFonts w:ascii="Aptos" w:eastAsiaTheme="minorEastAsia" w:hAnsi="Aptos" w:cs="Arial"/>
                <w:b/>
                <w:color w:val="FFFFFF" w:themeColor="background1"/>
                <w:sz w:val="14"/>
                <w:szCs w:val="14"/>
                <w:lang w:val="es-MX" w:eastAsia="en-US"/>
              </w:rPr>
              <w:t>Grupo de Atención Prioritaria</w:t>
            </w:r>
          </w:p>
        </w:tc>
      </w:tr>
      <w:tr w:rsidR="00C9578A" w:rsidRPr="001C5331" w14:paraId="2482F25C" w14:textId="77777777" w:rsidTr="00C9578A">
        <w:trPr>
          <w:trHeight w:val="344"/>
          <w:jc w:val="center"/>
        </w:trPr>
        <w:tc>
          <w:tcPr>
            <w:tcW w:w="1542" w:type="dxa"/>
            <w:shd w:val="clear" w:color="auto" w:fill="ECD8FC"/>
            <w:vAlign w:val="center"/>
          </w:tcPr>
          <w:p w14:paraId="2D29AB4A" w14:textId="20F1B767" w:rsidR="00C9578A" w:rsidRPr="001C5331" w:rsidRDefault="00C9578A" w:rsidP="007D7446">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Bachillerato o carrera técnica concluida</w:t>
            </w:r>
          </w:p>
        </w:tc>
        <w:tc>
          <w:tcPr>
            <w:tcW w:w="3841" w:type="dxa"/>
            <w:gridSpan w:val="2"/>
            <w:shd w:val="clear" w:color="auto" w:fill="ECD8FC"/>
            <w:vAlign w:val="center"/>
          </w:tcPr>
          <w:p w14:paraId="705F5A0B" w14:textId="77777777" w:rsidR="00C9578A" w:rsidRPr="001C5331" w:rsidRDefault="00C9578A" w:rsidP="007D7446">
            <w:pPr>
              <w:tabs>
                <w:tab w:val="left" w:pos="-4253"/>
              </w:tabs>
              <w:rPr>
                <w:rFonts w:ascii="Aptos" w:eastAsiaTheme="minorHAnsi" w:hAnsi="Aptos" w:cs="Arial"/>
                <w:sz w:val="14"/>
                <w:szCs w:val="14"/>
                <w:lang w:val="es-MX" w:eastAsia="en-US"/>
              </w:rPr>
            </w:pPr>
          </w:p>
        </w:tc>
        <w:tc>
          <w:tcPr>
            <w:tcW w:w="240" w:type="dxa"/>
            <w:vAlign w:val="center"/>
          </w:tcPr>
          <w:p w14:paraId="150E3F07" w14:textId="77777777" w:rsidR="00C9578A" w:rsidRPr="001C5331" w:rsidRDefault="00C9578A" w:rsidP="007D7446">
            <w:pPr>
              <w:tabs>
                <w:tab w:val="left" w:pos="-4253"/>
              </w:tabs>
              <w:jc w:val="center"/>
              <w:rPr>
                <w:rFonts w:ascii="Aptos" w:eastAsiaTheme="minorHAnsi" w:hAnsi="Aptos" w:cs="Arial"/>
                <w:sz w:val="14"/>
                <w:szCs w:val="14"/>
                <w:lang w:val="es-MX" w:eastAsia="en-US"/>
              </w:rPr>
            </w:pPr>
          </w:p>
        </w:tc>
        <w:tc>
          <w:tcPr>
            <w:tcW w:w="4427" w:type="dxa"/>
            <w:shd w:val="clear" w:color="auto" w:fill="ECD8FC"/>
            <w:vAlign w:val="center"/>
          </w:tcPr>
          <w:p w14:paraId="0BA2EF2E" w14:textId="3F42560D" w:rsidR="00C9578A" w:rsidRPr="001C5331" w:rsidRDefault="00C9578A" w:rsidP="00C9578A">
            <w:pPr>
              <w:rPr>
                <w:rFonts w:ascii="Aptos" w:eastAsiaTheme="minorHAnsi" w:hAnsi="Aptos" w:cs="Arial"/>
                <w:bCs/>
                <w:sz w:val="14"/>
                <w:szCs w:val="14"/>
                <w:lang w:val="es-MX" w:eastAsia="en-US"/>
              </w:rPr>
            </w:pPr>
            <w:r w:rsidRPr="001C5331">
              <w:rPr>
                <w:rFonts w:ascii="Aptos" w:eastAsiaTheme="minorHAnsi" w:hAnsi="Aptos" w:cs="Arial"/>
                <w:bCs/>
                <w:sz w:val="14"/>
                <w:szCs w:val="14"/>
                <w:lang w:val="es-MX" w:eastAsia="en-US"/>
              </w:rPr>
              <w:t>Personas jóvenes (entre 18 y 29 años)</w:t>
            </w:r>
          </w:p>
        </w:tc>
        <w:tc>
          <w:tcPr>
            <w:tcW w:w="992" w:type="dxa"/>
            <w:shd w:val="clear" w:color="auto" w:fill="ECD8FC"/>
            <w:vAlign w:val="center"/>
          </w:tcPr>
          <w:p w14:paraId="05DA5887" w14:textId="7F055BE2" w:rsidR="00C9578A" w:rsidRPr="001C5331" w:rsidRDefault="00C9578A" w:rsidP="007D7446">
            <w:pPr>
              <w:jc w:val="center"/>
              <w:rPr>
                <w:rFonts w:ascii="Aptos" w:eastAsiaTheme="minorHAnsi" w:hAnsi="Aptos" w:cs="Arial"/>
                <w:bCs/>
                <w:sz w:val="14"/>
                <w:szCs w:val="14"/>
                <w:lang w:val="es-MX" w:eastAsia="en-US"/>
              </w:rPr>
            </w:pPr>
          </w:p>
        </w:tc>
      </w:tr>
      <w:tr w:rsidR="00C9578A" w:rsidRPr="001C5331" w14:paraId="3E195590" w14:textId="77777777" w:rsidTr="00C9578A">
        <w:trPr>
          <w:trHeight w:val="241"/>
          <w:jc w:val="center"/>
        </w:trPr>
        <w:tc>
          <w:tcPr>
            <w:tcW w:w="1542" w:type="dxa"/>
            <w:shd w:val="clear" w:color="auto" w:fill="F2F2F2" w:themeFill="background1" w:themeFillShade="F2"/>
            <w:vAlign w:val="center"/>
          </w:tcPr>
          <w:p w14:paraId="4E98798E" w14:textId="73C63F04" w:rsidR="00C9578A" w:rsidRPr="001C5331" w:rsidRDefault="00C9578A" w:rsidP="000834DE">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Licenciatura (concluida o título)</w:t>
            </w:r>
          </w:p>
        </w:tc>
        <w:tc>
          <w:tcPr>
            <w:tcW w:w="3841" w:type="dxa"/>
            <w:gridSpan w:val="2"/>
            <w:shd w:val="clear" w:color="auto" w:fill="F2F2F2" w:themeFill="background1" w:themeFillShade="F2"/>
            <w:vAlign w:val="center"/>
          </w:tcPr>
          <w:p w14:paraId="20FCDB3E" w14:textId="22A509ED" w:rsidR="00C9578A" w:rsidRPr="001C5331" w:rsidRDefault="00C9578A" w:rsidP="000834DE">
            <w:pPr>
              <w:tabs>
                <w:tab w:val="left" w:pos="-4253"/>
              </w:tabs>
              <w:rPr>
                <w:rFonts w:ascii="Aptos" w:eastAsiaTheme="minorHAnsi" w:hAnsi="Aptos" w:cs="Arial"/>
                <w:sz w:val="12"/>
                <w:szCs w:val="12"/>
                <w:lang w:val="es-MX" w:eastAsia="en-US"/>
              </w:rPr>
            </w:pPr>
          </w:p>
        </w:tc>
        <w:tc>
          <w:tcPr>
            <w:tcW w:w="240" w:type="dxa"/>
            <w:vAlign w:val="center"/>
          </w:tcPr>
          <w:p w14:paraId="1F73AA00" w14:textId="77777777" w:rsidR="00C9578A" w:rsidRPr="001C5331" w:rsidRDefault="00C9578A" w:rsidP="000834DE">
            <w:pPr>
              <w:tabs>
                <w:tab w:val="left" w:pos="-4253"/>
              </w:tabs>
              <w:jc w:val="center"/>
              <w:rPr>
                <w:rFonts w:ascii="Aptos" w:eastAsiaTheme="minorHAnsi" w:hAnsi="Aptos" w:cs="Arial"/>
                <w:sz w:val="14"/>
                <w:szCs w:val="14"/>
                <w:lang w:val="es-MX" w:eastAsia="en-US"/>
              </w:rPr>
            </w:pPr>
          </w:p>
        </w:tc>
        <w:tc>
          <w:tcPr>
            <w:tcW w:w="4427" w:type="dxa"/>
            <w:shd w:val="clear" w:color="auto" w:fill="F2F2F2" w:themeFill="background1" w:themeFillShade="F2"/>
            <w:vAlign w:val="center"/>
          </w:tcPr>
          <w:p w14:paraId="1822F2D1" w14:textId="01AD34C9"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Personas con discapacidad</w:t>
            </w:r>
          </w:p>
        </w:tc>
        <w:tc>
          <w:tcPr>
            <w:tcW w:w="992" w:type="dxa"/>
            <w:shd w:val="clear" w:color="auto" w:fill="F2F2F2" w:themeFill="background1" w:themeFillShade="F2"/>
            <w:vAlign w:val="center"/>
          </w:tcPr>
          <w:p w14:paraId="334D78A0" w14:textId="554A22B9" w:rsidR="00C9578A" w:rsidRPr="001C5331" w:rsidRDefault="00C9578A" w:rsidP="000834DE">
            <w:pPr>
              <w:tabs>
                <w:tab w:val="left" w:pos="-4253"/>
              </w:tabs>
              <w:jc w:val="center"/>
              <w:rPr>
                <w:rFonts w:ascii="Aptos" w:eastAsiaTheme="minorHAnsi" w:hAnsi="Aptos" w:cs="Arial"/>
                <w:sz w:val="14"/>
                <w:szCs w:val="14"/>
                <w:lang w:val="es-MX" w:eastAsia="en-US"/>
              </w:rPr>
            </w:pPr>
          </w:p>
        </w:tc>
      </w:tr>
      <w:tr w:rsidR="00C9578A" w:rsidRPr="001C5331" w14:paraId="6C2FDB4C" w14:textId="77777777" w:rsidTr="00C9578A">
        <w:trPr>
          <w:trHeight w:val="370"/>
          <w:jc w:val="center"/>
        </w:trPr>
        <w:tc>
          <w:tcPr>
            <w:tcW w:w="1542" w:type="dxa"/>
            <w:shd w:val="clear" w:color="auto" w:fill="ECD8FC"/>
            <w:vAlign w:val="center"/>
          </w:tcPr>
          <w:p w14:paraId="6CF43B11" w14:textId="3381DE32" w:rsidR="00C9578A" w:rsidRPr="001C5331" w:rsidRDefault="00C9578A" w:rsidP="00A53084">
            <w:pPr>
              <w:rPr>
                <w:rFonts w:ascii="Aptos" w:eastAsiaTheme="minorEastAsia" w:hAnsi="Aptos" w:cs="Arial"/>
                <w:sz w:val="14"/>
                <w:szCs w:val="14"/>
                <w:lang w:val="es-MX" w:eastAsia="en-US"/>
              </w:rPr>
            </w:pPr>
            <w:r w:rsidRPr="001C5331">
              <w:rPr>
                <w:rFonts w:ascii="Aptos" w:eastAsiaTheme="minorEastAsia" w:hAnsi="Aptos" w:cs="Arial"/>
                <w:sz w:val="14"/>
                <w:szCs w:val="14"/>
                <w:lang w:val="es-MX" w:eastAsia="en-US"/>
              </w:rPr>
              <w:t>Carrera (especifique):</w:t>
            </w:r>
          </w:p>
        </w:tc>
        <w:tc>
          <w:tcPr>
            <w:tcW w:w="3841" w:type="dxa"/>
            <w:gridSpan w:val="2"/>
            <w:shd w:val="clear" w:color="auto" w:fill="ECD8FC"/>
            <w:vAlign w:val="center"/>
          </w:tcPr>
          <w:p w14:paraId="708AFF7F" w14:textId="77777777" w:rsidR="00C9578A" w:rsidRPr="001C5331" w:rsidRDefault="00C9578A" w:rsidP="00A53084">
            <w:pPr>
              <w:tabs>
                <w:tab w:val="left" w:pos="-4253"/>
              </w:tabs>
              <w:rPr>
                <w:rFonts w:ascii="Aptos" w:eastAsiaTheme="minorHAnsi" w:hAnsi="Aptos" w:cs="Arial"/>
                <w:sz w:val="14"/>
                <w:szCs w:val="14"/>
                <w:lang w:val="es-MX" w:eastAsia="en-US"/>
              </w:rPr>
            </w:pPr>
          </w:p>
        </w:tc>
        <w:tc>
          <w:tcPr>
            <w:tcW w:w="240" w:type="dxa"/>
            <w:vAlign w:val="center"/>
          </w:tcPr>
          <w:p w14:paraId="1F78A2F3" w14:textId="77777777" w:rsidR="00C9578A" w:rsidRPr="001C5331" w:rsidRDefault="00C9578A" w:rsidP="003578DA">
            <w:pPr>
              <w:tabs>
                <w:tab w:val="left" w:pos="-4253"/>
              </w:tabs>
              <w:jc w:val="center"/>
              <w:rPr>
                <w:rFonts w:ascii="Aptos" w:eastAsiaTheme="minorHAnsi" w:hAnsi="Aptos" w:cs="Arial"/>
                <w:sz w:val="14"/>
                <w:szCs w:val="14"/>
                <w:lang w:val="es-MX" w:eastAsia="en-US"/>
              </w:rPr>
            </w:pPr>
          </w:p>
        </w:tc>
        <w:tc>
          <w:tcPr>
            <w:tcW w:w="4427" w:type="dxa"/>
            <w:shd w:val="clear" w:color="auto" w:fill="ECD8FC"/>
            <w:vAlign w:val="center"/>
          </w:tcPr>
          <w:p w14:paraId="59C6EB5C" w14:textId="4D6BED2B"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Personas pertenecientes a pueblos y barrios originarios</w:t>
            </w:r>
          </w:p>
        </w:tc>
        <w:tc>
          <w:tcPr>
            <w:tcW w:w="992" w:type="dxa"/>
            <w:shd w:val="clear" w:color="auto" w:fill="ECD8FC"/>
            <w:vAlign w:val="center"/>
          </w:tcPr>
          <w:p w14:paraId="721008D6" w14:textId="5D8BDDC0" w:rsidR="00C9578A" w:rsidRPr="001C5331" w:rsidRDefault="00C9578A" w:rsidP="000834DE">
            <w:pPr>
              <w:tabs>
                <w:tab w:val="left" w:pos="-4253"/>
              </w:tabs>
              <w:rPr>
                <w:rFonts w:ascii="Aptos" w:eastAsiaTheme="minorHAnsi" w:hAnsi="Aptos" w:cs="Arial"/>
                <w:sz w:val="14"/>
                <w:szCs w:val="14"/>
                <w:lang w:val="es-MX" w:eastAsia="en-US"/>
              </w:rPr>
            </w:pPr>
          </w:p>
        </w:tc>
      </w:tr>
      <w:tr w:rsidR="00C9578A" w:rsidRPr="001C5331" w14:paraId="7E6FA48B" w14:textId="77777777" w:rsidTr="00C9578A">
        <w:trPr>
          <w:trHeight w:val="237"/>
          <w:jc w:val="center"/>
        </w:trPr>
        <w:tc>
          <w:tcPr>
            <w:tcW w:w="1542" w:type="dxa"/>
            <w:shd w:val="clear" w:color="auto" w:fill="F2F2F2" w:themeFill="background1" w:themeFillShade="F2"/>
            <w:vAlign w:val="center"/>
          </w:tcPr>
          <w:p w14:paraId="02FCDFA2" w14:textId="792B0231" w:rsidR="00C9578A" w:rsidRPr="001C5331" w:rsidRDefault="00C9578A" w:rsidP="000834DE">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Especialidad</w:t>
            </w:r>
          </w:p>
        </w:tc>
        <w:tc>
          <w:tcPr>
            <w:tcW w:w="3841" w:type="dxa"/>
            <w:gridSpan w:val="2"/>
            <w:shd w:val="clear" w:color="auto" w:fill="F2F2F2" w:themeFill="background1" w:themeFillShade="F2"/>
            <w:vAlign w:val="center"/>
          </w:tcPr>
          <w:p w14:paraId="3A1C086B" w14:textId="77777777" w:rsidR="00C9578A" w:rsidRPr="001C5331" w:rsidRDefault="00C9578A" w:rsidP="000834DE">
            <w:pPr>
              <w:tabs>
                <w:tab w:val="left" w:pos="-4253"/>
              </w:tabs>
              <w:rPr>
                <w:rFonts w:ascii="Aptos" w:eastAsiaTheme="minorHAnsi" w:hAnsi="Aptos" w:cs="Arial"/>
                <w:sz w:val="14"/>
                <w:szCs w:val="14"/>
                <w:lang w:val="es-MX" w:eastAsia="en-US"/>
              </w:rPr>
            </w:pPr>
          </w:p>
        </w:tc>
        <w:tc>
          <w:tcPr>
            <w:tcW w:w="240" w:type="dxa"/>
            <w:vAlign w:val="center"/>
          </w:tcPr>
          <w:p w14:paraId="607BBE0C" w14:textId="77777777" w:rsidR="00C9578A" w:rsidRPr="001C5331" w:rsidRDefault="00C9578A" w:rsidP="000834DE">
            <w:pPr>
              <w:tabs>
                <w:tab w:val="left" w:pos="-4253"/>
              </w:tabs>
              <w:jc w:val="center"/>
              <w:rPr>
                <w:rFonts w:ascii="Aptos" w:eastAsiaTheme="minorHAnsi" w:hAnsi="Aptos" w:cs="Arial"/>
                <w:sz w:val="14"/>
                <w:szCs w:val="14"/>
                <w:lang w:val="es-MX" w:eastAsia="en-US"/>
              </w:rPr>
            </w:pPr>
          </w:p>
        </w:tc>
        <w:tc>
          <w:tcPr>
            <w:tcW w:w="4427" w:type="dxa"/>
            <w:shd w:val="clear" w:color="auto" w:fill="F2F2F2" w:themeFill="background1" w:themeFillShade="F2"/>
            <w:vAlign w:val="center"/>
          </w:tcPr>
          <w:p w14:paraId="1BC14314" w14:textId="34AB080A"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Personas de la diversidad sexual y de género</w:t>
            </w:r>
          </w:p>
        </w:tc>
        <w:tc>
          <w:tcPr>
            <w:tcW w:w="992" w:type="dxa"/>
            <w:shd w:val="clear" w:color="auto" w:fill="F2F2F2" w:themeFill="background1" w:themeFillShade="F2"/>
            <w:vAlign w:val="center"/>
          </w:tcPr>
          <w:p w14:paraId="0636C6A7" w14:textId="457F7A2B" w:rsidR="00C9578A" w:rsidRPr="001C5331" w:rsidRDefault="00C9578A" w:rsidP="000834DE">
            <w:pPr>
              <w:tabs>
                <w:tab w:val="left" w:pos="-4253"/>
              </w:tabs>
              <w:rPr>
                <w:rFonts w:ascii="Aptos" w:eastAsiaTheme="minorHAnsi" w:hAnsi="Aptos" w:cs="Arial"/>
                <w:sz w:val="14"/>
                <w:szCs w:val="14"/>
                <w:lang w:val="es-MX" w:eastAsia="en-US"/>
              </w:rPr>
            </w:pPr>
          </w:p>
        </w:tc>
      </w:tr>
      <w:tr w:rsidR="00C9578A" w:rsidRPr="001C5331" w14:paraId="0BC7E029" w14:textId="77777777" w:rsidTr="00C9578A">
        <w:trPr>
          <w:trHeight w:val="396"/>
          <w:jc w:val="center"/>
        </w:trPr>
        <w:tc>
          <w:tcPr>
            <w:tcW w:w="1542" w:type="dxa"/>
            <w:shd w:val="clear" w:color="auto" w:fill="ECD8FC"/>
            <w:vAlign w:val="center"/>
          </w:tcPr>
          <w:p w14:paraId="1C086B53" w14:textId="01FFFD07" w:rsidR="00C9578A" w:rsidRPr="001C5331" w:rsidRDefault="00C9578A" w:rsidP="00A53084">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Maestría</w:t>
            </w:r>
          </w:p>
        </w:tc>
        <w:tc>
          <w:tcPr>
            <w:tcW w:w="3841" w:type="dxa"/>
            <w:gridSpan w:val="2"/>
            <w:shd w:val="clear" w:color="auto" w:fill="ECD8FC"/>
            <w:vAlign w:val="center"/>
          </w:tcPr>
          <w:p w14:paraId="0A0A0854" w14:textId="77777777" w:rsidR="00C9578A" w:rsidRPr="001C5331" w:rsidRDefault="00C9578A" w:rsidP="00A53084">
            <w:pPr>
              <w:tabs>
                <w:tab w:val="left" w:pos="-4253"/>
              </w:tabs>
              <w:rPr>
                <w:rFonts w:ascii="Aptos" w:eastAsiaTheme="minorHAnsi" w:hAnsi="Aptos" w:cs="Arial"/>
                <w:sz w:val="14"/>
                <w:szCs w:val="14"/>
                <w:lang w:val="es-MX" w:eastAsia="en-US"/>
              </w:rPr>
            </w:pPr>
          </w:p>
        </w:tc>
        <w:tc>
          <w:tcPr>
            <w:tcW w:w="240" w:type="dxa"/>
            <w:vAlign w:val="center"/>
          </w:tcPr>
          <w:p w14:paraId="3DEE2255" w14:textId="77777777" w:rsidR="00C9578A" w:rsidRPr="001C5331" w:rsidRDefault="00C9578A" w:rsidP="003578DA">
            <w:pPr>
              <w:tabs>
                <w:tab w:val="left" w:pos="-4253"/>
              </w:tabs>
              <w:jc w:val="center"/>
              <w:rPr>
                <w:rFonts w:ascii="Aptos" w:eastAsiaTheme="minorHAnsi" w:hAnsi="Aptos" w:cs="Arial"/>
                <w:sz w:val="14"/>
                <w:szCs w:val="14"/>
                <w:lang w:val="es-MX" w:eastAsia="en-US"/>
              </w:rPr>
            </w:pPr>
          </w:p>
        </w:tc>
        <w:tc>
          <w:tcPr>
            <w:tcW w:w="4427" w:type="dxa"/>
            <w:shd w:val="clear" w:color="auto" w:fill="ECD8FC"/>
            <w:vAlign w:val="center"/>
          </w:tcPr>
          <w:p w14:paraId="26E0B460" w14:textId="39C19B66"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Personas afroamericanas residentes</w:t>
            </w:r>
          </w:p>
        </w:tc>
        <w:tc>
          <w:tcPr>
            <w:tcW w:w="992" w:type="dxa"/>
            <w:shd w:val="clear" w:color="auto" w:fill="ECD8FC"/>
            <w:vAlign w:val="center"/>
          </w:tcPr>
          <w:p w14:paraId="73A7E9F9" w14:textId="00786C55" w:rsidR="00C9578A" w:rsidRPr="001C5331" w:rsidRDefault="00C9578A" w:rsidP="00C9578A">
            <w:pPr>
              <w:tabs>
                <w:tab w:val="left" w:pos="-4253"/>
              </w:tabs>
              <w:ind w:left="360"/>
              <w:rPr>
                <w:rFonts w:ascii="Aptos" w:eastAsiaTheme="minorHAnsi" w:hAnsi="Aptos" w:cs="Arial"/>
                <w:sz w:val="14"/>
                <w:szCs w:val="14"/>
                <w:lang w:val="es-MX" w:eastAsia="en-US"/>
              </w:rPr>
            </w:pPr>
          </w:p>
        </w:tc>
      </w:tr>
      <w:tr w:rsidR="00C9578A" w:rsidRPr="001C5331" w14:paraId="551B7C50" w14:textId="77777777" w:rsidTr="006E0E30">
        <w:trPr>
          <w:trHeight w:val="374"/>
          <w:jc w:val="center"/>
        </w:trPr>
        <w:tc>
          <w:tcPr>
            <w:tcW w:w="1542" w:type="dxa"/>
            <w:shd w:val="clear" w:color="auto" w:fill="F2F2F2" w:themeFill="background1" w:themeFillShade="F2"/>
            <w:vAlign w:val="center"/>
          </w:tcPr>
          <w:p w14:paraId="0DEF2B30" w14:textId="549AA652" w:rsidR="00C9578A" w:rsidRPr="001C5331" w:rsidRDefault="00C9578A" w:rsidP="00A53084">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Doctorado</w:t>
            </w:r>
          </w:p>
        </w:tc>
        <w:tc>
          <w:tcPr>
            <w:tcW w:w="3841" w:type="dxa"/>
            <w:gridSpan w:val="2"/>
            <w:shd w:val="clear" w:color="auto" w:fill="F2F2F2" w:themeFill="background1" w:themeFillShade="F2"/>
            <w:vAlign w:val="center"/>
          </w:tcPr>
          <w:p w14:paraId="2B587CF2" w14:textId="77777777" w:rsidR="00C9578A" w:rsidRPr="001C5331" w:rsidRDefault="00C9578A" w:rsidP="00A53084">
            <w:pPr>
              <w:tabs>
                <w:tab w:val="left" w:pos="-4253"/>
              </w:tabs>
              <w:rPr>
                <w:rFonts w:ascii="Aptos" w:eastAsiaTheme="minorHAnsi" w:hAnsi="Aptos" w:cs="Arial"/>
                <w:sz w:val="14"/>
                <w:szCs w:val="14"/>
                <w:lang w:val="es-MX" w:eastAsia="en-US"/>
              </w:rPr>
            </w:pPr>
          </w:p>
        </w:tc>
        <w:tc>
          <w:tcPr>
            <w:tcW w:w="240" w:type="dxa"/>
            <w:vAlign w:val="center"/>
          </w:tcPr>
          <w:p w14:paraId="7CBE25B4" w14:textId="77777777" w:rsidR="00C9578A" w:rsidRPr="001C5331" w:rsidRDefault="00C9578A" w:rsidP="003578DA">
            <w:pPr>
              <w:tabs>
                <w:tab w:val="left" w:pos="-4253"/>
              </w:tabs>
              <w:jc w:val="center"/>
              <w:rPr>
                <w:rFonts w:ascii="Aptos" w:eastAsiaTheme="minorHAnsi" w:hAnsi="Aptos" w:cs="Arial"/>
                <w:sz w:val="14"/>
                <w:szCs w:val="14"/>
                <w:lang w:val="es-MX" w:eastAsia="en-US"/>
              </w:rPr>
            </w:pPr>
          </w:p>
        </w:tc>
        <w:tc>
          <w:tcPr>
            <w:tcW w:w="4427" w:type="dxa"/>
            <w:shd w:val="clear" w:color="auto" w:fill="F2F2F2" w:themeFill="background1" w:themeFillShade="F2"/>
            <w:vAlign w:val="center"/>
          </w:tcPr>
          <w:p w14:paraId="5FA96444" w14:textId="63F0DD49"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Personas adultas mayores (mayores 60 de años)</w:t>
            </w:r>
          </w:p>
        </w:tc>
        <w:tc>
          <w:tcPr>
            <w:tcW w:w="992" w:type="dxa"/>
            <w:shd w:val="clear" w:color="auto" w:fill="F2F2F2" w:themeFill="background1" w:themeFillShade="F2"/>
            <w:vAlign w:val="center"/>
          </w:tcPr>
          <w:p w14:paraId="25B969C5" w14:textId="0D1E54D7" w:rsidR="00C9578A" w:rsidRPr="001C5331" w:rsidRDefault="00C9578A" w:rsidP="003578DA">
            <w:pPr>
              <w:tabs>
                <w:tab w:val="left" w:pos="-4253"/>
              </w:tabs>
              <w:jc w:val="center"/>
              <w:rPr>
                <w:rFonts w:ascii="Aptos" w:eastAsiaTheme="minorHAnsi" w:hAnsi="Aptos" w:cs="Arial"/>
                <w:sz w:val="14"/>
                <w:szCs w:val="14"/>
                <w:lang w:val="es-MX" w:eastAsia="en-US"/>
              </w:rPr>
            </w:pPr>
          </w:p>
        </w:tc>
      </w:tr>
      <w:tr w:rsidR="00C9578A" w:rsidRPr="001C5331" w14:paraId="774720D4" w14:textId="77777777" w:rsidTr="00C9578A">
        <w:trPr>
          <w:trHeight w:val="256"/>
          <w:jc w:val="center"/>
        </w:trPr>
        <w:tc>
          <w:tcPr>
            <w:tcW w:w="2109" w:type="dxa"/>
            <w:gridSpan w:val="2"/>
            <w:shd w:val="clear" w:color="auto" w:fill="ECD8FC"/>
            <w:vAlign w:val="center"/>
          </w:tcPr>
          <w:p w14:paraId="5F1D04C4" w14:textId="4BEB7B25" w:rsidR="00C9578A" w:rsidRPr="001C5331" w:rsidRDefault="00C9578A" w:rsidP="00A53084">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¿Realiza estudios actualmente? Especifique:</w:t>
            </w:r>
          </w:p>
        </w:tc>
        <w:tc>
          <w:tcPr>
            <w:tcW w:w="3274" w:type="dxa"/>
            <w:shd w:val="clear" w:color="auto" w:fill="ECD8FC"/>
            <w:vAlign w:val="center"/>
          </w:tcPr>
          <w:p w14:paraId="774CAB9E" w14:textId="77777777" w:rsidR="00C9578A" w:rsidRPr="001C5331" w:rsidRDefault="00C9578A" w:rsidP="00A53084">
            <w:pPr>
              <w:tabs>
                <w:tab w:val="left" w:pos="-4253"/>
              </w:tabs>
              <w:rPr>
                <w:rFonts w:ascii="Aptos" w:eastAsiaTheme="minorHAnsi" w:hAnsi="Aptos" w:cs="Arial"/>
                <w:sz w:val="14"/>
                <w:szCs w:val="14"/>
                <w:lang w:val="es-MX" w:eastAsia="en-US"/>
              </w:rPr>
            </w:pPr>
          </w:p>
        </w:tc>
        <w:tc>
          <w:tcPr>
            <w:tcW w:w="240" w:type="dxa"/>
            <w:vAlign w:val="center"/>
          </w:tcPr>
          <w:p w14:paraId="5360B320" w14:textId="77777777" w:rsidR="00C9578A" w:rsidRPr="001C5331" w:rsidRDefault="00C9578A" w:rsidP="003578DA">
            <w:pPr>
              <w:tabs>
                <w:tab w:val="left" w:pos="-4253"/>
              </w:tabs>
              <w:jc w:val="center"/>
              <w:rPr>
                <w:rFonts w:ascii="Aptos" w:eastAsiaTheme="minorHAnsi" w:hAnsi="Aptos" w:cs="Arial"/>
                <w:sz w:val="14"/>
                <w:szCs w:val="14"/>
                <w:lang w:val="es-MX" w:eastAsia="en-US"/>
              </w:rPr>
            </w:pPr>
          </w:p>
        </w:tc>
        <w:tc>
          <w:tcPr>
            <w:tcW w:w="4427" w:type="dxa"/>
            <w:shd w:val="clear" w:color="auto" w:fill="ECD8FC"/>
            <w:vAlign w:val="center"/>
          </w:tcPr>
          <w:p w14:paraId="442651D6" w14:textId="39E8AC1C" w:rsidR="00C9578A" w:rsidRPr="001C5331" w:rsidRDefault="00C9578A" w:rsidP="00C9578A">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Ninguno</w:t>
            </w:r>
          </w:p>
        </w:tc>
        <w:tc>
          <w:tcPr>
            <w:tcW w:w="992" w:type="dxa"/>
            <w:shd w:val="clear" w:color="auto" w:fill="ECD8FC"/>
            <w:vAlign w:val="center"/>
          </w:tcPr>
          <w:p w14:paraId="3FC4ADAA" w14:textId="10C08120" w:rsidR="00C9578A" w:rsidRPr="001C5331" w:rsidRDefault="00C9578A" w:rsidP="003578DA">
            <w:pPr>
              <w:tabs>
                <w:tab w:val="left" w:pos="-4253"/>
              </w:tabs>
              <w:jc w:val="center"/>
              <w:rPr>
                <w:rFonts w:ascii="Aptos" w:eastAsiaTheme="minorHAnsi" w:hAnsi="Aptos" w:cs="Arial"/>
                <w:sz w:val="14"/>
                <w:szCs w:val="14"/>
                <w:lang w:val="es-MX" w:eastAsia="en-US"/>
              </w:rPr>
            </w:pPr>
          </w:p>
        </w:tc>
      </w:tr>
    </w:tbl>
    <w:p w14:paraId="2C487D11" w14:textId="77777777" w:rsidR="007B2BDB" w:rsidRPr="001C5331" w:rsidRDefault="007B2BDB" w:rsidP="004B6467">
      <w:pPr>
        <w:rPr>
          <w:rFonts w:ascii="Aptos" w:eastAsiaTheme="minorHAnsi" w:hAnsi="Aptos" w:cs="Arial"/>
          <w:sz w:val="2"/>
          <w:szCs w:val="2"/>
          <w:lang w:val="es-MX" w:eastAsia="en-US"/>
        </w:rPr>
      </w:pPr>
    </w:p>
    <w:p w14:paraId="163EEA87" w14:textId="77777777" w:rsidR="0050528E" w:rsidRPr="001C5331" w:rsidRDefault="0050528E" w:rsidP="004B6467">
      <w:pPr>
        <w:rPr>
          <w:rFonts w:ascii="Aptos" w:eastAsiaTheme="minorHAnsi" w:hAnsi="Aptos" w:cs="Arial"/>
          <w:sz w:val="2"/>
          <w:szCs w:val="2"/>
          <w:lang w:val="es-MX" w:eastAsia="en-US"/>
        </w:rPr>
      </w:pPr>
    </w:p>
    <w:p w14:paraId="4F4960AD" w14:textId="77777777" w:rsidR="00AD70C7" w:rsidRPr="001C5331" w:rsidRDefault="00AD70C7" w:rsidP="004B6467">
      <w:pPr>
        <w:rPr>
          <w:rFonts w:ascii="Aptos" w:eastAsiaTheme="minorHAnsi" w:hAnsi="Aptos" w:cs="Arial"/>
          <w:sz w:val="2"/>
          <w:szCs w:val="2"/>
          <w:lang w:val="es-MX" w:eastAsia="en-US"/>
        </w:rPr>
      </w:pPr>
    </w:p>
    <w:p w14:paraId="48DDBFED" w14:textId="77777777" w:rsidR="00AD70C7" w:rsidRPr="001C5331" w:rsidRDefault="00AD70C7" w:rsidP="004B6467">
      <w:pPr>
        <w:rPr>
          <w:rFonts w:ascii="Aptos" w:eastAsiaTheme="minorHAnsi" w:hAnsi="Aptos" w:cs="Arial"/>
          <w:sz w:val="2"/>
          <w:szCs w:val="2"/>
          <w:lang w:val="es-MX" w:eastAsia="en-US"/>
        </w:rPr>
      </w:pPr>
    </w:p>
    <w:p w14:paraId="14C8BEB8" w14:textId="77777777" w:rsidR="00AD70C7" w:rsidRPr="001C5331" w:rsidRDefault="00AD70C7" w:rsidP="004B6467">
      <w:pPr>
        <w:rPr>
          <w:rFonts w:ascii="Aptos" w:eastAsiaTheme="minorHAnsi" w:hAnsi="Aptos" w:cs="Arial"/>
          <w:sz w:val="2"/>
          <w:szCs w:val="2"/>
          <w:lang w:val="es-MX" w:eastAsia="en-US"/>
        </w:rPr>
      </w:pPr>
    </w:p>
    <w:p w14:paraId="5879D95B" w14:textId="77777777" w:rsidR="0099139D" w:rsidRPr="001C5331" w:rsidRDefault="0099139D" w:rsidP="004B6467">
      <w:pPr>
        <w:rPr>
          <w:rFonts w:ascii="Aptos" w:eastAsiaTheme="minorHAnsi" w:hAnsi="Aptos" w:cs="Arial"/>
          <w:sz w:val="10"/>
          <w:szCs w:val="10"/>
          <w:lang w:val="es-MX" w:eastAsia="en-US"/>
        </w:rPr>
      </w:pPr>
    </w:p>
    <w:tbl>
      <w:tblPr>
        <w:tblStyle w:val="Tabladecuadrcula1clara-nfasis11"/>
        <w:tblpPr w:leftFromText="141" w:rightFromText="141" w:vertAnchor="text" w:horzAnchor="margin" w:tblpXSpec="center" w:tblpY="-38"/>
        <w:tblW w:w="5135" w:type="pct"/>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24" w:space="0" w:color="FFFFFF" w:themeColor="background1"/>
          <w:insideV w:val="single" w:sz="24" w:space="0" w:color="FFFFFF" w:themeColor="background1"/>
        </w:tblBorders>
        <w:tblLook w:val="04A0" w:firstRow="1" w:lastRow="0" w:firstColumn="1" w:lastColumn="0" w:noHBand="0" w:noVBand="1"/>
      </w:tblPr>
      <w:tblGrid>
        <w:gridCol w:w="1726"/>
        <w:gridCol w:w="3504"/>
        <w:gridCol w:w="2836"/>
        <w:gridCol w:w="708"/>
        <w:gridCol w:w="710"/>
        <w:gridCol w:w="1577"/>
      </w:tblGrid>
      <w:tr w:rsidR="009D741C" w:rsidRPr="001C5331" w14:paraId="2EBA6D8B" w14:textId="77777777" w:rsidTr="009D56DB">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550EA0"/>
              <w:left w:val="single" w:sz="12" w:space="0" w:color="550EA0"/>
              <w:right w:val="single" w:sz="12" w:space="0" w:color="550EA0"/>
            </w:tcBorders>
            <w:shd w:val="clear" w:color="auto" w:fill="7030A0"/>
          </w:tcPr>
          <w:p w14:paraId="4FB6B13E" w14:textId="63678719" w:rsidR="009D741C" w:rsidRPr="001C5331" w:rsidRDefault="003F31FE" w:rsidP="009D741C">
            <w:pPr>
              <w:jc w:val="center"/>
              <w:rPr>
                <w:rFonts w:ascii="Aptos" w:eastAsiaTheme="minorHAnsi" w:hAnsi="Aptos" w:cs="Arial"/>
                <w:b w:val="0"/>
                <w:bCs w:val="0"/>
                <w:sz w:val="16"/>
                <w:szCs w:val="16"/>
                <w:lang w:val="es-MX" w:eastAsia="en-US"/>
              </w:rPr>
            </w:pPr>
            <w:r w:rsidRPr="001C5331">
              <w:rPr>
                <w:rFonts w:ascii="Aptos" w:eastAsiaTheme="minorHAnsi" w:hAnsi="Aptos" w:cs="Arial"/>
                <w:b w:val="0"/>
                <w:bCs w:val="0"/>
                <w:color w:val="FFFFFF" w:themeColor="background1"/>
                <w:sz w:val="16"/>
                <w:szCs w:val="16"/>
                <w:lang w:val="es-MX" w:eastAsia="en-US"/>
              </w:rPr>
              <w:t>Datos del cargo actual</w:t>
            </w:r>
          </w:p>
        </w:tc>
      </w:tr>
      <w:tr w:rsidR="00236DA9" w:rsidRPr="001C5331" w14:paraId="490DDFE0" w14:textId="77777777" w:rsidTr="00367315">
        <w:trPr>
          <w:trHeight w:val="421"/>
        </w:trPr>
        <w:tc>
          <w:tcPr>
            <w:cnfStyle w:val="001000000000" w:firstRow="0" w:lastRow="0" w:firstColumn="1" w:lastColumn="0" w:oddVBand="0" w:evenVBand="0" w:oddHBand="0" w:evenHBand="0" w:firstRowFirstColumn="0" w:firstRowLastColumn="0" w:lastRowFirstColumn="0" w:lastRowLastColumn="0"/>
            <w:tcW w:w="780" w:type="pct"/>
            <w:tcBorders>
              <w:left w:val="single" w:sz="12" w:space="0" w:color="550EA0"/>
            </w:tcBorders>
            <w:shd w:val="clear" w:color="auto" w:fill="ECD8FC"/>
            <w:vAlign w:val="center"/>
          </w:tcPr>
          <w:p w14:paraId="2221D078" w14:textId="299198D9" w:rsidR="00236DA9" w:rsidRPr="001C5331" w:rsidRDefault="00B54C04" w:rsidP="00236DA9">
            <w:pPr>
              <w:rPr>
                <w:rFonts w:ascii="Aptos" w:eastAsiaTheme="minorHAnsi" w:hAnsi="Aptos" w:cs="Arial"/>
                <w:sz w:val="14"/>
                <w:szCs w:val="14"/>
                <w:lang w:val="es-MX" w:eastAsia="en-US"/>
              </w:rPr>
            </w:pPr>
            <w:r w:rsidRPr="001C5331">
              <w:rPr>
                <w:rFonts w:ascii="Aptos" w:eastAsiaTheme="minorHAnsi" w:hAnsi="Aptos" w:cs="Arial"/>
                <w:b w:val="0"/>
                <w:bCs w:val="0"/>
                <w:sz w:val="14"/>
                <w:szCs w:val="14"/>
                <w:lang w:val="es-MX" w:eastAsia="en-US"/>
              </w:rPr>
              <w:t>Fecha y cargo de ingreso al Instituto</w:t>
            </w:r>
          </w:p>
        </w:tc>
        <w:tc>
          <w:tcPr>
            <w:tcW w:w="1584" w:type="pct"/>
            <w:tcBorders>
              <w:left w:val="single" w:sz="12" w:space="0" w:color="550EA0"/>
              <w:right w:val="single" w:sz="12" w:space="0" w:color="550EA0"/>
            </w:tcBorders>
            <w:shd w:val="clear" w:color="auto" w:fill="ECD8FC"/>
            <w:vAlign w:val="center"/>
          </w:tcPr>
          <w:p w14:paraId="026158D5" w14:textId="77777777" w:rsidR="00236DA9" w:rsidRPr="001C5331" w:rsidRDefault="00236DA9" w:rsidP="00236DA9">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282" w:type="pct"/>
            <w:tcBorders>
              <w:right w:val="single" w:sz="12" w:space="0" w:color="550EA0"/>
            </w:tcBorders>
            <w:shd w:val="clear" w:color="auto" w:fill="ECD8FC"/>
            <w:vAlign w:val="bottom"/>
          </w:tcPr>
          <w:p w14:paraId="6B9991C2" w14:textId="6F64CFC8" w:rsidR="00236DA9" w:rsidRPr="001C5331" w:rsidRDefault="00236DA9" w:rsidP="00236DA9">
            <w:pPr>
              <w:spacing w:after="160" w:line="259" w:lineRule="auto"/>
              <w:cnfStyle w:val="000000000000" w:firstRow="0" w:lastRow="0" w:firstColumn="0" w:lastColumn="0" w:oddVBand="0" w:evenVBand="0" w:oddHBand="0" w:evenHBand="0" w:firstRowFirstColumn="0" w:firstRowLastColumn="0" w:lastRowFirstColumn="0" w:lastRowLastColumn="0"/>
              <w:rPr>
                <w:rFonts w:ascii="Aptos" w:hAnsi="Aptos" w:cs="Arial"/>
                <w:sz w:val="14"/>
                <w:szCs w:val="14"/>
                <w:lang w:val="es-MX"/>
              </w:rPr>
            </w:pPr>
            <w:r w:rsidRPr="001C5331">
              <w:rPr>
                <w:rFonts w:ascii="Aptos" w:hAnsi="Aptos" w:cs="Arial"/>
                <w:sz w:val="14"/>
                <w:szCs w:val="14"/>
                <w:lang w:val="es-MX"/>
              </w:rPr>
              <w:t>¿Cuenta con titularidad?</w:t>
            </w:r>
          </w:p>
        </w:tc>
        <w:tc>
          <w:tcPr>
            <w:tcW w:w="641" w:type="pct"/>
            <w:gridSpan w:val="2"/>
            <w:tcBorders>
              <w:right w:val="single" w:sz="12" w:space="0" w:color="550EA0"/>
            </w:tcBorders>
            <w:shd w:val="clear" w:color="auto" w:fill="ECD8FC"/>
            <w:vAlign w:val="center"/>
          </w:tcPr>
          <w:p w14:paraId="1BFAAECD" w14:textId="52CEFBA2" w:rsidR="00236DA9" w:rsidRPr="001C5331" w:rsidRDefault="00236DA9" w:rsidP="00236DA9">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r w:rsidRPr="001C5331">
              <w:rPr>
                <w:rFonts w:ascii="Aptos" w:eastAsiaTheme="minorHAnsi" w:hAnsi="Aptos" w:cs="Arial"/>
                <w:sz w:val="14"/>
                <w:szCs w:val="14"/>
                <w:lang w:val="es-MX" w:eastAsia="en-US"/>
              </w:rPr>
              <w:t>Sí</w:t>
            </w:r>
          </w:p>
        </w:tc>
        <w:tc>
          <w:tcPr>
            <w:tcW w:w="713" w:type="pct"/>
            <w:tcBorders>
              <w:right w:val="single" w:sz="12" w:space="0" w:color="550EA0"/>
            </w:tcBorders>
            <w:shd w:val="clear" w:color="auto" w:fill="ECD8FC"/>
            <w:vAlign w:val="center"/>
          </w:tcPr>
          <w:p w14:paraId="0A3C5ECF" w14:textId="6998469F" w:rsidR="00236DA9" w:rsidRPr="001C5331" w:rsidRDefault="00236DA9" w:rsidP="00236DA9">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r w:rsidRPr="001C5331">
              <w:rPr>
                <w:rFonts w:ascii="Aptos" w:eastAsiaTheme="minorHAnsi" w:hAnsi="Aptos" w:cs="Arial"/>
                <w:sz w:val="14"/>
                <w:szCs w:val="14"/>
                <w:lang w:val="es-MX" w:eastAsia="en-US"/>
              </w:rPr>
              <w:t>No</w:t>
            </w:r>
          </w:p>
        </w:tc>
      </w:tr>
      <w:tr w:rsidR="00367315" w:rsidRPr="001C5331" w14:paraId="664E0BD1" w14:textId="77777777" w:rsidTr="00367315">
        <w:trPr>
          <w:trHeight w:val="341"/>
        </w:trPr>
        <w:tc>
          <w:tcPr>
            <w:cnfStyle w:val="001000000000" w:firstRow="0" w:lastRow="0" w:firstColumn="1" w:lastColumn="0" w:oddVBand="0" w:evenVBand="0" w:oddHBand="0" w:evenHBand="0" w:firstRowFirstColumn="0" w:firstRowLastColumn="0" w:lastRowFirstColumn="0" w:lastRowLastColumn="0"/>
            <w:tcW w:w="780" w:type="pct"/>
            <w:tcBorders>
              <w:left w:val="single" w:sz="12" w:space="0" w:color="550EA0"/>
            </w:tcBorders>
            <w:shd w:val="clear" w:color="auto" w:fill="F2F2F2" w:themeFill="background1" w:themeFillShade="F2"/>
            <w:vAlign w:val="center"/>
          </w:tcPr>
          <w:p w14:paraId="779CFF27" w14:textId="53147C9E" w:rsidR="00367315" w:rsidRPr="001C5331" w:rsidRDefault="00367315" w:rsidP="005D054A">
            <w:pPr>
              <w:rPr>
                <w:rFonts w:ascii="Aptos" w:eastAsiaTheme="minorHAnsi" w:hAnsi="Aptos" w:cs="Arial"/>
                <w:sz w:val="14"/>
                <w:szCs w:val="14"/>
                <w:lang w:val="es-MX" w:eastAsia="en-US"/>
              </w:rPr>
            </w:pPr>
            <w:r w:rsidRPr="001C5331">
              <w:rPr>
                <w:rFonts w:ascii="Aptos" w:eastAsiaTheme="minorHAnsi" w:hAnsi="Aptos" w:cs="Arial"/>
                <w:b w:val="0"/>
                <w:bCs w:val="0"/>
                <w:sz w:val="14"/>
                <w:szCs w:val="14"/>
                <w:lang w:val="es-MX" w:eastAsia="en-US"/>
              </w:rPr>
              <w:t>Cargo/puesto</w:t>
            </w:r>
          </w:p>
        </w:tc>
        <w:tc>
          <w:tcPr>
            <w:tcW w:w="1584" w:type="pct"/>
            <w:tcBorders>
              <w:left w:val="single" w:sz="12" w:space="0" w:color="550EA0"/>
              <w:right w:val="single" w:sz="12" w:space="0" w:color="550EA0"/>
            </w:tcBorders>
            <w:shd w:val="clear" w:color="auto" w:fill="F2F2F2" w:themeFill="background1" w:themeFillShade="F2"/>
            <w:vAlign w:val="center"/>
          </w:tcPr>
          <w:p w14:paraId="1CE52755" w14:textId="77777777" w:rsidR="00367315" w:rsidRPr="001C5331" w:rsidRDefault="00367315" w:rsidP="009D741C">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602" w:type="pct"/>
            <w:gridSpan w:val="2"/>
            <w:tcBorders>
              <w:right w:val="single" w:sz="12" w:space="0" w:color="550EA0"/>
            </w:tcBorders>
            <w:shd w:val="clear" w:color="auto" w:fill="F2F2F2" w:themeFill="background1" w:themeFillShade="F2"/>
            <w:vAlign w:val="center"/>
          </w:tcPr>
          <w:p w14:paraId="7B5CE69C" w14:textId="122EEAB5" w:rsidR="00367315" w:rsidRPr="001C5331" w:rsidRDefault="00EB1AD7" w:rsidP="00367315">
            <w:pP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r w:rsidRPr="001C5331">
              <w:rPr>
                <w:rFonts w:ascii="Aptos" w:hAnsi="Aptos" w:cs="Arial"/>
                <w:sz w:val="14"/>
                <w:szCs w:val="14"/>
                <w:lang w:val="es-MX"/>
              </w:rPr>
              <w:t>Fecha</w:t>
            </w:r>
            <w:r w:rsidR="00367315" w:rsidRPr="001C5331">
              <w:rPr>
                <w:rFonts w:ascii="Aptos" w:hAnsi="Aptos" w:cs="Arial"/>
                <w:sz w:val="14"/>
                <w:szCs w:val="14"/>
                <w:lang w:val="es-MX"/>
              </w:rPr>
              <w:t xml:space="preserve"> en el que obtuvo titularidad al cargo actual</w:t>
            </w:r>
          </w:p>
        </w:tc>
        <w:tc>
          <w:tcPr>
            <w:tcW w:w="1034" w:type="pct"/>
            <w:gridSpan w:val="2"/>
            <w:tcBorders>
              <w:right w:val="single" w:sz="12" w:space="0" w:color="550EA0"/>
            </w:tcBorders>
            <w:shd w:val="clear" w:color="auto" w:fill="F2F2F2" w:themeFill="background1" w:themeFillShade="F2"/>
            <w:vAlign w:val="center"/>
          </w:tcPr>
          <w:p w14:paraId="0FC3D1A3" w14:textId="30F32847" w:rsidR="00367315" w:rsidRPr="001C5331" w:rsidRDefault="00367315" w:rsidP="009D741C">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r>
      <w:tr w:rsidR="00367315" w:rsidRPr="001C5331" w14:paraId="54E5F525" w14:textId="77777777" w:rsidTr="006E0E30">
        <w:trPr>
          <w:trHeight w:val="156"/>
        </w:trPr>
        <w:tc>
          <w:tcPr>
            <w:cnfStyle w:val="001000000000" w:firstRow="0" w:lastRow="0" w:firstColumn="1" w:lastColumn="0" w:oddVBand="0" w:evenVBand="0" w:oddHBand="0" w:evenHBand="0" w:firstRowFirstColumn="0" w:firstRowLastColumn="0" w:lastRowFirstColumn="0" w:lastRowLastColumn="0"/>
            <w:tcW w:w="780" w:type="pct"/>
            <w:tcBorders>
              <w:left w:val="single" w:sz="12" w:space="0" w:color="550EA0"/>
            </w:tcBorders>
            <w:shd w:val="clear" w:color="auto" w:fill="ECD8FC"/>
            <w:vAlign w:val="center"/>
          </w:tcPr>
          <w:p w14:paraId="23D205D5" w14:textId="15E6844F" w:rsidR="00367315" w:rsidRPr="001C5331" w:rsidRDefault="00367315" w:rsidP="00367315">
            <w:pPr>
              <w:rPr>
                <w:rFonts w:ascii="Aptos" w:eastAsiaTheme="minorHAnsi" w:hAnsi="Aptos" w:cs="Arial"/>
                <w:sz w:val="14"/>
                <w:szCs w:val="14"/>
                <w:lang w:val="es-MX" w:eastAsia="en-US"/>
              </w:rPr>
            </w:pPr>
            <w:r w:rsidRPr="001C5331">
              <w:rPr>
                <w:rFonts w:ascii="Aptos" w:eastAsiaTheme="minorHAnsi" w:hAnsi="Aptos" w:cs="Arial"/>
                <w:b w:val="0"/>
                <w:bCs w:val="0"/>
                <w:sz w:val="14"/>
                <w:szCs w:val="14"/>
                <w:lang w:val="es-MX" w:eastAsia="en-US"/>
              </w:rPr>
              <w:t>Adscripción</w:t>
            </w:r>
          </w:p>
        </w:tc>
        <w:tc>
          <w:tcPr>
            <w:tcW w:w="1584" w:type="pct"/>
            <w:tcBorders>
              <w:left w:val="single" w:sz="12" w:space="0" w:color="550EA0"/>
              <w:right w:val="single" w:sz="12" w:space="0" w:color="550EA0"/>
            </w:tcBorders>
            <w:shd w:val="clear" w:color="auto" w:fill="ECD8FC"/>
            <w:vAlign w:val="center"/>
          </w:tcPr>
          <w:p w14:paraId="4B3672A0" w14:textId="77777777" w:rsidR="00367315" w:rsidRPr="001C5331" w:rsidRDefault="00367315" w:rsidP="00367315">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282" w:type="pct"/>
            <w:tcBorders>
              <w:right w:val="single" w:sz="12" w:space="0" w:color="550EA0"/>
            </w:tcBorders>
            <w:shd w:val="clear" w:color="auto" w:fill="ECD8FC"/>
            <w:vAlign w:val="center"/>
          </w:tcPr>
          <w:p w14:paraId="02D85173" w14:textId="0F1E5237" w:rsidR="00367315" w:rsidRPr="001C5331" w:rsidRDefault="00367315" w:rsidP="00367315">
            <w:pPr>
              <w:spacing w:after="160" w:line="259" w:lineRule="auto"/>
              <w:cnfStyle w:val="000000000000" w:firstRow="0" w:lastRow="0" w:firstColumn="0" w:lastColumn="0" w:oddVBand="0" w:evenVBand="0" w:oddHBand="0" w:evenHBand="0" w:firstRowFirstColumn="0" w:firstRowLastColumn="0" w:lastRowFirstColumn="0" w:lastRowLastColumn="0"/>
              <w:rPr>
                <w:rFonts w:ascii="Aptos" w:hAnsi="Aptos" w:cs="Arial"/>
                <w:sz w:val="14"/>
                <w:szCs w:val="14"/>
                <w:lang w:val="es-MX"/>
              </w:rPr>
            </w:pPr>
            <w:r w:rsidRPr="001C5331">
              <w:rPr>
                <w:rFonts w:ascii="Aptos" w:hAnsi="Aptos" w:cs="Arial"/>
                <w:sz w:val="14"/>
                <w:szCs w:val="14"/>
                <w:lang w:val="es-MX"/>
              </w:rPr>
              <w:t>¿Ha acreditado los módulos del Programa de Formación correspondientes al nivel del cargo o puesto que ocupa?</w:t>
            </w:r>
          </w:p>
        </w:tc>
        <w:tc>
          <w:tcPr>
            <w:tcW w:w="641" w:type="pct"/>
            <w:gridSpan w:val="2"/>
            <w:tcBorders>
              <w:right w:val="single" w:sz="12" w:space="0" w:color="550EA0"/>
            </w:tcBorders>
            <w:shd w:val="clear" w:color="auto" w:fill="ECD8FC"/>
            <w:vAlign w:val="center"/>
          </w:tcPr>
          <w:p w14:paraId="3FB95CC7" w14:textId="3901C4FD" w:rsidR="00367315" w:rsidRPr="001C5331" w:rsidRDefault="00367315" w:rsidP="00367315">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Sí</w:t>
            </w:r>
          </w:p>
        </w:tc>
        <w:tc>
          <w:tcPr>
            <w:tcW w:w="713" w:type="pct"/>
            <w:tcBorders>
              <w:right w:val="single" w:sz="12" w:space="0" w:color="550EA0"/>
            </w:tcBorders>
            <w:shd w:val="clear" w:color="auto" w:fill="ECD8FC"/>
            <w:vAlign w:val="center"/>
          </w:tcPr>
          <w:p w14:paraId="45291A62" w14:textId="13EEEA1E" w:rsidR="00367315" w:rsidRPr="001C5331" w:rsidRDefault="00367315" w:rsidP="00367315">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w:t>
            </w:r>
          </w:p>
        </w:tc>
      </w:tr>
      <w:tr w:rsidR="00367315" w:rsidRPr="001C5331" w14:paraId="4F76E1D9" w14:textId="77777777" w:rsidTr="006E0E30">
        <w:trPr>
          <w:trHeight w:val="421"/>
        </w:trPr>
        <w:tc>
          <w:tcPr>
            <w:cnfStyle w:val="001000000000" w:firstRow="0" w:lastRow="0" w:firstColumn="1" w:lastColumn="0" w:oddVBand="0" w:evenVBand="0" w:oddHBand="0" w:evenHBand="0" w:firstRowFirstColumn="0" w:firstRowLastColumn="0" w:lastRowFirstColumn="0" w:lastRowLastColumn="0"/>
            <w:tcW w:w="780" w:type="pct"/>
            <w:tcBorders>
              <w:left w:val="single" w:sz="12" w:space="0" w:color="550EA0"/>
            </w:tcBorders>
            <w:shd w:val="clear" w:color="auto" w:fill="F2F2F2" w:themeFill="background1" w:themeFillShade="F2"/>
            <w:vAlign w:val="center"/>
          </w:tcPr>
          <w:p w14:paraId="00BFF7E7" w14:textId="73FFFFAB" w:rsidR="00367315" w:rsidRPr="001C5331" w:rsidRDefault="00367315" w:rsidP="00367315">
            <w:pPr>
              <w:rPr>
                <w:rFonts w:ascii="Aptos" w:eastAsiaTheme="minorHAnsi" w:hAnsi="Aptos" w:cs="Arial"/>
                <w:sz w:val="14"/>
                <w:szCs w:val="14"/>
                <w:lang w:val="es-MX" w:eastAsia="en-US"/>
              </w:rPr>
            </w:pPr>
            <w:r w:rsidRPr="001C5331">
              <w:rPr>
                <w:rFonts w:ascii="Aptos" w:eastAsiaTheme="minorHAnsi" w:hAnsi="Aptos" w:cs="Arial"/>
                <w:b w:val="0"/>
                <w:bCs w:val="0"/>
                <w:sz w:val="14"/>
                <w:szCs w:val="14"/>
                <w:lang w:val="es-MX" w:eastAsia="en-US"/>
              </w:rPr>
              <w:t>Fecha de ingreso del cargo actual</w:t>
            </w:r>
          </w:p>
        </w:tc>
        <w:tc>
          <w:tcPr>
            <w:tcW w:w="1584" w:type="pct"/>
            <w:tcBorders>
              <w:left w:val="single" w:sz="12" w:space="0" w:color="550EA0"/>
              <w:right w:val="single" w:sz="12" w:space="0" w:color="550EA0"/>
            </w:tcBorders>
            <w:shd w:val="clear" w:color="auto" w:fill="F2F2F2" w:themeFill="background1" w:themeFillShade="F2"/>
            <w:vAlign w:val="center"/>
          </w:tcPr>
          <w:p w14:paraId="3BC59E14" w14:textId="77777777" w:rsidR="00367315" w:rsidRPr="001C5331" w:rsidRDefault="00367315" w:rsidP="00367315">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282" w:type="pct"/>
            <w:tcBorders>
              <w:right w:val="single" w:sz="12" w:space="0" w:color="550EA0"/>
            </w:tcBorders>
            <w:shd w:val="clear" w:color="auto" w:fill="F2F2F2" w:themeFill="background1" w:themeFillShade="F2"/>
            <w:vAlign w:val="center"/>
          </w:tcPr>
          <w:p w14:paraId="274E2E06" w14:textId="2084ABAF" w:rsidR="00367315" w:rsidRPr="001C5331" w:rsidRDefault="00367315" w:rsidP="00367315">
            <w:pP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De ser negativa la pregunta anterior, explique brevemente el motivo</w:t>
            </w:r>
          </w:p>
        </w:tc>
        <w:tc>
          <w:tcPr>
            <w:tcW w:w="1354" w:type="pct"/>
            <w:gridSpan w:val="3"/>
            <w:tcBorders>
              <w:right w:val="single" w:sz="12" w:space="0" w:color="550EA0"/>
            </w:tcBorders>
            <w:shd w:val="clear" w:color="auto" w:fill="F2F2F2" w:themeFill="background1" w:themeFillShade="F2"/>
            <w:vAlign w:val="center"/>
          </w:tcPr>
          <w:p w14:paraId="2F6EF9EE" w14:textId="3A5A784B" w:rsidR="00367315" w:rsidRPr="001C5331" w:rsidRDefault="00367315" w:rsidP="00367315">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r>
    </w:tbl>
    <w:p w14:paraId="70FBB389" w14:textId="77777777" w:rsidR="00B54C04" w:rsidRPr="001C5331" w:rsidRDefault="00B54C04" w:rsidP="006F499D">
      <w:pPr>
        <w:rPr>
          <w:rFonts w:ascii="Aptos" w:eastAsiaTheme="minorHAnsi" w:hAnsi="Aptos" w:cs="Arial"/>
          <w:sz w:val="2"/>
          <w:szCs w:val="2"/>
          <w:lang w:val="es-MX" w:eastAsia="en-US"/>
        </w:rPr>
      </w:pPr>
    </w:p>
    <w:p w14:paraId="04A40A0E" w14:textId="77777777" w:rsidR="00B54C04" w:rsidRPr="001C5331" w:rsidRDefault="00B54C04" w:rsidP="006F499D">
      <w:pPr>
        <w:rPr>
          <w:rFonts w:ascii="Aptos" w:eastAsiaTheme="minorHAnsi" w:hAnsi="Aptos" w:cs="Arial"/>
          <w:sz w:val="2"/>
          <w:szCs w:val="2"/>
          <w:lang w:val="es-MX" w:eastAsia="en-US"/>
        </w:rPr>
      </w:pPr>
    </w:p>
    <w:tbl>
      <w:tblPr>
        <w:tblW w:w="5123" w:type="pct"/>
        <w:tblInd w:w="-147" w:type="dxa"/>
        <w:tblBorders>
          <w:top w:val="single" w:sz="4" w:space="0" w:color="9FA692" w:themeColor="accent4"/>
          <w:left w:val="single" w:sz="4" w:space="0" w:color="9FA692" w:themeColor="accent4"/>
          <w:bottom w:val="single" w:sz="4" w:space="0" w:color="9FA692" w:themeColor="accent4"/>
          <w:right w:val="single" w:sz="4" w:space="0" w:color="9FA692" w:themeColor="accent4"/>
          <w:insideH w:val="single" w:sz="4" w:space="0" w:color="9FA692" w:themeColor="accent4"/>
          <w:insideV w:val="single" w:sz="4" w:space="0" w:color="9FA692" w:themeColor="accent4"/>
        </w:tblBorders>
        <w:tblLayout w:type="fixed"/>
        <w:tblLook w:val="0420" w:firstRow="1" w:lastRow="0" w:firstColumn="0" w:lastColumn="0" w:noHBand="0" w:noVBand="1"/>
      </w:tblPr>
      <w:tblGrid>
        <w:gridCol w:w="4679"/>
        <w:gridCol w:w="570"/>
        <w:gridCol w:w="526"/>
        <w:gridCol w:w="5280"/>
      </w:tblGrid>
      <w:tr w:rsidR="00B54C04" w:rsidRPr="001C5331" w14:paraId="32EBFDAE" w14:textId="77777777" w:rsidTr="00356A5A">
        <w:trPr>
          <w:trHeight w:val="42"/>
        </w:trPr>
        <w:tc>
          <w:tcPr>
            <w:tcW w:w="2116" w:type="pct"/>
            <w:tcBorders>
              <w:left w:val="single" w:sz="4" w:space="0" w:color="auto"/>
              <w:bottom w:val="single" w:sz="4" w:space="0" w:color="auto"/>
            </w:tcBorders>
            <w:shd w:val="clear" w:color="auto" w:fill="F2F2F2"/>
            <w:vAlign w:val="center"/>
          </w:tcPr>
          <w:p w14:paraId="24226E57" w14:textId="77777777" w:rsidR="00B54C04" w:rsidRPr="001C5331" w:rsidRDefault="00B54C04" w:rsidP="00356A5A">
            <w:pPr>
              <w:rPr>
                <w:rFonts w:ascii="Aptos" w:hAnsi="Aptos" w:cs="Arial"/>
                <w:sz w:val="14"/>
                <w:szCs w:val="14"/>
                <w:lang w:val="es-MX"/>
              </w:rPr>
            </w:pPr>
            <w:r w:rsidRPr="001C5331">
              <w:rPr>
                <w:rFonts w:ascii="Aptos" w:hAnsi="Aptos" w:cs="Arial"/>
                <w:sz w:val="14"/>
                <w:szCs w:val="14"/>
                <w:lang w:val="es-MX"/>
              </w:rPr>
              <w:t>¿Guarda parentesco por afinidad o consanguinidad en línea recta sin limitación de grado o línea colateral hasta el cuarto grado y o una relación de subordinación al cambio de adscripción solicitado?</w:t>
            </w:r>
          </w:p>
        </w:tc>
        <w:tc>
          <w:tcPr>
            <w:tcW w:w="258" w:type="pct"/>
            <w:tcBorders>
              <w:bottom w:val="single" w:sz="4" w:space="0" w:color="auto"/>
            </w:tcBorders>
            <w:shd w:val="clear" w:color="auto" w:fill="F2F2F2"/>
            <w:vAlign w:val="center"/>
          </w:tcPr>
          <w:p w14:paraId="57EFD35D" w14:textId="77777777" w:rsidR="00B54C04" w:rsidRPr="001C5331" w:rsidRDefault="00B54C04" w:rsidP="00356A5A">
            <w:pPr>
              <w:jc w:val="center"/>
              <w:rPr>
                <w:rFonts w:ascii="Aptos" w:hAnsi="Aptos" w:cs="Arial"/>
                <w:sz w:val="14"/>
                <w:szCs w:val="14"/>
                <w:lang w:val="es-MX"/>
              </w:rPr>
            </w:pPr>
            <w:r w:rsidRPr="001C5331">
              <w:rPr>
                <w:rFonts w:ascii="Aptos" w:hAnsi="Aptos"/>
                <w:sz w:val="14"/>
                <w:szCs w:val="14"/>
              </w:rPr>
              <w:t>Sí</w:t>
            </w:r>
          </w:p>
        </w:tc>
        <w:tc>
          <w:tcPr>
            <w:tcW w:w="238" w:type="pct"/>
            <w:tcBorders>
              <w:bottom w:val="single" w:sz="4" w:space="0" w:color="auto"/>
            </w:tcBorders>
            <w:shd w:val="clear" w:color="auto" w:fill="F2F2F2"/>
            <w:vAlign w:val="center"/>
          </w:tcPr>
          <w:p w14:paraId="268C8A97" w14:textId="77777777" w:rsidR="00B54C04" w:rsidRPr="001C5331" w:rsidRDefault="00B54C04" w:rsidP="00356A5A">
            <w:pPr>
              <w:jc w:val="center"/>
              <w:rPr>
                <w:rFonts w:ascii="Aptos" w:hAnsi="Aptos" w:cs="Arial"/>
                <w:sz w:val="14"/>
                <w:szCs w:val="14"/>
                <w:lang w:val="es-MX"/>
              </w:rPr>
            </w:pPr>
            <w:r w:rsidRPr="001C5331">
              <w:rPr>
                <w:rFonts w:ascii="Aptos" w:hAnsi="Aptos"/>
                <w:sz w:val="14"/>
                <w:szCs w:val="14"/>
              </w:rPr>
              <w:t>No</w:t>
            </w:r>
          </w:p>
        </w:tc>
        <w:tc>
          <w:tcPr>
            <w:tcW w:w="2388" w:type="pct"/>
            <w:tcBorders>
              <w:bottom w:val="single" w:sz="4" w:space="0" w:color="auto"/>
              <w:right w:val="single" w:sz="4" w:space="0" w:color="auto"/>
            </w:tcBorders>
            <w:shd w:val="clear" w:color="auto" w:fill="F2F2F2"/>
            <w:vAlign w:val="center"/>
          </w:tcPr>
          <w:p w14:paraId="78AD7EF2" w14:textId="77777777" w:rsidR="00B54C04" w:rsidRPr="001C5331" w:rsidRDefault="00B54C04" w:rsidP="00356A5A">
            <w:pPr>
              <w:rPr>
                <w:rFonts w:ascii="Aptos" w:hAnsi="Aptos" w:cs="Arial"/>
                <w:sz w:val="14"/>
                <w:szCs w:val="14"/>
                <w:lang w:val="es-MX"/>
              </w:rPr>
            </w:pPr>
          </w:p>
        </w:tc>
      </w:tr>
    </w:tbl>
    <w:p w14:paraId="477AFB24" w14:textId="77777777" w:rsidR="00093D27" w:rsidRPr="001C5331" w:rsidRDefault="00B54C04" w:rsidP="006F499D">
      <w:pPr>
        <w:rPr>
          <w:rFonts w:ascii="Aptos" w:eastAsiaTheme="minorHAnsi" w:hAnsi="Aptos" w:cs="Arial"/>
          <w:sz w:val="2"/>
          <w:szCs w:val="2"/>
          <w:lang w:val="es-MX" w:eastAsia="en-US"/>
        </w:rPr>
      </w:pPr>
      <w:r w:rsidRPr="001C5331">
        <w:rPr>
          <w:rFonts w:ascii="Aptos" w:eastAsiaTheme="minorHAnsi" w:hAnsi="Aptos" w:cs="Arial"/>
          <w:sz w:val="2"/>
          <w:szCs w:val="2"/>
          <w:lang w:val="es-MX" w:eastAsia="en-US"/>
        </w:rPr>
        <w:t xml:space="preserve"> </w:t>
      </w:r>
    </w:p>
    <w:p w14:paraId="57D10BCC" w14:textId="77777777" w:rsidR="00093D27" w:rsidRPr="001C5331" w:rsidRDefault="00093D27" w:rsidP="006F499D">
      <w:pPr>
        <w:rPr>
          <w:rFonts w:ascii="Aptos" w:eastAsiaTheme="minorHAnsi" w:hAnsi="Aptos" w:cs="Arial"/>
          <w:sz w:val="2"/>
          <w:szCs w:val="2"/>
          <w:lang w:val="es-MX" w:eastAsia="en-US"/>
        </w:rPr>
      </w:pPr>
    </w:p>
    <w:p w14:paraId="6C0ADC10" w14:textId="77777777" w:rsidR="00093D27" w:rsidRPr="001C5331" w:rsidRDefault="00093D27" w:rsidP="006F499D">
      <w:pPr>
        <w:rPr>
          <w:rFonts w:ascii="Aptos" w:eastAsiaTheme="minorHAnsi" w:hAnsi="Aptos" w:cs="Arial"/>
          <w:sz w:val="2"/>
          <w:szCs w:val="2"/>
          <w:lang w:val="es-MX" w:eastAsia="en-US"/>
        </w:rPr>
      </w:pPr>
    </w:p>
    <w:p w14:paraId="3E5C6FFF" w14:textId="77777777" w:rsidR="00093D27" w:rsidRPr="001C5331" w:rsidRDefault="00093D27" w:rsidP="006F499D">
      <w:pPr>
        <w:rPr>
          <w:rFonts w:ascii="Aptos" w:eastAsiaTheme="minorHAnsi" w:hAnsi="Aptos" w:cs="Arial"/>
          <w:sz w:val="2"/>
          <w:szCs w:val="2"/>
          <w:lang w:val="es-MX" w:eastAsia="en-US"/>
        </w:rPr>
      </w:pPr>
    </w:p>
    <w:p w14:paraId="170DAB6F" w14:textId="77777777" w:rsidR="00093D27" w:rsidRPr="001C5331" w:rsidRDefault="00093D27" w:rsidP="006F499D">
      <w:pPr>
        <w:rPr>
          <w:rFonts w:ascii="Aptos" w:eastAsiaTheme="minorHAnsi" w:hAnsi="Aptos" w:cs="Arial"/>
          <w:sz w:val="2"/>
          <w:szCs w:val="2"/>
          <w:lang w:val="es-MX" w:eastAsia="en-US"/>
        </w:rPr>
      </w:pPr>
    </w:p>
    <w:p w14:paraId="178DD593" w14:textId="77777777" w:rsidR="00093D27" w:rsidRPr="001C5331" w:rsidRDefault="00093D27" w:rsidP="006F499D">
      <w:pPr>
        <w:rPr>
          <w:rFonts w:ascii="Aptos" w:eastAsiaTheme="minorHAnsi" w:hAnsi="Aptos" w:cs="Arial"/>
          <w:sz w:val="2"/>
          <w:szCs w:val="2"/>
          <w:lang w:val="es-MX" w:eastAsia="en-US"/>
        </w:rPr>
      </w:pPr>
    </w:p>
    <w:p w14:paraId="41584922" w14:textId="77777777" w:rsidR="00093D27" w:rsidRPr="001C5331" w:rsidRDefault="00093D27" w:rsidP="006F499D">
      <w:pPr>
        <w:rPr>
          <w:rFonts w:ascii="Aptos" w:eastAsiaTheme="minorHAnsi" w:hAnsi="Aptos" w:cs="Arial"/>
          <w:sz w:val="2"/>
          <w:szCs w:val="2"/>
          <w:lang w:val="es-MX" w:eastAsia="en-US"/>
        </w:rPr>
      </w:pPr>
    </w:p>
    <w:p w14:paraId="0D794773" w14:textId="77777777" w:rsidR="00093D27" w:rsidRPr="001C5331" w:rsidRDefault="00093D27" w:rsidP="006F499D">
      <w:pPr>
        <w:rPr>
          <w:rFonts w:ascii="Aptos" w:eastAsiaTheme="minorHAnsi" w:hAnsi="Aptos" w:cs="Arial"/>
          <w:sz w:val="2"/>
          <w:szCs w:val="2"/>
          <w:lang w:val="es-MX" w:eastAsia="en-US"/>
        </w:rPr>
      </w:pPr>
    </w:p>
    <w:p w14:paraId="7FBA82C3" w14:textId="77777777" w:rsidR="00093D27" w:rsidRPr="001C5331" w:rsidRDefault="00093D27" w:rsidP="006F499D">
      <w:pPr>
        <w:rPr>
          <w:rFonts w:ascii="Aptos" w:eastAsiaTheme="minorHAnsi" w:hAnsi="Aptos" w:cs="Arial"/>
          <w:sz w:val="2"/>
          <w:szCs w:val="2"/>
          <w:lang w:val="es-MX" w:eastAsia="en-US"/>
        </w:rPr>
      </w:pPr>
    </w:p>
    <w:tbl>
      <w:tblPr>
        <w:tblStyle w:val="Tabladecuadrcula1clara-nfasis11"/>
        <w:tblpPr w:leftFromText="141" w:rightFromText="141" w:vertAnchor="text" w:horzAnchor="margin" w:tblpXSpec="center" w:tblpY="-38"/>
        <w:tblW w:w="5135" w:type="pct"/>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24" w:space="0" w:color="FFFFFF" w:themeColor="background1"/>
          <w:insideV w:val="single" w:sz="24" w:space="0" w:color="FFFFFF" w:themeColor="background1"/>
        </w:tblBorders>
        <w:tblLook w:val="04A0" w:firstRow="1" w:lastRow="0" w:firstColumn="1" w:lastColumn="0" w:noHBand="0" w:noVBand="1"/>
      </w:tblPr>
      <w:tblGrid>
        <w:gridCol w:w="11061"/>
      </w:tblGrid>
      <w:tr w:rsidR="00093D27" w:rsidRPr="001C5331" w14:paraId="59169BCD" w14:textId="77777777" w:rsidTr="00356A5A">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5000" w:type="pct"/>
            <w:tcBorders>
              <w:left w:val="single" w:sz="12" w:space="0" w:color="550EA0"/>
              <w:right w:val="single" w:sz="12" w:space="0" w:color="550EA0"/>
            </w:tcBorders>
            <w:shd w:val="clear" w:color="auto" w:fill="ECD8FC"/>
            <w:vAlign w:val="center"/>
          </w:tcPr>
          <w:p w14:paraId="352EA256" w14:textId="599A9E6B" w:rsidR="00093D27" w:rsidRPr="001C5331" w:rsidRDefault="00093D27" w:rsidP="006A43C7">
            <w:pPr>
              <w:jc w:val="center"/>
              <w:rPr>
                <w:rFonts w:ascii="Aptos" w:eastAsiaTheme="minorHAnsi" w:hAnsi="Aptos" w:cs="Arial"/>
                <w:sz w:val="16"/>
                <w:szCs w:val="16"/>
                <w:lang w:eastAsia="en-US"/>
              </w:rPr>
            </w:pPr>
            <w:r w:rsidRPr="001C5331">
              <w:rPr>
                <w:rFonts w:ascii="Aptos" w:eastAsiaTheme="minorHAnsi" w:hAnsi="Aptos" w:cs="Arial"/>
                <w:sz w:val="16"/>
                <w:szCs w:val="16"/>
                <w:lang w:eastAsia="en-US"/>
              </w:rPr>
              <w:t>La presente convocatoria en todo momento será incluyente y evitará cualquier tipo de discriminación. Asimismo, está estrictamente prohibido solicitar certificados médicos de no embarazo y Virus de la Inmunodeficiencia Humana (VIH), o cualquier otra enfermedad como requisitos para el cambio de adscripción en este Instituto Electoral.</w:t>
            </w:r>
          </w:p>
        </w:tc>
      </w:tr>
    </w:tbl>
    <w:p w14:paraId="6E60FD7B" w14:textId="00B6CBF1" w:rsidR="005C0621" w:rsidRPr="001C5331" w:rsidRDefault="00BA430A" w:rsidP="006F499D">
      <w:pPr>
        <w:rPr>
          <w:rFonts w:ascii="Aptos" w:eastAsiaTheme="minorHAnsi" w:hAnsi="Aptos" w:cs="Arial"/>
          <w:sz w:val="2"/>
          <w:szCs w:val="2"/>
          <w:lang w:val="es-MX" w:eastAsia="en-US"/>
        </w:rPr>
      </w:pPr>
      <w:r w:rsidRPr="001C5331">
        <w:rPr>
          <w:rFonts w:ascii="Aptos" w:eastAsiaTheme="minorHAnsi" w:hAnsi="Aptos" w:cs="Arial"/>
          <w:sz w:val="2"/>
          <w:szCs w:val="2"/>
          <w:lang w:val="es-MX" w:eastAsia="en-US"/>
        </w:rPr>
        <w:br w:type="page"/>
      </w:r>
    </w:p>
    <w:tbl>
      <w:tblPr>
        <w:tblStyle w:val="Tabladecuadrcula1clara-nfasis11"/>
        <w:tblpPr w:leftFromText="141" w:rightFromText="141" w:vertAnchor="text" w:horzAnchor="margin" w:tblpXSpec="center" w:tblpY="-38"/>
        <w:tblW w:w="5135" w:type="pct"/>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24" w:space="0" w:color="FFFFFF" w:themeColor="background1"/>
          <w:insideV w:val="single" w:sz="24" w:space="0" w:color="FFFFFF" w:themeColor="background1"/>
        </w:tblBorders>
        <w:tblLook w:val="04A0" w:firstRow="1" w:lastRow="0" w:firstColumn="1" w:lastColumn="0" w:noHBand="0" w:noVBand="1"/>
      </w:tblPr>
      <w:tblGrid>
        <w:gridCol w:w="2114"/>
        <w:gridCol w:w="1841"/>
        <w:gridCol w:w="1418"/>
        <w:gridCol w:w="1562"/>
        <w:gridCol w:w="4126"/>
      </w:tblGrid>
      <w:tr w:rsidR="003305CA" w:rsidRPr="001C5331" w14:paraId="2B8DCF29" w14:textId="77777777" w:rsidTr="003826F5">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5000" w:type="pct"/>
            <w:gridSpan w:val="5"/>
            <w:tcBorders>
              <w:top w:val="single" w:sz="12" w:space="0" w:color="550EA0"/>
              <w:left w:val="single" w:sz="12" w:space="0" w:color="550EA0"/>
              <w:right w:val="single" w:sz="12" w:space="0" w:color="550EA0"/>
            </w:tcBorders>
            <w:shd w:val="clear" w:color="auto" w:fill="7030A0"/>
          </w:tcPr>
          <w:p w14:paraId="5F03B042" w14:textId="44B08DAA" w:rsidR="003305CA" w:rsidRPr="001C5331" w:rsidRDefault="003305CA" w:rsidP="003826F5">
            <w:pPr>
              <w:jc w:val="center"/>
              <w:rPr>
                <w:rFonts w:ascii="Aptos" w:eastAsiaTheme="minorHAnsi" w:hAnsi="Aptos" w:cs="Arial"/>
                <w:sz w:val="16"/>
                <w:szCs w:val="16"/>
                <w:lang w:val="es-MX" w:eastAsia="en-US"/>
              </w:rPr>
            </w:pPr>
            <w:r w:rsidRPr="001C5331">
              <w:rPr>
                <w:rFonts w:ascii="Aptos" w:eastAsiaTheme="minorHAnsi" w:hAnsi="Aptos" w:cs="Arial"/>
                <w:color w:val="FFFFFF" w:themeColor="background1"/>
                <w:sz w:val="16"/>
                <w:szCs w:val="16"/>
                <w:lang w:val="es-MX" w:eastAsia="en-US"/>
              </w:rPr>
              <w:lastRenderedPageBreak/>
              <w:t>Experiencia Laboral</w:t>
            </w:r>
          </w:p>
        </w:tc>
      </w:tr>
      <w:tr w:rsidR="003305CA" w:rsidRPr="001C5331" w14:paraId="1C2A7A42" w14:textId="77777777" w:rsidTr="006E0E30">
        <w:trPr>
          <w:trHeight w:val="225"/>
        </w:trPr>
        <w:tc>
          <w:tcPr>
            <w:cnfStyle w:val="001000000000" w:firstRow="0" w:lastRow="0" w:firstColumn="1" w:lastColumn="0" w:oddVBand="0" w:evenVBand="0" w:oddHBand="0" w:evenHBand="0" w:firstRowFirstColumn="0" w:firstRowLastColumn="0" w:lastRowFirstColumn="0" w:lastRowLastColumn="0"/>
            <w:tcW w:w="956" w:type="pct"/>
            <w:tcBorders>
              <w:top w:val="single" w:sz="12" w:space="0" w:color="550EA0"/>
              <w:left w:val="single" w:sz="12" w:space="0" w:color="550EA0"/>
              <w:right w:val="single" w:sz="12" w:space="0" w:color="550EA0"/>
            </w:tcBorders>
            <w:shd w:val="clear" w:color="auto" w:fill="7030A0"/>
            <w:vAlign w:val="center"/>
          </w:tcPr>
          <w:p w14:paraId="1CD279A3" w14:textId="2654EBF4" w:rsidR="003305CA" w:rsidRPr="001C5331" w:rsidRDefault="003305CA" w:rsidP="006E0E30">
            <w:pPr>
              <w:jc w:val="center"/>
              <w:rPr>
                <w:rFonts w:ascii="Aptos" w:eastAsiaTheme="minorHAnsi" w:hAnsi="Aptos" w:cs="Arial"/>
                <w:color w:val="FFFFFF" w:themeColor="background1"/>
                <w:sz w:val="16"/>
                <w:szCs w:val="16"/>
                <w:lang w:val="es-MX" w:eastAsia="en-US"/>
              </w:rPr>
            </w:pPr>
            <w:r w:rsidRPr="001C5331">
              <w:rPr>
                <w:rFonts w:ascii="Aptos" w:eastAsiaTheme="minorHAnsi" w:hAnsi="Aptos" w:cs="Arial"/>
                <w:color w:val="FFFFFF" w:themeColor="background1"/>
                <w:sz w:val="16"/>
                <w:szCs w:val="16"/>
                <w:lang w:val="es-MX" w:eastAsia="en-US"/>
              </w:rPr>
              <w:t>Institución</w:t>
            </w:r>
          </w:p>
        </w:tc>
        <w:tc>
          <w:tcPr>
            <w:tcW w:w="832" w:type="pct"/>
            <w:tcBorders>
              <w:top w:val="single" w:sz="12" w:space="0" w:color="550EA0"/>
              <w:left w:val="single" w:sz="12" w:space="0" w:color="550EA0"/>
              <w:right w:val="single" w:sz="12" w:space="0" w:color="550EA0"/>
            </w:tcBorders>
            <w:shd w:val="clear" w:color="auto" w:fill="7030A0"/>
            <w:vAlign w:val="center"/>
          </w:tcPr>
          <w:p w14:paraId="5191202E" w14:textId="22ECACB6"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color w:val="FFFFFF" w:themeColor="background1"/>
                <w:sz w:val="16"/>
                <w:szCs w:val="16"/>
                <w:lang w:val="es-MX" w:eastAsia="en-US"/>
              </w:rPr>
            </w:pPr>
            <w:r w:rsidRPr="001C5331">
              <w:rPr>
                <w:rFonts w:ascii="Aptos" w:eastAsiaTheme="minorHAnsi" w:hAnsi="Aptos" w:cs="Arial"/>
                <w:b/>
                <w:bCs/>
                <w:color w:val="FFFFFF" w:themeColor="background1"/>
                <w:sz w:val="16"/>
                <w:szCs w:val="16"/>
                <w:lang w:val="es-MX" w:eastAsia="en-US"/>
              </w:rPr>
              <w:t>Puesto desempeñado</w:t>
            </w:r>
          </w:p>
        </w:tc>
        <w:tc>
          <w:tcPr>
            <w:tcW w:w="641" w:type="pct"/>
            <w:tcBorders>
              <w:top w:val="single" w:sz="12" w:space="0" w:color="550EA0"/>
              <w:left w:val="single" w:sz="12" w:space="0" w:color="550EA0"/>
              <w:right w:val="single" w:sz="12" w:space="0" w:color="550EA0"/>
            </w:tcBorders>
            <w:shd w:val="clear" w:color="auto" w:fill="7030A0"/>
            <w:vAlign w:val="center"/>
          </w:tcPr>
          <w:p w14:paraId="478C66DE" w14:textId="6CAA7704"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color w:val="FFFFFF" w:themeColor="background1"/>
                <w:sz w:val="16"/>
                <w:szCs w:val="16"/>
                <w:lang w:val="es-MX" w:eastAsia="en-US"/>
              </w:rPr>
            </w:pPr>
            <w:r w:rsidRPr="001C5331">
              <w:rPr>
                <w:rFonts w:ascii="Aptos" w:eastAsiaTheme="minorHAnsi" w:hAnsi="Aptos" w:cs="Arial"/>
                <w:b/>
                <w:bCs/>
                <w:color w:val="FFFFFF" w:themeColor="background1"/>
                <w:sz w:val="16"/>
                <w:szCs w:val="16"/>
                <w:lang w:val="es-MX" w:eastAsia="en-US"/>
              </w:rPr>
              <w:t>Fecha de inicio</w:t>
            </w:r>
          </w:p>
        </w:tc>
        <w:tc>
          <w:tcPr>
            <w:tcW w:w="706" w:type="pct"/>
            <w:tcBorders>
              <w:top w:val="single" w:sz="12" w:space="0" w:color="550EA0"/>
              <w:left w:val="single" w:sz="12" w:space="0" w:color="550EA0"/>
              <w:right w:val="single" w:sz="12" w:space="0" w:color="550EA0"/>
            </w:tcBorders>
            <w:shd w:val="clear" w:color="auto" w:fill="7030A0"/>
            <w:vAlign w:val="center"/>
          </w:tcPr>
          <w:p w14:paraId="70532A89" w14:textId="62A4B76E"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color w:val="FFFFFF" w:themeColor="background1"/>
                <w:sz w:val="16"/>
                <w:szCs w:val="16"/>
                <w:lang w:val="es-MX" w:eastAsia="en-US"/>
              </w:rPr>
            </w:pPr>
            <w:r w:rsidRPr="001C5331">
              <w:rPr>
                <w:rFonts w:ascii="Aptos" w:eastAsiaTheme="minorHAnsi" w:hAnsi="Aptos" w:cs="Arial"/>
                <w:b/>
                <w:bCs/>
                <w:color w:val="FFFFFF" w:themeColor="background1"/>
                <w:sz w:val="16"/>
                <w:szCs w:val="16"/>
                <w:lang w:val="es-MX" w:eastAsia="en-US"/>
              </w:rPr>
              <w:t>Fecha de término</w:t>
            </w:r>
          </w:p>
        </w:tc>
        <w:tc>
          <w:tcPr>
            <w:tcW w:w="1865" w:type="pct"/>
            <w:tcBorders>
              <w:top w:val="single" w:sz="12" w:space="0" w:color="550EA0"/>
              <w:left w:val="single" w:sz="12" w:space="0" w:color="550EA0"/>
              <w:right w:val="single" w:sz="12" w:space="0" w:color="550EA0"/>
            </w:tcBorders>
            <w:shd w:val="clear" w:color="auto" w:fill="7030A0"/>
            <w:vAlign w:val="center"/>
          </w:tcPr>
          <w:p w14:paraId="2CBE50B2" w14:textId="641DF53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color w:val="FFFFFF" w:themeColor="background1"/>
                <w:sz w:val="16"/>
                <w:szCs w:val="16"/>
                <w:lang w:val="es-MX" w:eastAsia="en-US"/>
              </w:rPr>
            </w:pPr>
            <w:r w:rsidRPr="001C5331">
              <w:rPr>
                <w:rFonts w:ascii="Aptos" w:eastAsiaTheme="minorHAnsi" w:hAnsi="Aptos" w:cs="Arial"/>
                <w:b/>
                <w:bCs/>
                <w:color w:val="FFFFFF" w:themeColor="background1"/>
                <w:sz w:val="16"/>
                <w:szCs w:val="16"/>
                <w:lang w:val="es-MX" w:eastAsia="en-US"/>
              </w:rPr>
              <w:t>Principales actividades</w:t>
            </w:r>
          </w:p>
        </w:tc>
      </w:tr>
      <w:tr w:rsidR="003305CA" w:rsidRPr="001C5331" w14:paraId="5D2276DE" w14:textId="77777777" w:rsidTr="006E0E30">
        <w:trPr>
          <w:trHeight w:val="699"/>
        </w:trPr>
        <w:tc>
          <w:tcPr>
            <w:cnfStyle w:val="001000000000" w:firstRow="0" w:lastRow="0" w:firstColumn="1" w:lastColumn="0" w:oddVBand="0" w:evenVBand="0" w:oddHBand="0" w:evenHBand="0" w:firstRowFirstColumn="0" w:firstRowLastColumn="0" w:lastRowFirstColumn="0" w:lastRowLastColumn="0"/>
            <w:tcW w:w="956" w:type="pct"/>
            <w:tcBorders>
              <w:left w:val="single" w:sz="12" w:space="0" w:color="550EA0"/>
            </w:tcBorders>
            <w:shd w:val="clear" w:color="auto" w:fill="ECD8FC"/>
            <w:vAlign w:val="center"/>
          </w:tcPr>
          <w:p w14:paraId="7A51230B" w14:textId="01857C3E" w:rsidR="003305CA" w:rsidRPr="001C5331" w:rsidRDefault="003305CA" w:rsidP="006E0E30">
            <w:pPr>
              <w:jc w:val="center"/>
              <w:rPr>
                <w:rFonts w:ascii="Aptos" w:eastAsiaTheme="minorHAnsi" w:hAnsi="Aptos" w:cs="Arial"/>
                <w:sz w:val="14"/>
                <w:szCs w:val="14"/>
                <w:lang w:val="es-MX" w:eastAsia="en-US"/>
              </w:rPr>
            </w:pPr>
          </w:p>
        </w:tc>
        <w:tc>
          <w:tcPr>
            <w:tcW w:w="832" w:type="pct"/>
            <w:tcBorders>
              <w:left w:val="single" w:sz="12" w:space="0" w:color="550EA0"/>
              <w:right w:val="single" w:sz="12" w:space="0" w:color="550EA0"/>
            </w:tcBorders>
            <w:shd w:val="clear" w:color="auto" w:fill="ECD8FC"/>
            <w:vAlign w:val="center"/>
          </w:tcPr>
          <w:p w14:paraId="15BA6452" w14:textId="1F224A34"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641" w:type="pct"/>
            <w:tcBorders>
              <w:right w:val="single" w:sz="12" w:space="0" w:color="550EA0"/>
            </w:tcBorders>
            <w:shd w:val="clear" w:color="auto" w:fill="ECD8FC"/>
            <w:vAlign w:val="center"/>
          </w:tcPr>
          <w:p w14:paraId="2AA75311" w14:textId="6E03B421" w:rsidR="003305CA" w:rsidRPr="001C5331" w:rsidRDefault="003305CA" w:rsidP="006E0E30">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706" w:type="pct"/>
            <w:tcBorders>
              <w:right w:val="single" w:sz="12" w:space="0" w:color="550EA0"/>
            </w:tcBorders>
            <w:shd w:val="clear" w:color="auto" w:fill="ECD8FC"/>
            <w:vAlign w:val="center"/>
          </w:tcPr>
          <w:p w14:paraId="702A6C45" w14:textId="2C41A92B"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1865" w:type="pct"/>
            <w:tcBorders>
              <w:right w:val="single" w:sz="12" w:space="0" w:color="550EA0"/>
            </w:tcBorders>
            <w:shd w:val="clear" w:color="auto" w:fill="ECD8FC"/>
            <w:vAlign w:val="center"/>
          </w:tcPr>
          <w:p w14:paraId="26887CA4" w14:textId="373CA2E3"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r>
      <w:tr w:rsidR="003305CA" w:rsidRPr="001C5331" w14:paraId="7B9BCDFB" w14:textId="77777777" w:rsidTr="006E0E30">
        <w:trPr>
          <w:trHeight w:val="651"/>
        </w:trPr>
        <w:tc>
          <w:tcPr>
            <w:cnfStyle w:val="001000000000" w:firstRow="0" w:lastRow="0" w:firstColumn="1" w:lastColumn="0" w:oddVBand="0" w:evenVBand="0" w:oddHBand="0" w:evenHBand="0" w:firstRowFirstColumn="0" w:firstRowLastColumn="0" w:lastRowFirstColumn="0" w:lastRowLastColumn="0"/>
            <w:tcW w:w="956" w:type="pct"/>
            <w:tcBorders>
              <w:left w:val="single" w:sz="12" w:space="0" w:color="550EA0"/>
            </w:tcBorders>
            <w:shd w:val="clear" w:color="auto" w:fill="F2F2F2" w:themeFill="background1" w:themeFillShade="F2"/>
            <w:vAlign w:val="center"/>
          </w:tcPr>
          <w:p w14:paraId="0E3713F2" w14:textId="672120F5" w:rsidR="003305CA" w:rsidRPr="001C5331" w:rsidRDefault="003305CA" w:rsidP="006E0E30">
            <w:pPr>
              <w:jc w:val="center"/>
              <w:rPr>
                <w:rFonts w:ascii="Aptos" w:eastAsiaTheme="minorHAnsi" w:hAnsi="Aptos" w:cs="Arial"/>
                <w:sz w:val="14"/>
                <w:szCs w:val="14"/>
                <w:lang w:val="es-MX" w:eastAsia="en-US"/>
              </w:rPr>
            </w:pPr>
          </w:p>
        </w:tc>
        <w:tc>
          <w:tcPr>
            <w:tcW w:w="832" w:type="pct"/>
            <w:tcBorders>
              <w:left w:val="single" w:sz="12" w:space="0" w:color="550EA0"/>
              <w:right w:val="single" w:sz="12" w:space="0" w:color="550EA0"/>
            </w:tcBorders>
            <w:shd w:val="clear" w:color="auto" w:fill="F2F2F2" w:themeFill="background1" w:themeFillShade="F2"/>
            <w:vAlign w:val="center"/>
          </w:tcPr>
          <w:p w14:paraId="7204D09A"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641" w:type="pct"/>
            <w:tcBorders>
              <w:right w:val="single" w:sz="12" w:space="0" w:color="550EA0"/>
            </w:tcBorders>
            <w:shd w:val="clear" w:color="auto" w:fill="F2F2F2" w:themeFill="background1" w:themeFillShade="F2"/>
            <w:vAlign w:val="center"/>
          </w:tcPr>
          <w:p w14:paraId="136A70AD"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706" w:type="pct"/>
            <w:tcBorders>
              <w:right w:val="single" w:sz="12" w:space="0" w:color="550EA0"/>
            </w:tcBorders>
            <w:shd w:val="clear" w:color="auto" w:fill="F2F2F2" w:themeFill="background1" w:themeFillShade="F2"/>
            <w:vAlign w:val="center"/>
          </w:tcPr>
          <w:p w14:paraId="3DC38BCC" w14:textId="3E851B05"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865" w:type="pct"/>
            <w:tcBorders>
              <w:right w:val="single" w:sz="12" w:space="0" w:color="550EA0"/>
            </w:tcBorders>
            <w:shd w:val="clear" w:color="auto" w:fill="F2F2F2" w:themeFill="background1" w:themeFillShade="F2"/>
            <w:vAlign w:val="center"/>
          </w:tcPr>
          <w:p w14:paraId="11D6E1A9"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r>
      <w:tr w:rsidR="003305CA" w:rsidRPr="001C5331" w14:paraId="1CD188E5" w14:textId="77777777" w:rsidTr="006E0E30">
        <w:trPr>
          <w:trHeight w:val="651"/>
        </w:trPr>
        <w:tc>
          <w:tcPr>
            <w:cnfStyle w:val="001000000000" w:firstRow="0" w:lastRow="0" w:firstColumn="1" w:lastColumn="0" w:oddVBand="0" w:evenVBand="0" w:oddHBand="0" w:evenHBand="0" w:firstRowFirstColumn="0" w:firstRowLastColumn="0" w:lastRowFirstColumn="0" w:lastRowLastColumn="0"/>
            <w:tcW w:w="956" w:type="pct"/>
            <w:tcBorders>
              <w:left w:val="single" w:sz="12" w:space="0" w:color="550EA0"/>
            </w:tcBorders>
            <w:shd w:val="clear" w:color="auto" w:fill="ECD8FC"/>
            <w:vAlign w:val="center"/>
          </w:tcPr>
          <w:p w14:paraId="6366DD5A" w14:textId="77777777" w:rsidR="003305CA" w:rsidRPr="001C5331" w:rsidRDefault="003305CA" w:rsidP="006E0E30">
            <w:pPr>
              <w:jc w:val="center"/>
              <w:rPr>
                <w:rFonts w:ascii="Aptos" w:eastAsiaTheme="minorHAnsi" w:hAnsi="Aptos" w:cs="Arial"/>
                <w:sz w:val="14"/>
                <w:szCs w:val="14"/>
                <w:lang w:val="es-MX" w:eastAsia="en-US"/>
              </w:rPr>
            </w:pPr>
          </w:p>
        </w:tc>
        <w:tc>
          <w:tcPr>
            <w:tcW w:w="832" w:type="pct"/>
            <w:tcBorders>
              <w:left w:val="single" w:sz="12" w:space="0" w:color="550EA0"/>
              <w:right w:val="single" w:sz="12" w:space="0" w:color="550EA0"/>
            </w:tcBorders>
            <w:shd w:val="clear" w:color="auto" w:fill="ECD8FC"/>
            <w:vAlign w:val="center"/>
          </w:tcPr>
          <w:p w14:paraId="7C46B110"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641" w:type="pct"/>
            <w:tcBorders>
              <w:right w:val="single" w:sz="12" w:space="0" w:color="550EA0"/>
            </w:tcBorders>
            <w:shd w:val="clear" w:color="auto" w:fill="ECD8FC"/>
            <w:vAlign w:val="center"/>
          </w:tcPr>
          <w:p w14:paraId="3F03BE2E"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706" w:type="pct"/>
            <w:tcBorders>
              <w:right w:val="single" w:sz="12" w:space="0" w:color="550EA0"/>
            </w:tcBorders>
            <w:shd w:val="clear" w:color="auto" w:fill="ECD8FC"/>
            <w:vAlign w:val="center"/>
          </w:tcPr>
          <w:p w14:paraId="0DA3BEDC"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c>
          <w:tcPr>
            <w:tcW w:w="1865" w:type="pct"/>
            <w:tcBorders>
              <w:right w:val="single" w:sz="12" w:space="0" w:color="550EA0"/>
            </w:tcBorders>
            <w:shd w:val="clear" w:color="auto" w:fill="ECD8FC"/>
            <w:vAlign w:val="center"/>
          </w:tcPr>
          <w:p w14:paraId="5DDDB0B9"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b/>
                <w:bCs/>
                <w:sz w:val="14"/>
                <w:szCs w:val="14"/>
                <w:lang w:val="es-MX" w:eastAsia="en-US"/>
              </w:rPr>
            </w:pPr>
          </w:p>
        </w:tc>
      </w:tr>
      <w:tr w:rsidR="003305CA" w:rsidRPr="001C5331" w14:paraId="50262ED5" w14:textId="77777777" w:rsidTr="006E0E30">
        <w:trPr>
          <w:trHeight w:val="651"/>
        </w:trPr>
        <w:tc>
          <w:tcPr>
            <w:cnfStyle w:val="001000000000" w:firstRow="0" w:lastRow="0" w:firstColumn="1" w:lastColumn="0" w:oddVBand="0" w:evenVBand="0" w:oddHBand="0" w:evenHBand="0" w:firstRowFirstColumn="0" w:firstRowLastColumn="0" w:lastRowFirstColumn="0" w:lastRowLastColumn="0"/>
            <w:tcW w:w="956" w:type="pct"/>
            <w:tcBorders>
              <w:left w:val="single" w:sz="12" w:space="0" w:color="550EA0"/>
            </w:tcBorders>
            <w:shd w:val="clear" w:color="auto" w:fill="F2F2F2" w:themeFill="background1" w:themeFillShade="F2"/>
            <w:vAlign w:val="center"/>
          </w:tcPr>
          <w:p w14:paraId="5C512077" w14:textId="77777777" w:rsidR="003305CA" w:rsidRPr="001C5331" w:rsidRDefault="003305CA" w:rsidP="006E0E30">
            <w:pPr>
              <w:jc w:val="center"/>
              <w:rPr>
                <w:rFonts w:ascii="Aptos" w:eastAsiaTheme="minorHAnsi" w:hAnsi="Aptos" w:cs="Arial"/>
                <w:sz w:val="14"/>
                <w:szCs w:val="14"/>
                <w:lang w:val="es-MX" w:eastAsia="en-US"/>
              </w:rPr>
            </w:pPr>
          </w:p>
        </w:tc>
        <w:tc>
          <w:tcPr>
            <w:tcW w:w="832" w:type="pct"/>
            <w:tcBorders>
              <w:left w:val="single" w:sz="12" w:space="0" w:color="550EA0"/>
              <w:right w:val="single" w:sz="12" w:space="0" w:color="550EA0"/>
            </w:tcBorders>
            <w:shd w:val="clear" w:color="auto" w:fill="F2F2F2" w:themeFill="background1" w:themeFillShade="F2"/>
            <w:vAlign w:val="center"/>
          </w:tcPr>
          <w:p w14:paraId="2F575165"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641" w:type="pct"/>
            <w:tcBorders>
              <w:right w:val="single" w:sz="12" w:space="0" w:color="550EA0"/>
            </w:tcBorders>
            <w:shd w:val="clear" w:color="auto" w:fill="F2F2F2" w:themeFill="background1" w:themeFillShade="F2"/>
            <w:vAlign w:val="center"/>
          </w:tcPr>
          <w:p w14:paraId="43DA5334"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706" w:type="pct"/>
            <w:tcBorders>
              <w:right w:val="single" w:sz="12" w:space="0" w:color="550EA0"/>
            </w:tcBorders>
            <w:shd w:val="clear" w:color="auto" w:fill="F2F2F2" w:themeFill="background1" w:themeFillShade="F2"/>
            <w:vAlign w:val="center"/>
          </w:tcPr>
          <w:p w14:paraId="29B6BE9E"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865" w:type="pct"/>
            <w:tcBorders>
              <w:right w:val="single" w:sz="12" w:space="0" w:color="550EA0"/>
            </w:tcBorders>
            <w:shd w:val="clear" w:color="auto" w:fill="F2F2F2" w:themeFill="background1" w:themeFillShade="F2"/>
            <w:vAlign w:val="center"/>
          </w:tcPr>
          <w:p w14:paraId="62BB8D3C"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r>
      <w:tr w:rsidR="003305CA" w:rsidRPr="001C5331" w14:paraId="03B529AE" w14:textId="77777777" w:rsidTr="006E0E30">
        <w:trPr>
          <w:trHeight w:val="651"/>
        </w:trPr>
        <w:tc>
          <w:tcPr>
            <w:cnfStyle w:val="001000000000" w:firstRow="0" w:lastRow="0" w:firstColumn="1" w:lastColumn="0" w:oddVBand="0" w:evenVBand="0" w:oddHBand="0" w:evenHBand="0" w:firstRowFirstColumn="0" w:firstRowLastColumn="0" w:lastRowFirstColumn="0" w:lastRowLastColumn="0"/>
            <w:tcW w:w="956" w:type="pct"/>
            <w:tcBorders>
              <w:left w:val="single" w:sz="12" w:space="0" w:color="550EA0"/>
            </w:tcBorders>
            <w:shd w:val="clear" w:color="auto" w:fill="ECD8FC"/>
            <w:vAlign w:val="center"/>
          </w:tcPr>
          <w:p w14:paraId="3768967C" w14:textId="77777777" w:rsidR="003305CA" w:rsidRPr="001C5331" w:rsidRDefault="003305CA" w:rsidP="006E0E30">
            <w:pPr>
              <w:jc w:val="center"/>
              <w:rPr>
                <w:rFonts w:ascii="Aptos" w:eastAsiaTheme="minorHAnsi" w:hAnsi="Aptos" w:cs="Arial"/>
                <w:sz w:val="14"/>
                <w:szCs w:val="14"/>
                <w:lang w:val="es-MX" w:eastAsia="en-US"/>
              </w:rPr>
            </w:pPr>
          </w:p>
        </w:tc>
        <w:tc>
          <w:tcPr>
            <w:tcW w:w="832" w:type="pct"/>
            <w:tcBorders>
              <w:left w:val="single" w:sz="12" w:space="0" w:color="550EA0"/>
              <w:right w:val="single" w:sz="12" w:space="0" w:color="550EA0"/>
            </w:tcBorders>
            <w:shd w:val="clear" w:color="auto" w:fill="ECD8FC"/>
            <w:vAlign w:val="center"/>
          </w:tcPr>
          <w:p w14:paraId="4261EFA9"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641" w:type="pct"/>
            <w:tcBorders>
              <w:right w:val="single" w:sz="12" w:space="0" w:color="550EA0"/>
            </w:tcBorders>
            <w:shd w:val="clear" w:color="auto" w:fill="ECD8FC"/>
            <w:vAlign w:val="center"/>
          </w:tcPr>
          <w:p w14:paraId="4233ED5A"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706" w:type="pct"/>
            <w:tcBorders>
              <w:right w:val="single" w:sz="12" w:space="0" w:color="550EA0"/>
            </w:tcBorders>
            <w:shd w:val="clear" w:color="auto" w:fill="ECD8FC"/>
            <w:vAlign w:val="center"/>
          </w:tcPr>
          <w:p w14:paraId="5D25700F"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c>
          <w:tcPr>
            <w:tcW w:w="1865" w:type="pct"/>
            <w:tcBorders>
              <w:right w:val="single" w:sz="12" w:space="0" w:color="550EA0"/>
            </w:tcBorders>
            <w:shd w:val="clear" w:color="auto" w:fill="ECD8FC"/>
            <w:vAlign w:val="center"/>
          </w:tcPr>
          <w:p w14:paraId="0048CB8A" w14:textId="77777777" w:rsidR="003305CA" w:rsidRPr="001C5331" w:rsidRDefault="003305CA" w:rsidP="006E0E30">
            <w:pPr>
              <w:jc w:val="center"/>
              <w:cnfStyle w:val="000000000000" w:firstRow="0" w:lastRow="0" w:firstColumn="0" w:lastColumn="0" w:oddVBand="0" w:evenVBand="0" w:oddHBand="0" w:evenHBand="0" w:firstRowFirstColumn="0" w:firstRowLastColumn="0" w:lastRowFirstColumn="0" w:lastRowLastColumn="0"/>
              <w:rPr>
                <w:rFonts w:ascii="Aptos" w:eastAsiaTheme="minorHAnsi" w:hAnsi="Aptos" w:cs="Arial"/>
                <w:sz w:val="16"/>
                <w:szCs w:val="16"/>
                <w:lang w:val="es-MX" w:eastAsia="en-US"/>
              </w:rPr>
            </w:pPr>
          </w:p>
        </w:tc>
      </w:tr>
    </w:tbl>
    <w:p w14:paraId="72979548" w14:textId="77777777" w:rsidR="003305CA" w:rsidRPr="001C5331" w:rsidRDefault="003305CA" w:rsidP="003305CA">
      <w:pPr>
        <w:jc w:val="center"/>
        <w:rPr>
          <w:rFonts w:ascii="Aptos" w:eastAsiaTheme="minorHAnsi" w:hAnsi="Aptos" w:cs="Arial"/>
          <w:sz w:val="2"/>
          <w:szCs w:val="2"/>
          <w:lang w:val="es-MX" w:eastAsia="en-US"/>
        </w:rPr>
      </w:pPr>
    </w:p>
    <w:p w14:paraId="709E0433" w14:textId="77777777" w:rsidR="003305CA" w:rsidRPr="001C5331" w:rsidRDefault="003305CA" w:rsidP="003305CA">
      <w:pPr>
        <w:jc w:val="center"/>
        <w:rPr>
          <w:rFonts w:ascii="Aptos" w:eastAsiaTheme="minorHAnsi" w:hAnsi="Aptos" w:cs="Arial"/>
          <w:sz w:val="2"/>
          <w:szCs w:val="2"/>
          <w:lang w:val="es-MX" w:eastAsia="en-US"/>
        </w:rPr>
      </w:pPr>
    </w:p>
    <w:p w14:paraId="1272F634" w14:textId="77777777" w:rsidR="003305CA" w:rsidRPr="001C5331" w:rsidRDefault="003305CA" w:rsidP="003305CA">
      <w:pPr>
        <w:jc w:val="center"/>
        <w:rPr>
          <w:rFonts w:ascii="Aptos" w:eastAsiaTheme="minorHAnsi" w:hAnsi="Aptos" w:cs="Arial"/>
          <w:sz w:val="2"/>
          <w:szCs w:val="2"/>
          <w:lang w:val="es-MX" w:eastAsia="en-US"/>
        </w:rPr>
      </w:pPr>
    </w:p>
    <w:p w14:paraId="050299BA" w14:textId="0FFF268E" w:rsidR="003305CA" w:rsidRPr="001C5331" w:rsidRDefault="003305CA" w:rsidP="003305CA">
      <w:pPr>
        <w:rPr>
          <w:rFonts w:ascii="Aptos" w:eastAsiaTheme="minorHAnsi" w:hAnsi="Aptos" w:cs="Arial"/>
          <w:b/>
          <w:bCs/>
          <w:sz w:val="12"/>
          <w:szCs w:val="12"/>
          <w:lang w:val="es-MX" w:eastAsia="en-US"/>
        </w:rPr>
      </w:pPr>
      <w:r w:rsidRPr="001C5331">
        <w:rPr>
          <w:rFonts w:ascii="Aptos" w:eastAsiaTheme="minorHAnsi" w:hAnsi="Aptos" w:cs="Arial"/>
          <w:b/>
          <w:bCs/>
          <w:sz w:val="12"/>
          <w:szCs w:val="12"/>
          <w:lang w:val="es-MX" w:eastAsia="en-US"/>
        </w:rPr>
        <w:t>* Añadir las filas que sean necesarias.</w:t>
      </w:r>
    </w:p>
    <w:p w14:paraId="7936DDE6" w14:textId="77777777" w:rsidR="003305CA" w:rsidRPr="001C5331" w:rsidRDefault="003305CA" w:rsidP="006F499D">
      <w:pPr>
        <w:rPr>
          <w:rFonts w:ascii="Aptos" w:eastAsiaTheme="minorHAnsi" w:hAnsi="Aptos" w:cs="Arial"/>
          <w:sz w:val="2"/>
          <w:szCs w:val="2"/>
          <w:lang w:val="es-MX" w:eastAsia="en-US"/>
        </w:rPr>
      </w:pPr>
    </w:p>
    <w:p w14:paraId="63E1CB2B" w14:textId="77777777" w:rsidR="003305CA" w:rsidRPr="001C5331" w:rsidRDefault="003305CA" w:rsidP="006F499D">
      <w:pPr>
        <w:rPr>
          <w:rFonts w:ascii="Aptos" w:eastAsiaTheme="minorHAnsi" w:hAnsi="Aptos" w:cs="Arial"/>
          <w:sz w:val="2"/>
          <w:szCs w:val="2"/>
          <w:lang w:val="es-MX" w:eastAsia="en-US"/>
        </w:rPr>
      </w:pPr>
    </w:p>
    <w:p w14:paraId="6791872D" w14:textId="77777777" w:rsidR="003305CA" w:rsidRPr="001C5331" w:rsidRDefault="003305CA" w:rsidP="006F499D">
      <w:pPr>
        <w:rPr>
          <w:rFonts w:ascii="Aptos" w:eastAsiaTheme="minorHAnsi" w:hAnsi="Aptos" w:cs="Arial"/>
          <w:sz w:val="2"/>
          <w:szCs w:val="2"/>
          <w:lang w:val="es-MX" w:eastAsia="en-US"/>
        </w:rPr>
      </w:pPr>
    </w:p>
    <w:p w14:paraId="589B6CF9" w14:textId="77777777" w:rsidR="003305CA" w:rsidRPr="001C5331" w:rsidRDefault="003305CA" w:rsidP="006F499D">
      <w:pPr>
        <w:rPr>
          <w:rFonts w:ascii="Aptos" w:eastAsiaTheme="minorHAnsi" w:hAnsi="Aptos" w:cs="Arial"/>
          <w:sz w:val="2"/>
          <w:szCs w:val="2"/>
          <w:lang w:val="es-MX" w:eastAsia="en-US"/>
        </w:rPr>
      </w:pPr>
    </w:p>
    <w:p w14:paraId="01CDACD1" w14:textId="77777777" w:rsidR="003305CA" w:rsidRPr="001C5331" w:rsidRDefault="003305CA" w:rsidP="006F499D">
      <w:pPr>
        <w:rPr>
          <w:rFonts w:ascii="Aptos" w:eastAsiaTheme="minorHAnsi" w:hAnsi="Aptos" w:cs="Arial"/>
          <w:sz w:val="2"/>
          <w:szCs w:val="2"/>
          <w:lang w:val="es-MX" w:eastAsia="en-US"/>
        </w:rPr>
      </w:pPr>
    </w:p>
    <w:p w14:paraId="198C7B61" w14:textId="77777777" w:rsidR="003305CA" w:rsidRPr="001C5331" w:rsidRDefault="003305CA" w:rsidP="006F499D">
      <w:pPr>
        <w:rPr>
          <w:rFonts w:ascii="Aptos" w:eastAsiaTheme="minorHAnsi" w:hAnsi="Aptos" w:cs="Arial"/>
          <w:sz w:val="2"/>
          <w:szCs w:val="2"/>
          <w:lang w:val="es-MX" w:eastAsia="en-US"/>
        </w:rPr>
      </w:pPr>
    </w:p>
    <w:p w14:paraId="0BF9472C" w14:textId="77777777" w:rsidR="003305CA" w:rsidRPr="001C5331" w:rsidRDefault="003305CA" w:rsidP="006F499D">
      <w:pPr>
        <w:rPr>
          <w:rFonts w:ascii="Aptos" w:eastAsiaTheme="minorHAnsi" w:hAnsi="Aptos" w:cs="Arial"/>
          <w:sz w:val="2"/>
          <w:szCs w:val="2"/>
          <w:lang w:val="es-MX" w:eastAsia="en-US"/>
        </w:rPr>
      </w:pPr>
    </w:p>
    <w:tbl>
      <w:tblPr>
        <w:tblStyle w:val="Tablaconcuadrcula"/>
        <w:tblW w:w="11042" w:type="dxa"/>
        <w:jc w:val="center"/>
        <w:tblBorders>
          <w:top w:val="single" w:sz="12" w:space="0" w:color="550EA0"/>
          <w:left w:val="single" w:sz="12" w:space="0" w:color="550EA0"/>
          <w:bottom w:val="single" w:sz="12" w:space="0" w:color="550EA0"/>
          <w:right w:val="single" w:sz="12" w:space="0" w:color="550EA0"/>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5387"/>
        <w:gridCol w:w="240"/>
        <w:gridCol w:w="1313"/>
        <w:gridCol w:w="2051"/>
        <w:gridCol w:w="2051"/>
      </w:tblGrid>
      <w:tr w:rsidR="004E2E51" w:rsidRPr="001C5331" w14:paraId="7095D74B" w14:textId="77777777" w:rsidTr="001C1702">
        <w:trPr>
          <w:trHeight w:val="95"/>
          <w:jc w:val="center"/>
        </w:trPr>
        <w:tc>
          <w:tcPr>
            <w:tcW w:w="11042" w:type="dxa"/>
            <w:gridSpan w:val="5"/>
            <w:shd w:val="clear" w:color="auto" w:fill="7030A0"/>
            <w:vAlign w:val="center"/>
          </w:tcPr>
          <w:p w14:paraId="5E940BCE" w14:textId="79D9F990" w:rsidR="004E2E51" w:rsidRPr="001C5331" w:rsidRDefault="004E2E51" w:rsidP="00FD39F5">
            <w:pPr>
              <w:tabs>
                <w:tab w:val="left" w:pos="360"/>
              </w:tabs>
              <w:ind w:left="360"/>
              <w:jc w:val="center"/>
              <w:rPr>
                <w:rFonts w:ascii="Aptos" w:eastAsiaTheme="minorEastAsia" w:hAnsi="Aptos" w:cs="Arial"/>
                <w:b/>
                <w:color w:val="FFFFFF" w:themeColor="background1"/>
                <w:sz w:val="14"/>
                <w:szCs w:val="14"/>
                <w:lang w:val="es-MX" w:eastAsia="en-US"/>
              </w:rPr>
            </w:pPr>
            <w:r w:rsidRPr="001C5331">
              <w:rPr>
                <w:rFonts w:ascii="Aptos" w:eastAsiaTheme="minorHAnsi" w:hAnsi="Aptos" w:cs="Arial"/>
                <w:b/>
                <w:color w:val="FFFFFF" w:themeColor="background1"/>
                <w:sz w:val="14"/>
                <w:szCs w:val="14"/>
                <w:lang w:val="es-MX" w:eastAsia="en-US"/>
              </w:rPr>
              <w:t>Preferencias de Adscripción (llene en estricto orden de prelación y, de ser el caso</w:t>
            </w:r>
            <w:r w:rsidR="00EA6488" w:rsidRPr="001C5331">
              <w:rPr>
                <w:rFonts w:ascii="Aptos" w:eastAsiaTheme="minorHAnsi" w:hAnsi="Aptos" w:cs="Arial"/>
                <w:b/>
                <w:color w:val="FFFFFF" w:themeColor="background1"/>
                <w:sz w:val="14"/>
                <w:szCs w:val="14"/>
                <w:lang w:val="es-MX" w:eastAsia="en-US"/>
              </w:rPr>
              <w:t>, anexe la documentación soporte)</w:t>
            </w:r>
          </w:p>
        </w:tc>
      </w:tr>
      <w:tr w:rsidR="005C0621" w:rsidRPr="001C5331" w14:paraId="24484004" w14:textId="77777777" w:rsidTr="00FD39F5">
        <w:trPr>
          <w:trHeight w:val="95"/>
          <w:jc w:val="center"/>
        </w:trPr>
        <w:tc>
          <w:tcPr>
            <w:tcW w:w="5387" w:type="dxa"/>
            <w:shd w:val="clear" w:color="auto" w:fill="7030A0"/>
            <w:vAlign w:val="center"/>
          </w:tcPr>
          <w:p w14:paraId="19E9526B" w14:textId="4D6FE6AA" w:rsidR="005C0621" w:rsidRPr="001C5331" w:rsidRDefault="005C0621" w:rsidP="00053FF5">
            <w:pPr>
              <w:tabs>
                <w:tab w:val="left" w:pos="360"/>
              </w:tabs>
              <w:rPr>
                <w:rFonts w:ascii="Aptos" w:eastAsiaTheme="minorHAnsi" w:hAnsi="Aptos" w:cs="Arial"/>
                <w:b/>
                <w:color w:val="FFFFFF" w:themeColor="background1"/>
                <w:sz w:val="14"/>
                <w:szCs w:val="14"/>
                <w:lang w:val="es-MX" w:eastAsia="en-US"/>
              </w:rPr>
            </w:pPr>
          </w:p>
        </w:tc>
        <w:tc>
          <w:tcPr>
            <w:tcW w:w="240" w:type="dxa"/>
            <w:vAlign w:val="center"/>
          </w:tcPr>
          <w:p w14:paraId="270B9ABB" w14:textId="77777777" w:rsidR="005C0621" w:rsidRPr="001C5331" w:rsidRDefault="005C0621" w:rsidP="00FD39F5">
            <w:pPr>
              <w:tabs>
                <w:tab w:val="left" w:pos="-4253"/>
              </w:tabs>
              <w:jc w:val="center"/>
              <w:rPr>
                <w:rFonts w:ascii="Aptos" w:eastAsiaTheme="minorHAnsi" w:hAnsi="Aptos" w:cs="Arial"/>
                <w:color w:val="FFFFFF" w:themeColor="background1"/>
                <w:sz w:val="14"/>
                <w:szCs w:val="14"/>
                <w:lang w:val="es-MX" w:eastAsia="en-US"/>
              </w:rPr>
            </w:pPr>
          </w:p>
        </w:tc>
        <w:tc>
          <w:tcPr>
            <w:tcW w:w="5415" w:type="dxa"/>
            <w:gridSpan w:val="3"/>
            <w:shd w:val="clear" w:color="auto" w:fill="7030A0"/>
            <w:vAlign w:val="center"/>
          </w:tcPr>
          <w:p w14:paraId="033BB2D5" w14:textId="56F04206" w:rsidR="005C0621" w:rsidRPr="001C5331" w:rsidRDefault="005C0621" w:rsidP="00FD39F5">
            <w:pPr>
              <w:tabs>
                <w:tab w:val="left" w:pos="360"/>
              </w:tabs>
              <w:ind w:left="360"/>
              <w:jc w:val="center"/>
              <w:rPr>
                <w:rFonts w:ascii="Aptos" w:eastAsiaTheme="minorEastAsia" w:hAnsi="Aptos" w:cs="Arial"/>
                <w:b/>
                <w:color w:val="FFFFFF" w:themeColor="background1"/>
                <w:sz w:val="14"/>
                <w:szCs w:val="14"/>
                <w:lang w:val="es-MX" w:eastAsia="en-US"/>
              </w:rPr>
            </w:pPr>
            <w:r w:rsidRPr="001C5331">
              <w:rPr>
                <w:rFonts w:ascii="Aptos" w:eastAsiaTheme="minorEastAsia" w:hAnsi="Aptos" w:cs="Arial"/>
                <w:b/>
                <w:color w:val="FFFFFF" w:themeColor="background1"/>
                <w:sz w:val="14"/>
                <w:szCs w:val="14"/>
                <w:lang w:val="es-MX" w:eastAsia="en-US"/>
              </w:rPr>
              <w:t xml:space="preserve">Motivo de solicitud </w:t>
            </w:r>
            <w:r w:rsidR="008C6EB3" w:rsidRPr="001C5331">
              <w:rPr>
                <w:rFonts w:ascii="Aptos" w:eastAsiaTheme="minorEastAsia" w:hAnsi="Aptos" w:cs="Arial"/>
                <w:b/>
                <w:color w:val="FFFFFF" w:themeColor="background1"/>
                <w:sz w:val="14"/>
                <w:szCs w:val="14"/>
                <w:lang w:val="es-MX" w:eastAsia="en-US"/>
              </w:rPr>
              <w:t xml:space="preserve">de cambio de Adscripción </w:t>
            </w:r>
            <w:r w:rsidR="008D28C8" w:rsidRPr="001C5331">
              <w:rPr>
                <w:rFonts w:ascii="Aptos" w:eastAsiaTheme="minorEastAsia" w:hAnsi="Aptos" w:cs="Arial"/>
                <w:b/>
                <w:color w:val="FFFFFF" w:themeColor="background1"/>
                <w:sz w:val="14"/>
                <w:szCs w:val="14"/>
                <w:lang w:val="es-MX" w:eastAsia="en-US"/>
              </w:rPr>
              <w:t>o Rotación</w:t>
            </w:r>
          </w:p>
        </w:tc>
      </w:tr>
      <w:tr w:rsidR="00053FF5" w:rsidRPr="001C5331" w14:paraId="00D10AFF" w14:textId="77777777" w:rsidTr="0011652B">
        <w:trPr>
          <w:trHeight w:val="344"/>
          <w:jc w:val="center"/>
        </w:trPr>
        <w:tc>
          <w:tcPr>
            <w:tcW w:w="5387" w:type="dxa"/>
            <w:shd w:val="clear" w:color="auto" w:fill="ECD8FC"/>
            <w:vAlign w:val="center"/>
          </w:tcPr>
          <w:p w14:paraId="50C671F8" w14:textId="5F1D60FB" w:rsidR="00053FF5" w:rsidRPr="001C5331" w:rsidRDefault="005C38E1" w:rsidP="005C38E1">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1. </w:t>
            </w:r>
            <w:r w:rsidR="00C9578A" w:rsidRPr="001C5331">
              <w:rPr>
                <w:rFonts w:ascii="Aptos" w:eastAsiaTheme="minorHAnsi" w:hAnsi="Aptos" w:cs="Arial"/>
                <w:sz w:val="14"/>
                <w:szCs w:val="14"/>
                <w:lang w:val="es-MX" w:eastAsia="en-US"/>
              </w:rPr>
              <w:t>Adscripción solicitada</w:t>
            </w:r>
            <w:r w:rsidR="003305CA" w:rsidRPr="001C5331">
              <w:rPr>
                <w:rFonts w:ascii="Aptos" w:eastAsiaTheme="minorHAnsi" w:hAnsi="Aptos" w:cs="Arial"/>
                <w:sz w:val="14"/>
                <w:szCs w:val="14"/>
                <w:lang w:val="es-MX" w:eastAsia="en-US"/>
              </w:rPr>
              <w:t xml:space="preserve"> en primer</w:t>
            </w:r>
            <w:r w:rsidRPr="001C5331">
              <w:rPr>
                <w:rFonts w:ascii="Aptos" w:eastAsiaTheme="minorHAnsi" w:hAnsi="Aptos" w:cs="Arial"/>
                <w:sz w:val="14"/>
                <w:szCs w:val="14"/>
                <w:lang w:val="es-MX" w:eastAsia="en-US"/>
              </w:rPr>
              <w:t>a opción</w:t>
            </w:r>
          </w:p>
        </w:tc>
        <w:tc>
          <w:tcPr>
            <w:tcW w:w="240" w:type="dxa"/>
            <w:vAlign w:val="center"/>
          </w:tcPr>
          <w:p w14:paraId="680F27B5" w14:textId="77777777" w:rsidR="00053FF5" w:rsidRPr="001C5331" w:rsidRDefault="00053FF5" w:rsidP="00FD39F5">
            <w:pPr>
              <w:tabs>
                <w:tab w:val="left" w:pos="-4253"/>
              </w:tabs>
              <w:jc w:val="center"/>
              <w:rPr>
                <w:rFonts w:ascii="Aptos" w:eastAsiaTheme="minorHAnsi" w:hAnsi="Aptos" w:cs="Arial"/>
                <w:sz w:val="14"/>
                <w:szCs w:val="14"/>
                <w:lang w:val="es-MX" w:eastAsia="en-US"/>
              </w:rPr>
            </w:pPr>
          </w:p>
        </w:tc>
        <w:tc>
          <w:tcPr>
            <w:tcW w:w="1313" w:type="dxa"/>
            <w:shd w:val="clear" w:color="auto" w:fill="ECD8FC"/>
            <w:vAlign w:val="center"/>
          </w:tcPr>
          <w:p w14:paraId="28734B2F" w14:textId="77777777" w:rsidR="00053FF5" w:rsidRPr="001C5331" w:rsidRDefault="00053FF5" w:rsidP="00FD39F5">
            <w:pPr>
              <w:rPr>
                <w:rFonts w:ascii="Aptos" w:eastAsiaTheme="minorHAnsi" w:hAnsi="Aptos" w:cs="Arial"/>
                <w:bCs/>
                <w:sz w:val="14"/>
                <w:szCs w:val="14"/>
                <w:lang w:val="es-MX" w:eastAsia="en-US"/>
              </w:rPr>
            </w:pPr>
            <w:r w:rsidRPr="001C5331">
              <w:rPr>
                <w:rFonts w:ascii="Aptos" w:eastAsiaTheme="minorHAnsi" w:hAnsi="Aptos" w:cs="Arial"/>
                <w:bCs/>
                <w:sz w:val="14"/>
                <w:szCs w:val="14"/>
                <w:lang w:val="es-MX" w:eastAsia="en-US"/>
              </w:rPr>
              <w:t>Interés personal</w:t>
            </w:r>
          </w:p>
        </w:tc>
        <w:tc>
          <w:tcPr>
            <w:tcW w:w="2051" w:type="dxa"/>
            <w:shd w:val="clear" w:color="auto" w:fill="ECD8FC"/>
            <w:vAlign w:val="center"/>
          </w:tcPr>
          <w:p w14:paraId="6A180A49" w14:textId="77777777" w:rsidR="00053FF5" w:rsidRPr="001C5331" w:rsidRDefault="00053FF5" w:rsidP="00FD39F5">
            <w:pPr>
              <w:autoSpaceDE w:val="0"/>
              <w:autoSpaceDN w:val="0"/>
              <w:adjustRightInd w:val="0"/>
              <w:jc w:val="center"/>
              <w:rPr>
                <w:rFonts w:ascii="Aptos" w:hAnsi="Aptos" w:cs="Arial"/>
                <w:bCs/>
                <w:sz w:val="14"/>
                <w:szCs w:val="14"/>
              </w:rPr>
            </w:pPr>
            <w:r w:rsidRPr="001C5331">
              <w:rPr>
                <w:rFonts w:ascii="Aptos" w:eastAsiaTheme="minorHAnsi" w:hAnsi="Aptos" w:cs="Arial"/>
                <w:sz w:val="14"/>
                <w:szCs w:val="14"/>
                <w:lang w:val="es-MX" w:eastAsia="en-US"/>
              </w:rPr>
              <w:t>Sí</w:t>
            </w:r>
          </w:p>
        </w:tc>
        <w:tc>
          <w:tcPr>
            <w:tcW w:w="2051" w:type="dxa"/>
            <w:shd w:val="clear" w:color="auto" w:fill="ECD8FC"/>
            <w:vAlign w:val="center"/>
          </w:tcPr>
          <w:p w14:paraId="374F85E9" w14:textId="77777777" w:rsidR="00053FF5" w:rsidRPr="001C5331" w:rsidRDefault="00053FF5" w:rsidP="00FD39F5">
            <w:pPr>
              <w:jc w:val="center"/>
              <w:rPr>
                <w:rFonts w:ascii="Aptos" w:eastAsiaTheme="minorHAnsi" w:hAnsi="Aptos" w:cs="Arial"/>
                <w:bCs/>
                <w:sz w:val="14"/>
                <w:szCs w:val="14"/>
                <w:lang w:val="es-MX" w:eastAsia="en-US"/>
              </w:rPr>
            </w:pPr>
            <w:r w:rsidRPr="001C5331">
              <w:rPr>
                <w:rFonts w:ascii="Aptos" w:eastAsiaTheme="minorHAnsi" w:hAnsi="Aptos" w:cs="Arial"/>
                <w:sz w:val="14"/>
                <w:szCs w:val="14"/>
                <w:lang w:val="es-MX" w:eastAsia="en-US"/>
              </w:rPr>
              <w:t>No</w:t>
            </w:r>
          </w:p>
        </w:tc>
      </w:tr>
      <w:tr w:rsidR="00053FF5" w:rsidRPr="001C5331" w14:paraId="5EE4775D" w14:textId="77777777" w:rsidTr="005C38E1">
        <w:trPr>
          <w:trHeight w:val="564"/>
          <w:jc w:val="center"/>
        </w:trPr>
        <w:tc>
          <w:tcPr>
            <w:tcW w:w="5387" w:type="dxa"/>
            <w:shd w:val="clear" w:color="auto" w:fill="F2F2F2" w:themeFill="background1" w:themeFillShade="F2"/>
            <w:vAlign w:val="center"/>
          </w:tcPr>
          <w:p w14:paraId="61867573" w14:textId="706D1C93" w:rsidR="00053FF5" w:rsidRPr="001C5331" w:rsidRDefault="00053FF5" w:rsidP="00FD39F5">
            <w:pPr>
              <w:tabs>
                <w:tab w:val="left" w:pos="-4253"/>
              </w:tabs>
              <w:rPr>
                <w:rFonts w:ascii="Aptos" w:eastAsiaTheme="minorHAnsi" w:hAnsi="Aptos" w:cs="Arial"/>
                <w:sz w:val="12"/>
                <w:szCs w:val="12"/>
                <w:lang w:val="es-MX" w:eastAsia="en-US"/>
              </w:rPr>
            </w:pPr>
          </w:p>
        </w:tc>
        <w:tc>
          <w:tcPr>
            <w:tcW w:w="240" w:type="dxa"/>
            <w:vAlign w:val="center"/>
          </w:tcPr>
          <w:p w14:paraId="7E54A466" w14:textId="77777777" w:rsidR="00053FF5" w:rsidRPr="001C5331" w:rsidRDefault="00053FF5" w:rsidP="00FD39F5">
            <w:pPr>
              <w:tabs>
                <w:tab w:val="left" w:pos="-4253"/>
              </w:tabs>
              <w:jc w:val="center"/>
              <w:rPr>
                <w:rFonts w:ascii="Aptos" w:eastAsiaTheme="minorHAnsi" w:hAnsi="Aptos" w:cs="Arial"/>
                <w:sz w:val="14"/>
                <w:szCs w:val="14"/>
                <w:lang w:val="es-MX" w:eastAsia="en-US"/>
              </w:rPr>
            </w:pPr>
          </w:p>
        </w:tc>
        <w:tc>
          <w:tcPr>
            <w:tcW w:w="1313" w:type="dxa"/>
            <w:shd w:val="clear" w:color="auto" w:fill="F2F2F2" w:themeFill="background1" w:themeFillShade="F2"/>
            <w:vAlign w:val="center"/>
          </w:tcPr>
          <w:p w14:paraId="1033E547" w14:textId="1E030CAF" w:rsidR="00053FF5" w:rsidRPr="001C5331" w:rsidRDefault="00053FF5" w:rsidP="00FD39F5">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De salud</w:t>
            </w:r>
            <w:r w:rsidR="004A2B40" w:rsidRPr="001C5331">
              <w:rPr>
                <w:rFonts w:ascii="Aptos" w:eastAsiaTheme="minorHAnsi" w:hAnsi="Aptos" w:cs="Arial"/>
                <w:sz w:val="14"/>
                <w:szCs w:val="14"/>
                <w:lang w:val="es-MX" w:eastAsia="en-US"/>
              </w:rPr>
              <w:t>*</w:t>
            </w:r>
          </w:p>
        </w:tc>
        <w:tc>
          <w:tcPr>
            <w:tcW w:w="2051" w:type="dxa"/>
            <w:shd w:val="clear" w:color="auto" w:fill="F2F2F2" w:themeFill="background1" w:themeFillShade="F2"/>
            <w:vAlign w:val="center"/>
          </w:tcPr>
          <w:p w14:paraId="31EF90F6" w14:textId="77777777" w:rsidR="00053FF5" w:rsidRPr="001C5331" w:rsidRDefault="00053FF5" w:rsidP="00FD39F5">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Sí</w:t>
            </w:r>
          </w:p>
        </w:tc>
        <w:tc>
          <w:tcPr>
            <w:tcW w:w="2051" w:type="dxa"/>
            <w:shd w:val="clear" w:color="auto" w:fill="F2F2F2" w:themeFill="background1" w:themeFillShade="F2"/>
            <w:vAlign w:val="center"/>
          </w:tcPr>
          <w:p w14:paraId="4E9901BC" w14:textId="77777777" w:rsidR="00053FF5" w:rsidRPr="001C5331" w:rsidRDefault="00053FF5" w:rsidP="00FD39F5">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w:t>
            </w:r>
          </w:p>
        </w:tc>
      </w:tr>
      <w:tr w:rsidR="00706C00" w:rsidRPr="001C5331" w14:paraId="577A28D0" w14:textId="77777777" w:rsidTr="00A05B75">
        <w:trPr>
          <w:trHeight w:val="243"/>
          <w:jc w:val="center"/>
        </w:trPr>
        <w:tc>
          <w:tcPr>
            <w:tcW w:w="5387" w:type="dxa"/>
            <w:vMerge w:val="restart"/>
            <w:shd w:val="clear" w:color="auto" w:fill="ECD8FC"/>
            <w:vAlign w:val="center"/>
          </w:tcPr>
          <w:p w14:paraId="68B7E8D5" w14:textId="7C065F1E" w:rsidR="00706C00" w:rsidRPr="001C5331" w:rsidRDefault="005C38E1" w:rsidP="00FD39F5">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2. Adscripción solicitada en segunda opción</w:t>
            </w:r>
          </w:p>
        </w:tc>
        <w:tc>
          <w:tcPr>
            <w:tcW w:w="240" w:type="dxa"/>
            <w:vAlign w:val="center"/>
          </w:tcPr>
          <w:p w14:paraId="726C1A1A" w14:textId="77777777" w:rsidR="00706C00" w:rsidRPr="001C5331" w:rsidRDefault="00706C00" w:rsidP="00FD39F5">
            <w:pPr>
              <w:tabs>
                <w:tab w:val="left" w:pos="-4253"/>
              </w:tabs>
              <w:jc w:val="center"/>
              <w:rPr>
                <w:rFonts w:ascii="Aptos" w:eastAsiaTheme="minorHAnsi" w:hAnsi="Aptos" w:cs="Arial"/>
                <w:sz w:val="14"/>
                <w:szCs w:val="14"/>
                <w:lang w:val="es-MX" w:eastAsia="en-US"/>
              </w:rPr>
            </w:pPr>
          </w:p>
        </w:tc>
        <w:tc>
          <w:tcPr>
            <w:tcW w:w="1313" w:type="dxa"/>
            <w:shd w:val="clear" w:color="auto" w:fill="ECD8FC"/>
            <w:vAlign w:val="center"/>
          </w:tcPr>
          <w:p w14:paraId="383258C6" w14:textId="77777777" w:rsidR="00706C00" w:rsidRPr="001C5331" w:rsidRDefault="00706C00" w:rsidP="00FD39F5">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Laboral </w:t>
            </w:r>
          </w:p>
        </w:tc>
        <w:tc>
          <w:tcPr>
            <w:tcW w:w="2051" w:type="dxa"/>
            <w:shd w:val="clear" w:color="auto" w:fill="ECD8FC"/>
            <w:vAlign w:val="center"/>
          </w:tcPr>
          <w:p w14:paraId="7E846B2F" w14:textId="77777777" w:rsidR="00706C00" w:rsidRPr="001C5331" w:rsidRDefault="00706C00" w:rsidP="00FD39F5">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Sí</w:t>
            </w:r>
          </w:p>
        </w:tc>
        <w:tc>
          <w:tcPr>
            <w:tcW w:w="2051" w:type="dxa"/>
            <w:shd w:val="clear" w:color="auto" w:fill="ECD8FC"/>
            <w:vAlign w:val="center"/>
          </w:tcPr>
          <w:p w14:paraId="3910E050" w14:textId="77777777" w:rsidR="00706C00" w:rsidRPr="001C5331" w:rsidRDefault="00706C00" w:rsidP="00FD39F5">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w:t>
            </w:r>
          </w:p>
        </w:tc>
      </w:tr>
      <w:tr w:rsidR="00706C00" w:rsidRPr="001C5331" w14:paraId="6324CBE1" w14:textId="77777777" w:rsidTr="00706C00">
        <w:trPr>
          <w:trHeight w:val="243"/>
          <w:jc w:val="center"/>
        </w:trPr>
        <w:tc>
          <w:tcPr>
            <w:tcW w:w="5387" w:type="dxa"/>
            <w:vMerge/>
            <w:shd w:val="clear" w:color="auto" w:fill="ECD8FC"/>
            <w:vAlign w:val="center"/>
          </w:tcPr>
          <w:p w14:paraId="23A37894" w14:textId="77777777" w:rsidR="00706C00" w:rsidRPr="001C5331" w:rsidRDefault="00706C00" w:rsidP="00706C00">
            <w:pPr>
              <w:tabs>
                <w:tab w:val="left" w:pos="-4253"/>
              </w:tabs>
              <w:rPr>
                <w:rFonts w:ascii="Aptos" w:eastAsiaTheme="minorHAnsi" w:hAnsi="Aptos" w:cs="Arial"/>
                <w:sz w:val="14"/>
                <w:szCs w:val="14"/>
                <w:lang w:val="es-MX" w:eastAsia="en-US"/>
              </w:rPr>
            </w:pPr>
          </w:p>
        </w:tc>
        <w:tc>
          <w:tcPr>
            <w:tcW w:w="240" w:type="dxa"/>
            <w:vAlign w:val="center"/>
          </w:tcPr>
          <w:p w14:paraId="515592F1" w14:textId="77777777" w:rsidR="00706C00" w:rsidRPr="001C5331" w:rsidRDefault="00706C00" w:rsidP="00706C00">
            <w:pPr>
              <w:tabs>
                <w:tab w:val="left" w:pos="-4253"/>
              </w:tabs>
              <w:jc w:val="center"/>
              <w:rPr>
                <w:rFonts w:ascii="Aptos" w:eastAsiaTheme="minorHAnsi" w:hAnsi="Aptos" w:cs="Arial"/>
                <w:sz w:val="14"/>
                <w:szCs w:val="14"/>
                <w:lang w:val="es-MX" w:eastAsia="en-US"/>
              </w:rPr>
            </w:pPr>
          </w:p>
        </w:tc>
        <w:tc>
          <w:tcPr>
            <w:tcW w:w="1313" w:type="dxa"/>
            <w:shd w:val="clear" w:color="auto" w:fill="F2F2F2" w:themeFill="background1" w:themeFillShade="F2"/>
            <w:vAlign w:val="center"/>
          </w:tcPr>
          <w:p w14:paraId="5AF304D6" w14:textId="760A532A" w:rsidR="00706C00" w:rsidRPr="001C5331" w:rsidRDefault="00706C00" w:rsidP="00706C00">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Por Permuta</w:t>
            </w:r>
            <w:r w:rsidR="004A2B40" w:rsidRPr="001C5331">
              <w:rPr>
                <w:rFonts w:ascii="Aptos" w:eastAsiaTheme="minorHAnsi" w:hAnsi="Aptos" w:cs="Arial"/>
                <w:sz w:val="14"/>
                <w:szCs w:val="14"/>
                <w:lang w:val="es-MX" w:eastAsia="en-US"/>
              </w:rPr>
              <w:t>*</w:t>
            </w:r>
          </w:p>
        </w:tc>
        <w:tc>
          <w:tcPr>
            <w:tcW w:w="2051" w:type="dxa"/>
            <w:shd w:val="clear" w:color="auto" w:fill="F2F2F2" w:themeFill="background1" w:themeFillShade="F2"/>
            <w:vAlign w:val="center"/>
          </w:tcPr>
          <w:p w14:paraId="380D650D" w14:textId="22AE8742" w:rsidR="00706C00" w:rsidRPr="001C5331" w:rsidRDefault="00706C00" w:rsidP="00706C00">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Sí</w:t>
            </w:r>
          </w:p>
        </w:tc>
        <w:tc>
          <w:tcPr>
            <w:tcW w:w="2051" w:type="dxa"/>
            <w:shd w:val="clear" w:color="auto" w:fill="F2F2F2" w:themeFill="background1" w:themeFillShade="F2"/>
            <w:vAlign w:val="center"/>
          </w:tcPr>
          <w:p w14:paraId="74EA7F5B" w14:textId="1C87B27D" w:rsidR="00706C00" w:rsidRPr="001C5331" w:rsidRDefault="00706C00" w:rsidP="00706C00">
            <w:pPr>
              <w:tabs>
                <w:tab w:val="left" w:pos="-4253"/>
              </w:tabs>
              <w:jc w:val="center"/>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No</w:t>
            </w:r>
          </w:p>
        </w:tc>
      </w:tr>
      <w:tr w:rsidR="001D58C3" w:rsidRPr="001C5331" w14:paraId="66BB4A72" w14:textId="77777777" w:rsidTr="00706C00">
        <w:trPr>
          <w:trHeight w:val="237"/>
          <w:jc w:val="center"/>
        </w:trPr>
        <w:tc>
          <w:tcPr>
            <w:tcW w:w="5387" w:type="dxa"/>
            <w:vMerge w:val="restart"/>
            <w:shd w:val="clear" w:color="auto" w:fill="F2F2F2" w:themeFill="background1" w:themeFillShade="F2"/>
            <w:vAlign w:val="center"/>
          </w:tcPr>
          <w:p w14:paraId="3CF56FCD" w14:textId="77777777" w:rsidR="001D58C3" w:rsidRPr="001C5331" w:rsidRDefault="001D58C3" w:rsidP="00FD39F5">
            <w:pPr>
              <w:tabs>
                <w:tab w:val="left" w:pos="-4253"/>
              </w:tabs>
              <w:rPr>
                <w:rFonts w:ascii="Aptos" w:eastAsiaTheme="minorHAnsi" w:hAnsi="Aptos" w:cs="Arial"/>
                <w:sz w:val="14"/>
                <w:szCs w:val="14"/>
                <w:lang w:val="es-MX" w:eastAsia="en-US"/>
              </w:rPr>
            </w:pPr>
          </w:p>
        </w:tc>
        <w:tc>
          <w:tcPr>
            <w:tcW w:w="240" w:type="dxa"/>
            <w:vAlign w:val="center"/>
          </w:tcPr>
          <w:p w14:paraId="2ECEDFFE" w14:textId="77777777" w:rsidR="001D58C3" w:rsidRPr="001C5331" w:rsidRDefault="001D58C3" w:rsidP="00FD39F5">
            <w:pPr>
              <w:tabs>
                <w:tab w:val="left" w:pos="-4253"/>
              </w:tabs>
              <w:jc w:val="center"/>
              <w:rPr>
                <w:rFonts w:ascii="Aptos" w:eastAsiaTheme="minorHAnsi" w:hAnsi="Aptos" w:cs="Arial"/>
                <w:sz w:val="14"/>
                <w:szCs w:val="14"/>
                <w:lang w:val="es-MX" w:eastAsia="en-US"/>
              </w:rPr>
            </w:pPr>
          </w:p>
        </w:tc>
        <w:tc>
          <w:tcPr>
            <w:tcW w:w="5415" w:type="dxa"/>
            <w:gridSpan w:val="3"/>
            <w:shd w:val="clear" w:color="auto" w:fill="ECD8FC"/>
            <w:vAlign w:val="center"/>
          </w:tcPr>
          <w:p w14:paraId="5173E8EA" w14:textId="77777777" w:rsidR="001D58C3" w:rsidRPr="001C5331" w:rsidRDefault="001D58C3" w:rsidP="00FD39F5">
            <w:pPr>
              <w:tabs>
                <w:tab w:val="left" w:pos="-4253"/>
              </w:tabs>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Explique brevemente el motivo </w:t>
            </w:r>
          </w:p>
        </w:tc>
      </w:tr>
      <w:tr w:rsidR="001D58C3" w:rsidRPr="001C5331" w14:paraId="3CB5A5DA" w14:textId="77777777" w:rsidTr="00706C00">
        <w:trPr>
          <w:trHeight w:val="256"/>
          <w:jc w:val="center"/>
        </w:trPr>
        <w:tc>
          <w:tcPr>
            <w:tcW w:w="5387" w:type="dxa"/>
            <w:vMerge/>
            <w:shd w:val="clear" w:color="auto" w:fill="F2F2F2" w:themeFill="background1" w:themeFillShade="F2"/>
            <w:vAlign w:val="center"/>
          </w:tcPr>
          <w:p w14:paraId="15C616FD" w14:textId="77777777" w:rsidR="001D58C3" w:rsidRPr="001C5331" w:rsidRDefault="001D58C3" w:rsidP="00FD39F5">
            <w:pPr>
              <w:tabs>
                <w:tab w:val="left" w:pos="-4253"/>
              </w:tabs>
              <w:rPr>
                <w:rFonts w:ascii="Aptos" w:eastAsiaTheme="minorHAnsi" w:hAnsi="Aptos" w:cs="Arial"/>
                <w:sz w:val="14"/>
                <w:szCs w:val="14"/>
                <w:lang w:val="es-MX" w:eastAsia="en-US"/>
              </w:rPr>
            </w:pPr>
          </w:p>
        </w:tc>
        <w:tc>
          <w:tcPr>
            <w:tcW w:w="240" w:type="dxa"/>
            <w:vAlign w:val="center"/>
          </w:tcPr>
          <w:p w14:paraId="6B6C9936" w14:textId="77777777" w:rsidR="001D58C3" w:rsidRPr="001C5331" w:rsidRDefault="001D58C3" w:rsidP="00FD39F5">
            <w:pPr>
              <w:tabs>
                <w:tab w:val="left" w:pos="-4253"/>
              </w:tabs>
              <w:jc w:val="center"/>
              <w:rPr>
                <w:rFonts w:ascii="Aptos" w:eastAsiaTheme="minorHAnsi" w:hAnsi="Aptos" w:cs="Arial"/>
                <w:sz w:val="14"/>
                <w:szCs w:val="14"/>
                <w:lang w:val="es-MX" w:eastAsia="en-US"/>
              </w:rPr>
            </w:pPr>
          </w:p>
        </w:tc>
        <w:tc>
          <w:tcPr>
            <w:tcW w:w="5415" w:type="dxa"/>
            <w:gridSpan w:val="3"/>
            <w:vMerge w:val="restart"/>
            <w:shd w:val="clear" w:color="auto" w:fill="F2F2F2" w:themeFill="background1" w:themeFillShade="F2"/>
            <w:vAlign w:val="center"/>
          </w:tcPr>
          <w:p w14:paraId="403E9A63" w14:textId="77777777" w:rsidR="001D58C3" w:rsidRPr="001C5331" w:rsidRDefault="001D58C3" w:rsidP="005C38E1">
            <w:pPr>
              <w:tabs>
                <w:tab w:val="left" w:pos="-4253"/>
              </w:tabs>
              <w:rPr>
                <w:rFonts w:ascii="Aptos" w:eastAsiaTheme="minorHAnsi" w:hAnsi="Aptos" w:cs="Arial"/>
                <w:sz w:val="14"/>
                <w:szCs w:val="14"/>
                <w:lang w:val="es-MX" w:eastAsia="en-US"/>
              </w:rPr>
            </w:pPr>
          </w:p>
        </w:tc>
      </w:tr>
      <w:tr w:rsidR="001D58C3" w:rsidRPr="001C5331" w14:paraId="01EC25AB" w14:textId="77777777" w:rsidTr="00706C00">
        <w:trPr>
          <w:trHeight w:val="256"/>
          <w:jc w:val="center"/>
        </w:trPr>
        <w:tc>
          <w:tcPr>
            <w:tcW w:w="5387" w:type="dxa"/>
            <w:vMerge/>
            <w:shd w:val="clear" w:color="auto" w:fill="ECD8FC"/>
            <w:vAlign w:val="center"/>
          </w:tcPr>
          <w:p w14:paraId="1A7203B7" w14:textId="77777777" w:rsidR="001D58C3" w:rsidRPr="001C5331" w:rsidRDefault="001D58C3" w:rsidP="00FD39F5">
            <w:pPr>
              <w:tabs>
                <w:tab w:val="left" w:pos="-4253"/>
              </w:tabs>
              <w:rPr>
                <w:rFonts w:ascii="Aptos" w:eastAsiaTheme="minorHAnsi" w:hAnsi="Aptos" w:cs="Arial"/>
                <w:sz w:val="14"/>
                <w:szCs w:val="14"/>
                <w:lang w:val="es-MX" w:eastAsia="en-US"/>
              </w:rPr>
            </w:pPr>
          </w:p>
        </w:tc>
        <w:tc>
          <w:tcPr>
            <w:tcW w:w="240" w:type="dxa"/>
            <w:vAlign w:val="center"/>
          </w:tcPr>
          <w:p w14:paraId="23053F93" w14:textId="77777777" w:rsidR="001D58C3" w:rsidRPr="001C5331" w:rsidRDefault="001D58C3" w:rsidP="00FD39F5">
            <w:pPr>
              <w:tabs>
                <w:tab w:val="left" w:pos="-4253"/>
              </w:tabs>
              <w:jc w:val="center"/>
              <w:rPr>
                <w:rFonts w:ascii="Aptos" w:eastAsiaTheme="minorHAnsi" w:hAnsi="Aptos" w:cs="Arial"/>
                <w:sz w:val="14"/>
                <w:szCs w:val="14"/>
                <w:lang w:val="es-MX" w:eastAsia="en-US"/>
              </w:rPr>
            </w:pPr>
          </w:p>
        </w:tc>
        <w:tc>
          <w:tcPr>
            <w:tcW w:w="5415" w:type="dxa"/>
            <w:gridSpan w:val="3"/>
            <w:vMerge/>
            <w:shd w:val="clear" w:color="auto" w:fill="F2F2F2" w:themeFill="background1" w:themeFillShade="F2"/>
            <w:vAlign w:val="center"/>
          </w:tcPr>
          <w:p w14:paraId="1B64B7CE" w14:textId="77777777" w:rsidR="001D58C3" w:rsidRPr="001C5331" w:rsidRDefault="001D58C3" w:rsidP="00FD39F5">
            <w:pPr>
              <w:tabs>
                <w:tab w:val="left" w:pos="-4253"/>
              </w:tabs>
              <w:jc w:val="center"/>
              <w:rPr>
                <w:rFonts w:ascii="Aptos" w:eastAsiaTheme="minorHAnsi" w:hAnsi="Aptos" w:cs="Arial"/>
                <w:sz w:val="14"/>
                <w:szCs w:val="14"/>
                <w:lang w:val="es-MX" w:eastAsia="en-US"/>
              </w:rPr>
            </w:pPr>
          </w:p>
        </w:tc>
      </w:tr>
    </w:tbl>
    <w:p w14:paraId="32DE43DD" w14:textId="27366F85" w:rsidR="00F42541" w:rsidRPr="001C5331" w:rsidRDefault="00F42541" w:rsidP="006F499D">
      <w:pPr>
        <w:rPr>
          <w:rFonts w:ascii="Aptos" w:eastAsiaTheme="minorHAnsi" w:hAnsi="Aptos" w:cs="Arial"/>
          <w:sz w:val="2"/>
          <w:szCs w:val="2"/>
          <w:lang w:val="es-MX" w:eastAsia="en-US"/>
        </w:rPr>
      </w:pPr>
    </w:p>
    <w:p w14:paraId="4623E3D4" w14:textId="4772E68A" w:rsidR="004A2B40" w:rsidRPr="001C5331" w:rsidRDefault="004A2B40" w:rsidP="004A2B40">
      <w:pPr>
        <w:rPr>
          <w:rFonts w:ascii="Aptos" w:eastAsiaTheme="minorHAnsi" w:hAnsi="Aptos" w:cs="Arial"/>
          <w:b/>
          <w:bCs/>
          <w:sz w:val="12"/>
          <w:szCs w:val="12"/>
          <w:lang w:val="es-MX" w:eastAsia="en-US"/>
        </w:rPr>
      </w:pPr>
      <w:r w:rsidRPr="001C5331">
        <w:rPr>
          <w:rFonts w:ascii="Aptos" w:eastAsiaTheme="minorHAnsi" w:hAnsi="Aptos" w:cs="Arial"/>
          <w:b/>
          <w:bCs/>
          <w:sz w:val="12"/>
          <w:szCs w:val="12"/>
          <w:lang w:val="es-MX" w:eastAsia="en-US"/>
        </w:rPr>
        <w:t>* Para el caso de indicar por salud o por permuta, anexar el formato correspondiente.</w:t>
      </w:r>
    </w:p>
    <w:p w14:paraId="5FDB03B2" w14:textId="77777777" w:rsidR="00B54C04" w:rsidRPr="001C5331" w:rsidRDefault="00B54C04" w:rsidP="006F499D">
      <w:pPr>
        <w:rPr>
          <w:rFonts w:ascii="Aptos" w:eastAsiaTheme="minorHAnsi" w:hAnsi="Aptos" w:cs="Arial"/>
          <w:sz w:val="16"/>
          <w:szCs w:val="16"/>
          <w:lang w:val="es-MX" w:eastAsia="en-US"/>
        </w:rPr>
      </w:pPr>
    </w:p>
    <w:p w14:paraId="3B860F41" w14:textId="77777777" w:rsidR="003D5435" w:rsidRPr="001C5331" w:rsidRDefault="003D5435" w:rsidP="006F499D">
      <w:pPr>
        <w:jc w:val="both"/>
        <w:rPr>
          <w:rFonts w:ascii="Aptos" w:eastAsiaTheme="minorHAnsi" w:hAnsi="Aptos" w:cs="Arial"/>
          <w:b/>
          <w:bCs/>
          <w:sz w:val="10"/>
          <w:szCs w:val="10"/>
          <w:lang w:val="es-MX" w:eastAsia="en-US"/>
        </w:rPr>
      </w:pPr>
    </w:p>
    <w:p w14:paraId="196796D8" w14:textId="77777777" w:rsidR="00227D7B" w:rsidRPr="001C5331" w:rsidRDefault="00227D7B" w:rsidP="006F499D">
      <w:pPr>
        <w:jc w:val="both"/>
        <w:rPr>
          <w:rFonts w:ascii="Aptos" w:eastAsiaTheme="minorHAnsi" w:hAnsi="Aptos" w:cs="Arial"/>
          <w:b/>
          <w:bCs/>
          <w:sz w:val="10"/>
          <w:szCs w:val="10"/>
          <w:lang w:val="es-MX" w:eastAsia="en-US"/>
        </w:rPr>
      </w:pPr>
    </w:p>
    <w:tbl>
      <w:tblPr>
        <w:tblStyle w:val="Tabladecuadrcula1clara-nfasis11"/>
        <w:tblW w:w="5129" w:type="pct"/>
        <w:tblInd w:w="-147" w:type="dxa"/>
        <w:tblLook w:val="0400" w:firstRow="0" w:lastRow="0" w:firstColumn="0" w:lastColumn="0" w:noHBand="0" w:noVBand="1"/>
      </w:tblPr>
      <w:tblGrid>
        <w:gridCol w:w="283"/>
        <w:gridCol w:w="3443"/>
        <w:gridCol w:w="3725"/>
        <w:gridCol w:w="3597"/>
      </w:tblGrid>
      <w:tr w:rsidR="00227D7B" w:rsidRPr="001C5331" w14:paraId="0026E6B9" w14:textId="77777777" w:rsidTr="00FF00D2">
        <w:trPr>
          <w:trHeight w:val="38"/>
        </w:trPr>
        <w:tc>
          <w:tcPr>
            <w:tcW w:w="5000" w:type="pct"/>
            <w:gridSpan w:val="4"/>
            <w:tcBorders>
              <w:top w:val="single" w:sz="12" w:space="0" w:color="7C7C7C" w:themeColor="background2" w:themeShade="80"/>
              <w:left w:val="single" w:sz="12" w:space="0" w:color="7C7C7C" w:themeColor="background2" w:themeShade="80"/>
              <w:bottom w:val="single" w:sz="4" w:space="0" w:color="D8DBD3" w:themeColor="accent6" w:themeTint="66"/>
              <w:right w:val="single" w:sz="12" w:space="0" w:color="7C7C7C" w:themeColor="background2" w:themeShade="80"/>
            </w:tcBorders>
            <w:shd w:val="clear" w:color="auto" w:fill="7030A0"/>
          </w:tcPr>
          <w:p w14:paraId="390B4370" w14:textId="1420AF75" w:rsidR="00227D7B" w:rsidRPr="001C5331" w:rsidRDefault="00227D7B" w:rsidP="00FF00D2">
            <w:pPr>
              <w:jc w:val="center"/>
              <w:rPr>
                <w:rFonts w:ascii="Aptos" w:eastAsiaTheme="minorHAnsi" w:hAnsi="Aptos" w:cs="Arial"/>
                <w:color w:val="FFFFFF" w:themeColor="background1"/>
                <w:sz w:val="12"/>
                <w:szCs w:val="12"/>
                <w:lang w:val="es-MX" w:eastAsia="en-US"/>
              </w:rPr>
            </w:pPr>
          </w:p>
        </w:tc>
      </w:tr>
      <w:tr w:rsidR="00227D7B" w:rsidRPr="001C5331" w14:paraId="6FE34326" w14:textId="77777777" w:rsidTr="00FF00D2">
        <w:trPr>
          <w:trHeight w:val="709"/>
        </w:trPr>
        <w:tc>
          <w:tcPr>
            <w:tcW w:w="128" w:type="pct"/>
            <w:tcBorders>
              <w:top w:val="single" w:sz="12" w:space="0" w:color="7C7C7C" w:themeColor="background2" w:themeShade="80"/>
              <w:left w:val="single" w:sz="12" w:space="0" w:color="7C7C7C" w:themeColor="background2" w:themeShade="80"/>
              <w:bottom w:val="nil"/>
              <w:right w:val="nil"/>
            </w:tcBorders>
          </w:tcPr>
          <w:p w14:paraId="37E5EDBD" w14:textId="77777777" w:rsidR="00227D7B" w:rsidRPr="001C5331" w:rsidRDefault="00227D7B" w:rsidP="00FF00D2">
            <w:pPr>
              <w:tabs>
                <w:tab w:val="left" w:pos="-4253"/>
              </w:tabs>
              <w:ind w:left="1542" w:hanging="1542"/>
              <w:rPr>
                <w:rFonts w:ascii="Aptos" w:eastAsiaTheme="minorHAnsi" w:hAnsi="Aptos" w:cs="Arial"/>
                <w:sz w:val="2"/>
                <w:szCs w:val="2"/>
                <w:lang w:val="es-MX" w:eastAsia="en-US"/>
              </w:rPr>
            </w:pPr>
          </w:p>
        </w:tc>
        <w:tc>
          <w:tcPr>
            <w:tcW w:w="1558" w:type="pct"/>
            <w:tcBorders>
              <w:top w:val="nil"/>
              <w:left w:val="nil"/>
              <w:bottom w:val="nil"/>
              <w:right w:val="nil"/>
            </w:tcBorders>
            <w:vAlign w:val="center"/>
          </w:tcPr>
          <w:p w14:paraId="0ADE4DBF" w14:textId="77777777" w:rsidR="00227D7B" w:rsidRPr="001C5331" w:rsidRDefault="00227D7B" w:rsidP="00FF00D2">
            <w:pPr>
              <w:rPr>
                <w:rFonts w:ascii="Aptos" w:eastAsiaTheme="minorHAnsi" w:hAnsi="Aptos" w:cs="Arial"/>
                <w:sz w:val="2"/>
                <w:szCs w:val="2"/>
                <w:lang w:val="es-MX" w:eastAsia="en-US"/>
              </w:rPr>
            </w:pPr>
          </w:p>
        </w:tc>
        <w:tc>
          <w:tcPr>
            <w:tcW w:w="1686" w:type="pct"/>
            <w:tcBorders>
              <w:top w:val="nil"/>
              <w:left w:val="nil"/>
              <w:bottom w:val="single" w:sz="12" w:space="0" w:color="7C7C7C" w:themeColor="background2" w:themeShade="80"/>
              <w:right w:val="nil"/>
            </w:tcBorders>
            <w:vAlign w:val="center"/>
          </w:tcPr>
          <w:p w14:paraId="0D5942F3" w14:textId="77777777" w:rsidR="00227D7B" w:rsidRPr="001C5331" w:rsidRDefault="00227D7B" w:rsidP="00FF00D2">
            <w:pPr>
              <w:rPr>
                <w:rFonts w:ascii="Aptos" w:eastAsiaTheme="minorHAnsi" w:hAnsi="Aptos" w:cs="Arial"/>
                <w:sz w:val="10"/>
                <w:szCs w:val="10"/>
                <w:lang w:val="es-MX" w:eastAsia="en-US"/>
              </w:rPr>
            </w:pPr>
          </w:p>
          <w:p w14:paraId="346A1E59" w14:textId="77777777" w:rsidR="00227D7B" w:rsidRPr="001C5331" w:rsidRDefault="00227D7B" w:rsidP="00FF00D2">
            <w:pPr>
              <w:rPr>
                <w:rFonts w:ascii="Aptos" w:eastAsiaTheme="minorHAnsi" w:hAnsi="Aptos" w:cs="Arial"/>
                <w:sz w:val="10"/>
                <w:szCs w:val="10"/>
                <w:lang w:val="es-MX" w:eastAsia="en-US"/>
              </w:rPr>
            </w:pPr>
          </w:p>
          <w:p w14:paraId="12DB1548" w14:textId="77777777" w:rsidR="006E0E30" w:rsidRPr="001C5331" w:rsidRDefault="006E0E30" w:rsidP="00FF00D2">
            <w:pPr>
              <w:rPr>
                <w:rFonts w:ascii="Aptos" w:eastAsiaTheme="minorHAnsi" w:hAnsi="Aptos" w:cs="Arial"/>
                <w:sz w:val="10"/>
                <w:szCs w:val="10"/>
                <w:lang w:val="es-MX" w:eastAsia="en-US"/>
              </w:rPr>
            </w:pPr>
          </w:p>
          <w:p w14:paraId="661B0D67" w14:textId="77777777" w:rsidR="00227D7B" w:rsidRPr="001C5331" w:rsidRDefault="00227D7B" w:rsidP="00FF00D2">
            <w:pPr>
              <w:rPr>
                <w:rFonts w:ascii="Aptos" w:eastAsiaTheme="minorHAnsi" w:hAnsi="Aptos" w:cs="Arial"/>
                <w:sz w:val="10"/>
                <w:szCs w:val="10"/>
                <w:lang w:val="es-MX" w:eastAsia="en-US"/>
              </w:rPr>
            </w:pPr>
          </w:p>
          <w:p w14:paraId="36DE16CA" w14:textId="77777777" w:rsidR="00227D7B" w:rsidRPr="001C5331" w:rsidRDefault="00227D7B" w:rsidP="00FF00D2">
            <w:pPr>
              <w:rPr>
                <w:rFonts w:ascii="Aptos" w:eastAsiaTheme="minorHAnsi" w:hAnsi="Aptos" w:cs="Arial"/>
                <w:sz w:val="10"/>
                <w:szCs w:val="10"/>
                <w:lang w:val="es-MX" w:eastAsia="en-US"/>
              </w:rPr>
            </w:pPr>
          </w:p>
          <w:p w14:paraId="011D0C38" w14:textId="77777777" w:rsidR="00227D7B" w:rsidRPr="001C5331" w:rsidRDefault="00227D7B" w:rsidP="00FF00D2">
            <w:pPr>
              <w:rPr>
                <w:rFonts w:ascii="Aptos" w:eastAsiaTheme="minorHAnsi" w:hAnsi="Aptos" w:cs="Arial"/>
                <w:sz w:val="10"/>
                <w:szCs w:val="10"/>
                <w:lang w:val="es-MX" w:eastAsia="en-US"/>
              </w:rPr>
            </w:pPr>
          </w:p>
          <w:p w14:paraId="526A62BC" w14:textId="77777777" w:rsidR="00227D7B" w:rsidRPr="001C5331" w:rsidRDefault="00227D7B" w:rsidP="00FF00D2">
            <w:pPr>
              <w:rPr>
                <w:rFonts w:ascii="Aptos" w:eastAsiaTheme="minorHAnsi" w:hAnsi="Aptos" w:cs="Arial"/>
                <w:sz w:val="10"/>
                <w:szCs w:val="10"/>
                <w:lang w:val="es-MX" w:eastAsia="en-US"/>
              </w:rPr>
            </w:pPr>
          </w:p>
        </w:tc>
        <w:tc>
          <w:tcPr>
            <w:tcW w:w="1628" w:type="pct"/>
            <w:tcBorders>
              <w:top w:val="nil"/>
              <w:left w:val="nil"/>
              <w:bottom w:val="nil"/>
              <w:right w:val="single" w:sz="12" w:space="0" w:color="7C7C7C" w:themeColor="background2" w:themeShade="80"/>
            </w:tcBorders>
            <w:vAlign w:val="center"/>
          </w:tcPr>
          <w:p w14:paraId="565AAE73" w14:textId="77777777" w:rsidR="00227D7B" w:rsidRPr="001C5331" w:rsidRDefault="00227D7B" w:rsidP="00FF00D2">
            <w:pPr>
              <w:rPr>
                <w:rFonts w:ascii="Aptos" w:eastAsiaTheme="minorHAnsi" w:hAnsi="Aptos" w:cs="Arial"/>
                <w:sz w:val="2"/>
                <w:szCs w:val="2"/>
                <w:lang w:val="es-MX" w:eastAsia="en-US"/>
              </w:rPr>
            </w:pPr>
          </w:p>
        </w:tc>
      </w:tr>
      <w:tr w:rsidR="00227D7B" w:rsidRPr="001C5331" w14:paraId="005BD5C2" w14:textId="77777777" w:rsidTr="00FF00D2">
        <w:trPr>
          <w:trHeight w:val="187"/>
        </w:trPr>
        <w:tc>
          <w:tcPr>
            <w:tcW w:w="1686" w:type="pct"/>
            <w:gridSpan w:val="2"/>
            <w:tcBorders>
              <w:top w:val="nil"/>
              <w:left w:val="single" w:sz="12" w:space="0" w:color="7C7C7C" w:themeColor="background2" w:themeShade="80"/>
              <w:bottom w:val="single" w:sz="12" w:space="0" w:color="7C7C7C" w:themeColor="background2" w:themeShade="80"/>
              <w:right w:val="nil"/>
            </w:tcBorders>
          </w:tcPr>
          <w:p w14:paraId="7C93ECAE" w14:textId="77777777" w:rsidR="00227D7B" w:rsidRPr="001C5331" w:rsidRDefault="00227D7B" w:rsidP="00FF00D2">
            <w:pPr>
              <w:tabs>
                <w:tab w:val="left" w:pos="-4253"/>
              </w:tabs>
              <w:rPr>
                <w:rFonts w:ascii="Aptos" w:eastAsiaTheme="minorHAnsi" w:hAnsi="Aptos" w:cs="Arial"/>
                <w:sz w:val="12"/>
                <w:szCs w:val="12"/>
                <w:lang w:val="es-MX" w:eastAsia="en-US"/>
              </w:rPr>
            </w:pPr>
          </w:p>
        </w:tc>
        <w:tc>
          <w:tcPr>
            <w:tcW w:w="1686" w:type="pct"/>
            <w:tcBorders>
              <w:top w:val="single" w:sz="12" w:space="0" w:color="7C7C7C" w:themeColor="background2" w:themeShade="80"/>
              <w:left w:val="nil"/>
              <w:bottom w:val="single" w:sz="12" w:space="0" w:color="7C7C7C" w:themeColor="background2" w:themeShade="80"/>
              <w:right w:val="nil"/>
            </w:tcBorders>
            <w:vAlign w:val="center"/>
          </w:tcPr>
          <w:p w14:paraId="51EBD45C" w14:textId="77777777" w:rsidR="00227D7B" w:rsidRPr="001C5331" w:rsidRDefault="00227D7B" w:rsidP="00FF00D2">
            <w:pPr>
              <w:tabs>
                <w:tab w:val="left" w:pos="-4253"/>
              </w:tabs>
              <w:jc w:val="center"/>
              <w:rPr>
                <w:rFonts w:ascii="Aptos" w:eastAsiaTheme="minorHAnsi" w:hAnsi="Aptos" w:cs="Arial"/>
                <w:b/>
                <w:bCs/>
                <w:sz w:val="12"/>
                <w:szCs w:val="12"/>
                <w:lang w:val="es-MX" w:eastAsia="en-US"/>
              </w:rPr>
            </w:pPr>
            <w:r w:rsidRPr="001C5331">
              <w:rPr>
                <w:rFonts w:ascii="Aptos" w:eastAsiaTheme="minorHAnsi" w:hAnsi="Aptos" w:cs="Arial"/>
                <w:b/>
                <w:bCs/>
                <w:sz w:val="16"/>
                <w:szCs w:val="16"/>
                <w:lang w:val="es-MX" w:eastAsia="en-US"/>
              </w:rPr>
              <w:t>Nombre completo y Firma de la persona aspirante</w:t>
            </w:r>
          </w:p>
        </w:tc>
        <w:tc>
          <w:tcPr>
            <w:tcW w:w="1628" w:type="pct"/>
            <w:tcBorders>
              <w:top w:val="nil"/>
              <w:left w:val="nil"/>
              <w:bottom w:val="single" w:sz="12" w:space="0" w:color="7C7C7C" w:themeColor="background2" w:themeShade="80"/>
              <w:right w:val="single" w:sz="12" w:space="0" w:color="7C7C7C" w:themeColor="background2" w:themeShade="80"/>
            </w:tcBorders>
          </w:tcPr>
          <w:p w14:paraId="5F3E9EB8" w14:textId="77777777" w:rsidR="00227D7B" w:rsidRPr="001C5331" w:rsidRDefault="00227D7B" w:rsidP="00FF00D2">
            <w:pPr>
              <w:tabs>
                <w:tab w:val="left" w:pos="-4253"/>
              </w:tabs>
              <w:ind w:left="1542" w:hanging="1542"/>
              <w:jc w:val="center"/>
              <w:rPr>
                <w:rFonts w:ascii="Aptos" w:eastAsiaTheme="minorHAnsi" w:hAnsi="Aptos" w:cs="Arial"/>
                <w:sz w:val="12"/>
                <w:szCs w:val="12"/>
                <w:lang w:val="es-MX" w:eastAsia="en-US"/>
              </w:rPr>
            </w:pPr>
          </w:p>
        </w:tc>
      </w:tr>
    </w:tbl>
    <w:p w14:paraId="75D1A02D" w14:textId="77777777" w:rsidR="00227D7B" w:rsidRPr="001C5331" w:rsidRDefault="00227D7B" w:rsidP="006F499D">
      <w:pPr>
        <w:jc w:val="both"/>
        <w:rPr>
          <w:rFonts w:ascii="Aptos" w:eastAsiaTheme="minorHAnsi" w:hAnsi="Aptos" w:cs="Arial"/>
          <w:b/>
          <w:bCs/>
          <w:sz w:val="10"/>
          <w:szCs w:val="10"/>
          <w:lang w:val="es-MX" w:eastAsia="en-US"/>
        </w:rPr>
      </w:pPr>
    </w:p>
    <w:p w14:paraId="68A2A0FA" w14:textId="77777777" w:rsidR="003305CA" w:rsidRPr="001C5331" w:rsidRDefault="003305CA" w:rsidP="006F499D">
      <w:pPr>
        <w:jc w:val="both"/>
        <w:rPr>
          <w:rFonts w:ascii="Aptos" w:eastAsiaTheme="minorHAnsi" w:hAnsi="Aptos" w:cs="Arial"/>
          <w:b/>
          <w:bCs/>
          <w:sz w:val="10"/>
          <w:szCs w:val="10"/>
          <w:lang w:val="es-MX" w:eastAsia="en-US"/>
        </w:rPr>
      </w:pPr>
    </w:p>
    <w:p w14:paraId="70673437" w14:textId="77777777" w:rsidR="005C38E1" w:rsidRPr="001C5331" w:rsidRDefault="005C38E1" w:rsidP="006F499D">
      <w:pPr>
        <w:jc w:val="both"/>
        <w:rPr>
          <w:rFonts w:ascii="Aptos" w:eastAsiaTheme="minorHAnsi" w:hAnsi="Aptos" w:cs="Arial"/>
          <w:b/>
          <w:bCs/>
          <w:sz w:val="10"/>
          <w:szCs w:val="10"/>
          <w:lang w:val="es-MX" w:eastAsia="en-US"/>
        </w:rPr>
      </w:pPr>
    </w:p>
    <w:p w14:paraId="56404445" w14:textId="77777777" w:rsidR="005C38E1" w:rsidRPr="001C5331" w:rsidRDefault="005C38E1" w:rsidP="006F499D">
      <w:pPr>
        <w:jc w:val="both"/>
        <w:rPr>
          <w:rFonts w:ascii="Aptos" w:eastAsiaTheme="minorHAnsi" w:hAnsi="Aptos" w:cs="Arial"/>
          <w:b/>
          <w:bCs/>
          <w:sz w:val="10"/>
          <w:szCs w:val="10"/>
          <w:lang w:val="es-MX" w:eastAsia="en-US"/>
        </w:rPr>
      </w:pPr>
    </w:p>
    <w:p w14:paraId="4C5C7352" w14:textId="77777777" w:rsidR="005C38E1" w:rsidRPr="001C5331" w:rsidRDefault="005C38E1" w:rsidP="006F499D">
      <w:pPr>
        <w:jc w:val="both"/>
        <w:rPr>
          <w:rFonts w:ascii="Aptos" w:eastAsiaTheme="minorHAnsi" w:hAnsi="Aptos" w:cs="Arial"/>
          <w:b/>
          <w:bCs/>
          <w:sz w:val="10"/>
          <w:szCs w:val="10"/>
          <w:lang w:val="es-MX" w:eastAsia="en-US"/>
        </w:rPr>
      </w:pPr>
    </w:p>
    <w:p w14:paraId="320FA77D" w14:textId="77777777" w:rsidR="005C38E1" w:rsidRPr="001C5331" w:rsidRDefault="005C38E1" w:rsidP="006F499D">
      <w:pPr>
        <w:jc w:val="both"/>
        <w:rPr>
          <w:rFonts w:ascii="Aptos" w:eastAsiaTheme="minorHAnsi" w:hAnsi="Aptos" w:cs="Arial"/>
          <w:b/>
          <w:bCs/>
          <w:sz w:val="10"/>
          <w:szCs w:val="10"/>
          <w:lang w:val="es-MX" w:eastAsia="en-US"/>
        </w:rPr>
      </w:pPr>
    </w:p>
    <w:p w14:paraId="18294C9E" w14:textId="77777777" w:rsidR="005C38E1" w:rsidRPr="001C5331" w:rsidRDefault="005C38E1" w:rsidP="006F499D">
      <w:pPr>
        <w:jc w:val="both"/>
        <w:rPr>
          <w:rFonts w:ascii="Aptos" w:eastAsiaTheme="minorHAnsi" w:hAnsi="Aptos" w:cs="Arial"/>
          <w:b/>
          <w:bCs/>
          <w:sz w:val="10"/>
          <w:szCs w:val="10"/>
          <w:lang w:val="es-MX" w:eastAsia="en-US"/>
        </w:rPr>
      </w:pPr>
    </w:p>
    <w:p w14:paraId="0AD704E4" w14:textId="77777777" w:rsidR="005C38E1" w:rsidRPr="001C5331" w:rsidRDefault="005C38E1" w:rsidP="006F499D">
      <w:pPr>
        <w:jc w:val="both"/>
        <w:rPr>
          <w:rFonts w:ascii="Aptos" w:eastAsiaTheme="minorHAnsi" w:hAnsi="Aptos" w:cs="Arial"/>
          <w:b/>
          <w:bCs/>
          <w:sz w:val="10"/>
          <w:szCs w:val="10"/>
          <w:lang w:val="es-MX" w:eastAsia="en-US"/>
        </w:rPr>
      </w:pPr>
    </w:p>
    <w:p w14:paraId="2CAB4E14" w14:textId="77777777" w:rsidR="005C38E1" w:rsidRPr="001C5331" w:rsidRDefault="005C38E1" w:rsidP="006F499D">
      <w:pPr>
        <w:jc w:val="both"/>
        <w:rPr>
          <w:rFonts w:ascii="Aptos" w:eastAsiaTheme="minorHAnsi" w:hAnsi="Aptos" w:cs="Arial"/>
          <w:b/>
          <w:bCs/>
          <w:sz w:val="10"/>
          <w:szCs w:val="10"/>
          <w:lang w:val="es-MX" w:eastAsia="en-US"/>
        </w:rPr>
      </w:pPr>
    </w:p>
    <w:p w14:paraId="057583A0" w14:textId="77777777" w:rsidR="005C38E1" w:rsidRPr="001C5331" w:rsidRDefault="005C38E1" w:rsidP="006F499D">
      <w:pPr>
        <w:jc w:val="both"/>
        <w:rPr>
          <w:rFonts w:ascii="Aptos" w:eastAsiaTheme="minorHAnsi" w:hAnsi="Aptos" w:cs="Arial"/>
          <w:b/>
          <w:bCs/>
          <w:sz w:val="10"/>
          <w:szCs w:val="10"/>
          <w:lang w:val="es-MX" w:eastAsia="en-US"/>
        </w:rPr>
      </w:pPr>
    </w:p>
    <w:p w14:paraId="3078E11F" w14:textId="77777777" w:rsidR="005C38E1" w:rsidRPr="001C5331" w:rsidRDefault="005C38E1" w:rsidP="006F499D">
      <w:pPr>
        <w:jc w:val="both"/>
        <w:rPr>
          <w:rFonts w:ascii="Aptos" w:eastAsiaTheme="minorHAnsi" w:hAnsi="Aptos" w:cs="Arial"/>
          <w:b/>
          <w:bCs/>
          <w:sz w:val="10"/>
          <w:szCs w:val="10"/>
          <w:lang w:val="es-MX" w:eastAsia="en-US"/>
        </w:rPr>
      </w:pPr>
    </w:p>
    <w:p w14:paraId="30CDB6D9" w14:textId="77777777" w:rsidR="005C38E1" w:rsidRPr="001C5331" w:rsidRDefault="005C38E1" w:rsidP="006F499D">
      <w:pPr>
        <w:jc w:val="both"/>
        <w:rPr>
          <w:rFonts w:ascii="Aptos" w:eastAsiaTheme="minorHAnsi" w:hAnsi="Aptos" w:cs="Arial"/>
          <w:b/>
          <w:bCs/>
          <w:sz w:val="10"/>
          <w:szCs w:val="10"/>
          <w:lang w:val="es-MX" w:eastAsia="en-US"/>
        </w:rPr>
      </w:pPr>
    </w:p>
    <w:p w14:paraId="31386701" w14:textId="77777777" w:rsidR="005C38E1" w:rsidRPr="001C5331" w:rsidRDefault="005C38E1" w:rsidP="006F499D">
      <w:pPr>
        <w:jc w:val="both"/>
        <w:rPr>
          <w:rFonts w:ascii="Aptos" w:eastAsiaTheme="minorHAnsi" w:hAnsi="Aptos" w:cs="Arial"/>
          <w:b/>
          <w:bCs/>
          <w:sz w:val="10"/>
          <w:szCs w:val="10"/>
          <w:lang w:val="es-MX" w:eastAsia="en-US"/>
        </w:rPr>
      </w:pPr>
    </w:p>
    <w:p w14:paraId="7B67267F" w14:textId="77777777" w:rsidR="005C38E1" w:rsidRPr="001C5331" w:rsidRDefault="005C38E1" w:rsidP="006F499D">
      <w:pPr>
        <w:jc w:val="both"/>
        <w:rPr>
          <w:rFonts w:ascii="Aptos" w:eastAsiaTheme="minorHAnsi" w:hAnsi="Aptos" w:cs="Arial"/>
          <w:b/>
          <w:bCs/>
          <w:sz w:val="10"/>
          <w:szCs w:val="10"/>
          <w:lang w:val="es-MX" w:eastAsia="en-US"/>
        </w:rPr>
      </w:pPr>
    </w:p>
    <w:p w14:paraId="19F7F060" w14:textId="77777777" w:rsidR="005C38E1" w:rsidRPr="001C5331" w:rsidRDefault="005C38E1" w:rsidP="006F499D">
      <w:pPr>
        <w:jc w:val="both"/>
        <w:rPr>
          <w:rFonts w:ascii="Aptos" w:eastAsiaTheme="minorHAnsi" w:hAnsi="Aptos" w:cs="Arial"/>
          <w:b/>
          <w:bCs/>
          <w:sz w:val="10"/>
          <w:szCs w:val="10"/>
          <w:lang w:val="es-MX" w:eastAsia="en-US"/>
        </w:rPr>
      </w:pPr>
    </w:p>
    <w:p w14:paraId="7ABD0918" w14:textId="77777777" w:rsidR="005C38E1" w:rsidRPr="001C5331" w:rsidRDefault="005C38E1" w:rsidP="006F499D">
      <w:pPr>
        <w:jc w:val="both"/>
        <w:rPr>
          <w:rFonts w:ascii="Aptos" w:eastAsiaTheme="minorHAnsi" w:hAnsi="Aptos" w:cs="Arial"/>
          <w:b/>
          <w:bCs/>
          <w:sz w:val="10"/>
          <w:szCs w:val="10"/>
          <w:lang w:val="es-MX" w:eastAsia="en-US"/>
        </w:rPr>
      </w:pPr>
    </w:p>
    <w:p w14:paraId="0BBE99B9" w14:textId="77777777" w:rsidR="005C38E1" w:rsidRPr="001C5331" w:rsidRDefault="005C38E1" w:rsidP="006F499D">
      <w:pPr>
        <w:jc w:val="both"/>
        <w:rPr>
          <w:rFonts w:ascii="Aptos" w:eastAsiaTheme="minorHAnsi" w:hAnsi="Aptos" w:cs="Arial"/>
          <w:b/>
          <w:bCs/>
          <w:sz w:val="10"/>
          <w:szCs w:val="10"/>
          <w:lang w:val="es-MX" w:eastAsia="en-US"/>
        </w:rPr>
      </w:pPr>
    </w:p>
    <w:p w14:paraId="114DF32B" w14:textId="77777777" w:rsidR="005C38E1" w:rsidRPr="001C5331" w:rsidRDefault="005C38E1" w:rsidP="006F499D">
      <w:pPr>
        <w:jc w:val="both"/>
        <w:rPr>
          <w:rFonts w:ascii="Aptos" w:eastAsiaTheme="minorHAnsi" w:hAnsi="Aptos" w:cs="Arial"/>
          <w:b/>
          <w:bCs/>
          <w:sz w:val="10"/>
          <w:szCs w:val="10"/>
          <w:lang w:val="es-MX" w:eastAsia="en-US"/>
        </w:rPr>
      </w:pPr>
    </w:p>
    <w:p w14:paraId="3ADE0D12" w14:textId="77777777" w:rsidR="005C38E1" w:rsidRPr="001C5331" w:rsidRDefault="005C38E1" w:rsidP="006F499D">
      <w:pPr>
        <w:jc w:val="both"/>
        <w:rPr>
          <w:rFonts w:ascii="Aptos" w:eastAsiaTheme="minorHAnsi" w:hAnsi="Aptos" w:cs="Arial"/>
          <w:b/>
          <w:bCs/>
          <w:sz w:val="10"/>
          <w:szCs w:val="10"/>
          <w:lang w:val="es-MX" w:eastAsia="en-US"/>
        </w:rPr>
      </w:pPr>
    </w:p>
    <w:p w14:paraId="179781A4" w14:textId="77777777" w:rsidR="005C38E1" w:rsidRPr="001C5331" w:rsidRDefault="005C38E1" w:rsidP="006F499D">
      <w:pPr>
        <w:jc w:val="both"/>
        <w:rPr>
          <w:rFonts w:ascii="Aptos" w:eastAsiaTheme="minorHAnsi" w:hAnsi="Aptos" w:cs="Arial"/>
          <w:b/>
          <w:bCs/>
          <w:sz w:val="10"/>
          <w:szCs w:val="10"/>
          <w:lang w:val="es-MX" w:eastAsia="en-US"/>
        </w:rPr>
      </w:pPr>
    </w:p>
    <w:p w14:paraId="1F8E7C2C" w14:textId="77777777" w:rsidR="005C38E1" w:rsidRPr="001C5331" w:rsidRDefault="005C38E1" w:rsidP="006F499D">
      <w:pPr>
        <w:jc w:val="both"/>
        <w:rPr>
          <w:rFonts w:ascii="Aptos" w:eastAsiaTheme="minorHAnsi" w:hAnsi="Aptos" w:cs="Arial"/>
          <w:b/>
          <w:bCs/>
          <w:sz w:val="10"/>
          <w:szCs w:val="10"/>
          <w:lang w:val="es-MX" w:eastAsia="en-US"/>
        </w:rPr>
      </w:pPr>
    </w:p>
    <w:p w14:paraId="4F8223EE" w14:textId="77777777" w:rsidR="005C38E1" w:rsidRPr="001C5331" w:rsidRDefault="005C38E1" w:rsidP="006F499D">
      <w:pPr>
        <w:jc w:val="both"/>
        <w:rPr>
          <w:rFonts w:ascii="Aptos" w:eastAsiaTheme="minorHAnsi" w:hAnsi="Aptos" w:cs="Arial"/>
          <w:b/>
          <w:bCs/>
          <w:sz w:val="10"/>
          <w:szCs w:val="10"/>
          <w:lang w:val="es-MX" w:eastAsia="en-US"/>
        </w:rPr>
      </w:pPr>
    </w:p>
    <w:tbl>
      <w:tblPr>
        <w:tblStyle w:val="Tabladecuadrcula1clara-nfasis11"/>
        <w:tblpPr w:leftFromText="141" w:rightFromText="141" w:vertAnchor="text" w:horzAnchor="margin" w:tblpY="42"/>
        <w:tblW w:w="5126" w:type="pct"/>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24" w:space="0" w:color="FFFFFF" w:themeColor="background1"/>
          <w:insideV w:val="single" w:sz="24" w:space="0" w:color="FFFFFF" w:themeColor="background1"/>
        </w:tblBorders>
        <w:tblLook w:val="04A0" w:firstRow="1" w:lastRow="0" w:firstColumn="1" w:lastColumn="0" w:noHBand="0" w:noVBand="1"/>
      </w:tblPr>
      <w:tblGrid>
        <w:gridCol w:w="11041"/>
      </w:tblGrid>
      <w:tr w:rsidR="00706C00" w:rsidRPr="001C5331" w14:paraId="271A47BB" w14:textId="77777777" w:rsidTr="00706C00">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5000" w:type="pct"/>
            <w:tcBorders>
              <w:left w:val="single" w:sz="12" w:space="0" w:color="550EA0"/>
              <w:right w:val="single" w:sz="12" w:space="0" w:color="550EA0"/>
            </w:tcBorders>
            <w:shd w:val="clear" w:color="auto" w:fill="ECD8FC"/>
            <w:vAlign w:val="center"/>
          </w:tcPr>
          <w:p w14:paraId="7DDD1FCF" w14:textId="1BBC5A19" w:rsidR="00706C00" w:rsidRPr="001C5331" w:rsidRDefault="00706C00" w:rsidP="006A43C7">
            <w:pPr>
              <w:jc w:val="center"/>
              <w:rPr>
                <w:rFonts w:ascii="Aptos" w:eastAsiaTheme="minorHAnsi" w:hAnsi="Aptos" w:cs="Arial"/>
                <w:sz w:val="16"/>
                <w:szCs w:val="16"/>
                <w:lang w:eastAsia="en-US"/>
              </w:rPr>
            </w:pPr>
            <w:r w:rsidRPr="001C5331">
              <w:rPr>
                <w:rFonts w:ascii="Aptos" w:eastAsiaTheme="minorHAnsi" w:hAnsi="Aptos" w:cs="Arial"/>
                <w:sz w:val="16"/>
                <w:szCs w:val="16"/>
                <w:lang w:eastAsia="en-US"/>
              </w:rPr>
              <w:t>La presente convocatoria en todo momento será incluyente y evitará cualquier tipo de discriminación. Asimismo, está estrictamente prohibido solicitar certificados médicos de no embarazo y Virus de la Inmunodeficiencia Humana (VIH), o cualquier otra enfermedad como requisitos para el cambio de adscripción en este Instituto Electoral.</w:t>
            </w:r>
          </w:p>
        </w:tc>
      </w:tr>
    </w:tbl>
    <w:p w14:paraId="0CF46B5F" w14:textId="77777777" w:rsidR="003305CA" w:rsidRPr="001C5331" w:rsidRDefault="003305CA" w:rsidP="006F499D">
      <w:pPr>
        <w:jc w:val="both"/>
        <w:rPr>
          <w:rFonts w:ascii="Aptos" w:eastAsiaTheme="minorHAnsi" w:hAnsi="Aptos" w:cs="Arial"/>
          <w:b/>
          <w:bCs/>
          <w:sz w:val="10"/>
          <w:szCs w:val="10"/>
          <w:lang w:val="es-MX" w:eastAsia="en-US"/>
        </w:rPr>
      </w:pPr>
    </w:p>
    <w:p w14:paraId="66F7F61B" w14:textId="77777777" w:rsidR="003305CA" w:rsidRPr="001C5331" w:rsidRDefault="003305CA" w:rsidP="006F499D">
      <w:pPr>
        <w:jc w:val="both"/>
        <w:rPr>
          <w:rFonts w:ascii="Aptos" w:eastAsiaTheme="minorHAnsi" w:hAnsi="Aptos" w:cs="Arial"/>
          <w:b/>
          <w:bCs/>
          <w:sz w:val="10"/>
          <w:szCs w:val="10"/>
          <w:lang w:val="es-MX" w:eastAsia="en-US"/>
        </w:rPr>
      </w:pPr>
    </w:p>
    <w:p w14:paraId="69E1F771" w14:textId="77777777" w:rsidR="003305CA" w:rsidRPr="001C5331" w:rsidRDefault="003305CA" w:rsidP="006F499D">
      <w:pPr>
        <w:jc w:val="both"/>
        <w:rPr>
          <w:rFonts w:ascii="Aptos" w:eastAsiaTheme="minorHAnsi" w:hAnsi="Aptos" w:cs="Arial"/>
          <w:b/>
          <w:bCs/>
          <w:sz w:val="10"/>
          <w:szCs w:val="10"/>
          <w:lang w:val="es-MX" w:eastAsia="en-US"/>
        </w:rPr>
      </w:pPr>
    </w:p>
    <w:p w14:paraId="4C29D818" w14:textId="77777777" w:rsidR="005C38E1" w:rsidRPr="001C5331" w:rsidRDefault="005C38E1" w:rsidP="00533862">
      <w:pPr>
        <w:jc w:val="center"/>
        <w:rPr>
          <w:rFonts w:ascii="Aptos" w:eastAsiaTheme="minorHAnsi" w:hAnsi="Aptos" w:cs="Arial"/>
          <w:b/>
          <w:bCs/>
          <w:sz w:val="16"/>
          <w:szCs w:val="16"/>
          <w:lang w:val="es-MX" w:eastAsia="en-US"/>
        </w:rPr>
      </w:pPr>
    </w:p>
    <w:p w14:paraId="248F37C3" w14:textId="4EA93382" w:rsidR="00533862" w:rsidRPr="001C5331" w:rsidRDefault="00533862" w:rsidP="00533862">
      <w:pPr>
        <w:jc w:val="center"/>
        <w:rPr>
          <w:rFonts w:ascii="Aptos" w:eastAsiaTheme="minorHAnsi" w:hAnsi="Aptos" w:cs="Arial"/>
          <w:b/>
          <w:bCs/>
          <w:sz w:val="16"/>
          <w:szCs w:val="16"/>
          <w:lang w:val="es-MX" w:eastAsia="en-US"/>
        </w:rPr>
      </w:pPr>
      <w:r w:rsidRPr="001C5331">
        <w:rPr>
          <w:rFonts w:ascii="Aptos" w:eastAsiaTheme="minorHAnsi" w:hAnsi="Aptos" w:cs="Arial"/>
          <w:b/>
          <w:bCs/>
          <w:sz w:val="16"/>
          <w:szCs w:val="16"/>
          <w:lang w:val="es-MX" w:eastAsia="en-US"/>
        </w:rPr>
        <w:t>ESTA PARTE DE LA SOLICITUD SERÁ LLENADA POR PERSONAL DE LA DIRECCIÓN DE RECLUTAMIENTO, DESARROLLO Y EVALUACIÓN</w:t>
      </w:r>
    </w:p>
    <w:p w14:paraId="2D9C46C0" w14:textId="77777777" w:rsidR="00533862" w:rsidRPr="001C5331" w:rsidRDefault="00533862" w:rsidP="006F499D">
      <w:pPr>
        <w:jc w:val="both"/>
        <w:rPr>
          <w:rFonts w:ascii="Aptos" w:eastAsiaTheme="minorHAnsi" w:hAnsi="Aptos" w:cs="Arial"/>
          <w:b/>
          <w:bCs/>
          <w:sz w:val="10"/>
          <w:szCs w:val="10"/>
          <w:lang w:val="es-MX" w:eastAsia="en-US"/>
        </w:rPr>
      </w:pPr>
    </w:p>
    <w:tbl>
      <w:tblPr>
        <w:tblStyle w:val="Tabladecuadrcula1clara-nfasis11"/>
        <w:tblW w:w="51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696"/>
        <w:gridCol w:w="1984"/>
        <w:gridCol w:w="1843"/>
        <w:gridCol w:w="1839"/>
        <w:gridCol w:w="1704"/>
        <w:gridCol w:w="1996"/>
      </w:tblGrid>
      <w:tr w:rsidR="0082394F" w:rsidRPr="001C5331" w14:paraId="29E412A3" w14:textId="77777777" w:rsidTr="003826F5">
        <w:trPr>
          <w:trHeight w:val="172"/>
          <w:jc w:val="center"/>
        </w:trPr>
        <w:tc>
          <w:tcPr>
            <w:tcW w:w="5000" w:type="pct"/>
            <w:gridSpan w:val="6"/>
            <w:shd w:val="clear" w:color="auto" w:fill="7030A0"/>
            <w:vAlign w:val="center"/>
          </w:tcPr>
          <w:p w14:paraId="0CC62E1F" w14:textId="37D31081" w:rsidR="0082394F" w:rsidRPr="001C5331" w:rsidRDefault="0082394F" w:rsidP="003826F5">
            <w:pPr>
              <w:jc w:val="center"/>
              <w:rPr>
                <w:rFonts w:ascii="Aptos" w:hAnsi="Aptos" w:cs="Arial"/>
                <w:b/>
                <w:bCs/>
                <w:spacing w:val="40"/>
                <w:sz w:val="14"/>
                <w:szCs w:val="14"/>
              </w:rPr>
            </w:pPr>
            <w:r w:rsidRPr="001C5331">
              <w:rPr>
                <w:rFonts w:ascii="Aptos" w:hAnsi="Aptos" w:cs="Arial"/>
                <w:b/>
                <w:bCs/>
                <w:noProof/>
                <w:color w:val="FFFFFF" w:themeColor="background1"/>
                <w:spacing w:val="40"/>
                <w:sz w:val="14"/>
                <w:szCs w:val="14"/>
                <w:lang w:val="es-MX" w:eastAsia="es-MX"/>
              </w:rPr>
              <mc:AlternateContent>
                <mc:Choice Requires="wps">
                  <w:drawing>
                    <wp:anchor distT="0" distB="0" distL="114300" distR="114300" simplePos="0" relativeHeight="251660288" behindDoc="0" locked="0" layoutInCell="1" allowOverlap="1" wp14:anchorId="1090780D" wp14:editId="115A36B5">
                      <wp:simplePos x="0" y="0"/>
                      <wp:positionH relativeFrom="column">
                        <wp:posOffset>-18603595</wp:posOffset>
                      </wp:positionH>
                      <wp:positionV relativeFrom="paragraph">
                        <wp:posOffset>1991642276</wp:posOffset>
                      </wp:positionV>
                      <wp:extent cx="144780" cy="182880"/>
                      <wp:effectExtent l="8255" t="10160" r="8890" b="0"/>
                      <wp:wrapNone/>
                      <wp:docPr id="299605819" name="Rectángulo: esquinas redondeadas 299605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828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8818F" id="Rectángulo: esquinas redondeadas 299605819" o:spid="_x0000_s1026" style="position:absolute;margin-left:-1464.85pt;margin-top:156822.25pt;width:11.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"/>
                  </w:pict>
                </mc:Fallback>
              </mc:AlternateContent>
            </w:r>
          </w:p>
        </w:tc>
      </w:tr>
      <w:tr w:rsidR="0082394F" w:rsidRPr="001C5331" w14:paraId="0E98A221" w14:textId="77777777" w:rsidTr="00533862">
        <w:trPr>
          <w:trHeight w:val="547"/>
          <w:jc w:val="center"/>
        </w:trPr>
        <w:tc>
          <w:tcPr>
            <w:tcW w:w="767" w:type="pct"/>
            <w:shd w:val="clear" w:color="auto" w:fill="F2F2F2" w:themeFill="background1" w:themeFillShade="F2"/>
            <w:vAlign w:val="center"/>
          </w:tcPr>
          <w:p w14:paraId="2DABB39C" w14:textId="6BA37C41" w:rsidR="0082394F" w:rsidRPr="001C5331" w:rsidRDefault="0082394F" w:rsidP="003826F5">
            <w:pPr>
              <w:rPr>
                <w:rFonts w:ascii="Aptos" w:eastAsiaTheme="minorHAnsi" w:hAnsi="Aptos" w:cs="Arial"/>
                <w:sz w:val="16"/>
                <w:szCs w:val="18"/>
                <w:lang w:val="es-MX" w:eastAsia="en-US"/>
              </w:rPr>
            </w:pPr>
            <w:r w:rsidRPr="001C5331">
              <w:rPr>
                <w:rFonts w:ascii="Aptos" w:eastAsiaTheme="minorHAnsi" w:hAnsi="Aptos" w:cs="Arial"/>
                <w:sz w:val="16"/>
                <w:szCs w:val="18"/>
                <w:lang w:val="es-MX" w:eastAsia="en-US"/>
              </w:rPr>
              <w:t>Fecha de solicitud</w:t>
            </w:r>
          </w:p>
        </w:tc>
        <w:tc>
          <w:tcPr>
            <w:tcW w:w="897" w:type="pct"/>
            <w:shd w:val="clear" w:color="auto" w:fill="ECD8FC"/>
            <w:vAlign w:val="center"/>
          </w:tcPr>
          <w:p w14:paraId="2F162A96" w14:textId="77777777" w:rsidR="0082394F" w:rsidRPr="001C5331" w:rsidRDefault="0082394F" w:rsidP="003826F5">
            <w:pPr>
              <w:rPr>
                <w:rFonts w:ascii="Aptos" w:eastAsiaTheme="minorHAnsi" w:hAnsi="Aptos" w:cs="Arial"/>
                <w:sz w:val="16"/>
                <w:szCs w:val="18"/>
                <w:lang w:val="es-MX" w:eastAsia="en-US"/>
              </w:rPr>
            </w:pPr>
          </w:p>
        </w:tc>
        <w:tc>
          <w:tcPr>
            <w:tcW w:w="833" w:type="pct"/>
            <w:shd w:val="clear" w:color="auto" w:fill="F2F2F2" w:themeFill="background1" w:themeFillShade="F2"/>
            <w:vAlign w:val="center"/>
          </w:tcPr>
          <w:p w14:paraId="006C77D7" w14:textId="77777777" w:rsidR="0082394F" w:rsidRPr="001C5331" w:rsidRDefault="0082394F" w:rsidP="003826F5">
            <w:pPr>
              <w:rPr>
                <w:rFonts w:ascii="Aptos" w:eastAsiaTheme="minorHAnsi" w:hAnsi="Aptos" w:cs="Arial"/>
                <w:sz w:val="16"/>
                <w:szCs w:val="18"/>
                <w:lang w:val="es-MX" w:eastAsia="en-US"/>
              </w:rPr>
            </w:pPr>
            <w:r w:rsidRPr="001C5331">
              <w:rPr>
                <w:rFonts w:ascii="Aptos" w:eastAsiaTheme="minorHAnsi" w:hAnsi="Aptos" w:cs="Arial"/>
                <w:sz w:val="16"/>
                <w:szCs w:val="18"/>
                <w:lang w:val="es-MX" w:eastAsia="en-US"/>
              </w:rPr>
              <w:t>Núm. de convocatoria</w:t>
            </w:r>
          </w:p>
        </w:tc>
        <w:tc>
          <w:tcPr>
            <w:tcW w:w="831" w:type="pct"/>
            <w:shd w:val="clear" w:color="auto" w:fill="ECD8FC"/>
            <w:vAlign w:val="center"/>
          </w:tcPr>
          <w:p w14:paraId="5C3E212F" w14:textId="77777777" w:rsidR="0082394F" w:rsidRPr="001C5331" w:rsidRDefault="0082394F" w:rsidP="003826F5">
            <w:pPr>
              <w:rPr>
                <w:rFonts w:ascii="Aptos" w:eastAsiaTheme="minorHAnsi" w:hAnsi="Aptos" w:cs="Arial"/>
                <w:sz w:val="16"/>
                <w:szCs w:val="18"/>
                <w:lang w:val="es-MX" w:eastAsia="en-US"/>
              </w:rPr>
            </w:pPr>
          </w:p>
        </w:tc>
        <w:tc>
          <w:tcPr>
            <w:tcW w:w="770" w:type="pct"/>
            <w:shd w:val="clear" w:color="auto" w:fill="F2F2F2"/>
            <w:vAlign w:val="center"/>
          </w:tcPr>
          <w:p w14:paraId="568BFD1D" w14:textId="77777777" w:rsidR="0082394F" w:rsidRPr="001C5331" w:rsidRDefault="0082394F" w:rsidP="003826F5">
            <w:pPr>
              <w:rPr>
                <w:rFonts w:ascii="Aptos" w:eastAsiaTheme="minorHAnsi" w:hAnsi="Aptos" w:cs="Arial"/>
                <w:sz w:val="16"/>
                <w:szCs w:val="18"/>
                <w:lang w:val="es-MX" w:eastAsia="en-US"/>
              </w:rPr>
            </w:pPr>
            <w:r w:rsidRPr="001C5331">
              <w:rPr>
                <w:rFonts w:ascii="Aptos" w:eastAsiaTheme="minorHAnsi" w:hAnsi="Aptos" w:cs="Arial"/>
                <w:sz w:val="16"/>
                <w:szCs w:val="18"/>
                <w:lang w:val="es-MX" w:eastAsia="en-US"/>
              </w:rPr>
              <w:t>Folio de la persona aspirante</w:t>
            </w:r>
          </w:p>
        </w:tc>
        <w:tc>
          <w:tcPr>
            <w:tcW w:w="902" w:type="pct"/>
            <w:shd w:val="clear" w:color="auto" w:fill="ECD8FC"/>
            <w:vAlign w:val="center"/>
          </w:tcPr>
          <w:p w14:paraId="537A1C33" w14:textId="77777777" w:rsidR="0082394F" w:rsidRPr="001C5331" w:rsidRDefault="0082394F" w:rsidP="003826F5">
            <w:pPr>
              <w:rPr>
                <w:rFonts w:ascii="Aptos" w:eastAsiaTheme="minorHAnsi" w:hAnsi="Aptos" w:cs="Arial"/>
                <w:sz w:val="16"/>
                <w:szCs w:val="18"/>
                <w:lang w:val="es-MX" w:eastAsia="en-US"/>
              </w:rPr>
            </w:pPr>
          </w:p>
        </w:tc>
      </w:tr>
    </w:tbl>
    <w:p w14:paraId="1617DFC6" w14:textId="77777777" w:rsidR="003D5435" w:rsidRPr="001C5331" w:rsidRDefault="003D5435" w:rsidP="003D5435">
      <w:pPr>
        <w:rPr>
          <w:rFonts w:ascii="Aptos" w:eastAsiaTheme="minorHAnsi" w:hAnsi="Aptos" w:cs="Arial"/>
          <w:sz w:val="2"/>
          <w:szCs w:val="2"/>
          <w:lang w:val="es-MX" w:eastAsia="en-US"/>
        </w:rPr>
      </w:pPr>
    </w:p>
    <w:p w14:paraId="2CF06A6D" w14:textId="77777777" w:rsidR="003D5435" w:rsidRPr="001C5331" w:rsidRDefault="003D5435" w:rsidP="003D5435">
      <w:pPr>
        <w:jc w:val="both"/>
        <w:rPr>
          <w:rFonts w:ascii="Aptos" w:eastAsiaTheme="minorHAnsi" w:hAnsi="Aptos" w:cs="Arial"/>
          <w:b/>
          <w:bCs/>
          <w:sz w:val="10"/>
          <w:szCs w:val="10"/>
          <w:lang w:val="es-MX" w:eastAsia="en-US"/>
        </w:rPr>
      </w:pPr>
    </w:p>
    <w:tbl>
      <w:tblPr>
        <w:tblStyle w:val="Tabladecuadrcula1clara-nfasis11"/>
        <w:tblW w:w="5129" w:type="pct"/>
        <w:tblInd w:w="-147" w:type="dxa"/>
        <w:tblLook w:val="0400" w:firstRow="0" w:lastRow="0" w:firstColumn="0" w:lastColumn="0" w:noHBand="0" w:noVBand="1"/>
      </w:tblPr>
      <w:tblGrid>
        <w:gridCol w:w="415"/>
        <w:gridCol w:w="6238"/>
        <w:gridCol w:w="4395"/>
      </w:tblGrid>
      <w:tr w:rsidR="00EA6488" w:rsidRPr="001C5331" w14:paraId="3B2E612C" w14:textId="77777777" w:rsidTr="00EA6488">
        <w:trPr>
          <w:trHeight w:val="38"/>
        </w:trPr>
        <w:tc>
          <w:tcPr>
            <w:tcW w:w="5000" w:type="pct"/>
            <w:gridSpan w:val="3"/>
            <w:tcBorders>
              <w:top w:val="single" w:sz="12" w:space="0" w:color="7C7C7C" w:themeColor="background2" w:themeShade="80"/>
              <w:left w:val="single" w:sz="12" w:space="0" w:color="7C7C7C" w:themeColor="background2" w:themeShade="80"/>
              <w:bottom w:val="single" w:sz="4" w:space="0" w:color="D8DBD3" w:themeColor="accent6" w:themeTint="66"/>
              <w:right w:val="single" w:sz="12" w:space="0" w:color="7C7C7C" w:themeColor="background2" w:themeShade="80"/>
            </w:tcBorders>
            <w:shd w:val="clear" w:color="auto" w:fill="7030A0"/>
          </w:tcPr>
          <w:p w14:paraId="4FE91097" w14:textId="7A806F89" w:rsidR="00EA6488" w:rsidRPr="001C5331" w:rsidRDefault="00EA6488" w:rsidP="00356A5A">
            <w:pPr>
              <w:jc w:val="center"/>
              <w:rPr>
                <w:rFonts w:ascii="Aptos" w:eastAsiaTheme="minorHAnsi" w:hAnsi="Aptos" w:cs="Arial"/>
                <w:color w:val="FFFFFF" w:themeColor="background1"/>
                <w:sz w:val="12"/>
                <w:szCs w:val="12"/>
                <w:lang w:val="es-MX" w:eastAsia="en-US"/>
              </w:rPr>
            </w:pPr>
            <w:r w:rsidRPr="001C5331">
              <w:rPr>
                <w:rFonts w:ascii="Aptos" w:eastAsiaTheme="minorEastAsia" w:hAnsi="Aptos" w:cs="Arial"/>
                <w:b/>
                <w:color w:val="FFFFFF" w:themeColor="background1"/>
                <w:sz w:val="14"/>
                <w:szCs w:val="14"/>
                <w:lang w:val="es-MX" w:eastAsia="en-US"/>
              </w:rPr>
              <w:t>Lista de verificación de requisitos</w:t>
            </w:r>
          </w:p>
        </w:tc>
      </w:tr>
      <w:tr w:rsidR="00EA6488" w:rsidRPr="001C5331" w14:paraId="292F910B" w14:textId="77777777" w:rsidTr="00EA6488">
        <w:trPr>
          <w:trHeight w:val="38"/>
        </w:trPr>
        <w:tc>
          <w:tcPr>
            <w:tcW w:w="3011" w:type="pct"/>
            <w:gridSpan w:val="2"/>
            <w:tcBorders>
              <w:top w:val="single" w:sz="12" w:space="0" w:color="7C7C7C" w:themeColor="background2" w:themeShade="80"/>
              <w:left w:val="single" w:sz="12" w:space="0" w:color="7C7C7C" w:themeColor="background2" w:themeShade="80"/>
              <w:bottom w:val="single" w:sz="4" w:space="0" w:color="D8DBD3" w:themeColor="accent6" w:themeTint="66"/>
              <w:right w:val="nil"/>
            </w:tcBorders>
          </w:tcPr>
          <w:p w14:paraId="3F1E59B0" w14:textId="77777777" w:rsidR="00EA6488" w:rsidRPr="001C5331" w:rsidRDefault="00EA6488" w:rsidP="00356A5A">
            <w:pPr>
              <w:rPr>
                <w:rFonts w:ascii="Aptos" w:eastAsiaTheme="minorHAnsi" w:hAnsi="Aptos" w:cs="Arial"/>
                <w:sz w:val="6"/>
                <w:szCs w:val="6"/>
                <w:lang w:val="es-MX" w:eastAsia="en-US"/>
              </w:rPr>
            </w:pPr>
          </w:p>
        </w:tc>
        <w:tc>
          <w:tcPr>
            <w:tcW w:w="1989" w:type="pct"/>
            <w:tcBorders>
              <w:top w:val="single" w:sz="12" w:space="0" w:color="7C7C7C" w:themeColor="background2" w:themeShade="80"/>
              <w:left w:val="nil"/>
              <w:right w:val="single" w:sz="12" w:space="0" w:color="7C7C7C" w:themeColor="background2" w:themeShade="80"/>
            </w:tcBorders>
          </w:tcPr>
          <w:p w14:paraId="0A6393F3" w14:textId="77777777" w:rsidR="00EA6488" w:rsidRPr="001C5331" w:rsidRDefault="00EA6488" w:rsidP="00356A5A">
            <w:pPr>
              <w:jc w:val="center"/>
              <w:rPr>
                <w:rFonts w:ascii="Aptos" w:eastAsiaTheme="minorHAnsi" w:hAnsi="Aptos" w:cs="Arial"/>
                <w:sz w:val="12"/>
                <w:szCs w:val="12"/>
                <w:lang w:val="es-MX" w:eastAsia="en-US"/>
              </w:rPr>
            </w:pPr>
          </w:p>
        </w:tc>
      </w:tr>
      <w:tr w:rsidR="00EA6488" w:rsidRPr="001C5331" w14:paraId="6E93BDFB" w14:textId="77777777" w:rsidTr="002150CB">
        <w:trPr>
          <w:trHeight w:val="24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7D52B989" w14:textId="77777777" w:rsidR="00EA6488" w:rsidRPr="001C5331" w:rsidRDefault="00EA6488" w:rsidP="00356A5A">
            <w:pPr>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single" w:sz="4" w:space="0" w:color="D8DBD3" w:themeColor="accent6" w:themeTint="66"/>
              <w:right w:val="single" w:sz="12" w:space="0" w:color="7C7C7C" w:themeColor="background2" w:themeShade="80"/>
            </w:tcBorders>
            <w:vAlign w:val="center"/>
          </w:tcPr>
          <w:p w14:paraId="69A4B3D4" w14:textId="140A365A"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1. </w:t>
            </w:r>
            <w:r w:rsidR="00EA6488" w:rsidRPr="001C5331">
              <w:rPr>
                <w:rFonts w:ascii="Aptos" w:eastAsiaTheme="minorHAnsi" w:hAnsi="Aptos" w:cs="Arial"/>
                <w:sz w:val="14"/>
                <w:szCs w:val="14"/>
                <w:lang w:val="es-MX" w:eastAsia="en-US"/>
              </w:rPr>
              <w:t>Titularidad</w:t>
            </w:r>
          </w:p>
        </w:tc>
      </w:tr>
      <w:tr w:rsidR="00EA6488" w:rsidRPr="001C5331" w14:paraId="7620722A" w14:textId="77777777" w:rsidTr="002150CB">
        <w:trPr>
          <w:trHeight w:val="248"/>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34EC2A97" w14:textId="77777777" w:rsidR="00EA6488" w:rsidRPr="001C5331" w:rsidRDefault="00EA6488" w:rsidP="00356A5A">
            <w:pPr>
              <w:tabs>
                <w:tab w:val="left" w:pos="-4253"/>
              </w:tabs>
              <w:ind w:left="1542" w:hanging="1542"/>
              <w:jc w:val="center"/>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single" w:sz="4" w:space="0" w:color="D8DBD3" w:themeColor="accent6" w:themeTint="66"/>
              <w:right w:val="single" w:sz="12" w:space="0" w:color="7C7C7C" w:themeColor="background2" w:themeShade="80"/>
            </w:tcBorders>
            <w:vAlign w:val="center"/>
          </w:tcPr>
          <w:p w14:paraId="632AA59D" w14:textId="6801F3D4"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2. Tres</w:t>
            </w:r>
            <w:r w:rsidR="00EA6488" w:rsidRPr="001C5331">
              <w:rPr>
                <w:rFonts w:ascii="Aptos" w:eastAsiaTheme="minorHAnsi" w:hAnsi="Aptos" w:cs="Arial"/>
                <w:sz w:val="14"/>
                <w:szCs w:val="14"/>
                <w:lang w:val="es-MX" w:eastAsia="en-US"/>
              </w:rPr>
              <w:t xml:space="preserve"> años de permanencia en su actual puesto y adscripción</w:t>
            </w:r>
          </w:p>
        </w:tc>
      </w:tr>
      <w:tr w:rsidR="00EA6488" w:rsidRPr="001C5331" w14:paraId="6DE3BC3C"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55C8B84E"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10537CB4" w14:textId="772203E4"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3. </w:t>
            </w:r>
            <w:r w:rsidR="00EA6488" w:rsidRPr="001C5331">
              <w:rPr>
                <w:rFonts w:ascii="Aptos" w:eastAsiaTheme="minorHAnsi" w:hAnsi="Aptos" w:cs="Arial"/>
                <w:sz w:val="14"/>
                <w:szCs w:val="14"/>
                <w:lang w:val="es-MX" w:eastAsia="en-US"/>
              </w:rPr>
              <w:t>No implica un ascenso</w:t>
            </w:r>
          </w:p>
        </w:tc>
      </w:tr>
      <w:tr w:rsidR="00EA6488" w:rsidRPr="001C5331" w14:paraId="3F7440EE"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54B94880"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631F3655" w14:textId="595783A9"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4. </w:t>
            </w:r>
            <w:r w:rsidR="00EA6488" w:rsidRPr="001C5331">
              <w:rPr>
                <w:rFonts w:ascii="Aptos" w:eastAsiaTheme="minorHAnsi" w:hAnsi="Aptos" w:cs="Arial"/>
                <w:sz w:val="14"/>
                <w:szCs w:val="14"/>
                <w:lang w:val="es-MX" w:eastAsia="en-US"/>
              </w:rPr>
              <w:t>Acreditación de al menos los módulos del programa de formación correspondientes al nivel del cargo o puesto que ocupa</w:t>
            </w:r>
          </w:p>
        </w:tc>
      </w:tr>
      <w:tr w:rsidR="00EA6488" w:rsidRPr="001C5331" w14:paraId="09E11440"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69EBD36F"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171B3586" w14:textId="3C0E32EA"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5. </w:t>
            </w:r>
            <w:r w:rsidR="00EA6488" w:rsidRPr="001C5331">
              <w:rPr>
                <w:rFonts w:ascii="Aptos" w:eastAsiaTheme="minorHAnsi" w:hAnsi="Aptos" w:cs="Arial"/>
                <w:sz w:val="14"/>
                <w:szCs w:val="14"/>
                <w:lang w:val="es-MX" w:eastAsia="en-US"/>
              </w:rPr>
              <w:t>Contar con conocimientos y experiencia profesional para el desempeño adecuado de sus funciones</w:t>
            </w:r>
          </w:p>
        </w:tc>
      </w:tr>
      <w:tr w:rsidR="00EA6488" w:rsidRPr="001C5331" w14:paraId="2AD00764"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1AD28211"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18D47D1A" w14:textId="12F8D5D0"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6. </w:t>
            </w:r>
            <w:r w:rsidR="00EA6488" w:rsidRPr="001C5331">
              <w:rPr>
                <w:rFonts w:ascii="Aptos" w:eastAsiaTheme="minorHAnsi" w:hAnsi="Aptos" w:cs="Arial"/>
                <w:sz w:val="14"/>
                <w:szCs w:val="14"/>
                <w:lang w:val="es-MX" w:eastAsia="en-US"/>
              </w:rPr>
              <w:t>No haber sido separado del servicio dentro del año anterior a la emisión de la convocatoria (por renuncia, destitución, no haber acreditado la evaluación del programa de formación en tres oportunidades para cada módulo, no haber acreditado las acciones de mejora de una calificación no aprobatoria en la evaluación del desempeño anual, no acreditar 3 evaluaciones del desempeño anuales dentro del periodo comprendido en 6 años consecutivos, no acreditar la evaluación del desempeño ponderada trianual, no obtener la titularidad, no acreditar el refrendo).</w:t>
            </w:r>
          </w:p>
        </w:tc>
      </w:tr>
      <w:tr w:rsidR="00917086" w:rsidRPr="001C5331" w14:paraId="06392A51"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6A4AD371" w14:textId="77777777" w:rsidR="00917086" w:rsidRPr="001C5331" w:rsidRDefault="00917086"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539E97FA" w14:textId="40283593" w:rsidR="00917086" w:rsidRPr="001C5331" w:rsidRDefault="00FB0F50" w:rsidP="002150CB">
            <w:pPr>
              <w:jc w:val="both"/>
              <w:rPr>
                <w:rFonts w:ascii="Aptos" w:eastAsiaTheme="minorHAnsi" w:hAnsi="Aptos" w:cs="Arial"/>
                <w:sz w:val="14"/>
                <w:szCs w:val="14"/>
                <w:lang w:val="es-MX" w:eastAsia="en-US"/>
              </w:rPr>
            </w:pPr>
            <w:bookmarkStart w:id="0" w:name="_Hlk205983005"/>
            <w:r w:rsidRPr="001C5331">
              <w:rPr>
                <w:rFonts w:ascii="Aptos" w:eastAsiaTheme="minorHAnsi" w:hAnsi="Aptos" w:cs="Arial"/>
                <w:sz w:val="14"/>
                <w:szCs w:val="14"/>
                <w:lang w:val="es-MX" w:eastAsia="en-US"/>
              </w:rPr>
              <w:t xml:space="preserve">7. </w:t>
            </w:r>
            <w:r w:rsidR="00917086" w:rsidRPr="001C5331">
              <w:rPr>
                <w:rFonts w:ascii="Aptos" w:eastAsiaTheme="minorHAnsi" w:hAnsi="Aptos" w:cs="Arial"/>
                <w:sz w:val="14"/>
                <w:szCs w:val="14"/>
                <w:lang w:val="es-MX" w:eastAsia="en-US"/>
              </w:rPr>
              <w:t xml:space="preserve">No contar con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w:t>
            </w:r>
            <w:proofErr w:type="gramStart"/>
            <w:r w:rsidR="00917086" w:rsidRPr="001C5331">
              <w:rPr>
                <w:rFonts w:ascii="Aptos" w:eastAsiaTheme="minorHAnsi" w:hAnsi="Aptos" w:cs="Arial"/>
                <w:sz w:val="14"/>
                <w:szCs w:val="14"/>
                <w:lang w:val="es-MX" w:eastAsia="en-US"/>
              </w:rPr>
              <w:t>en razón de</w:t>
            </w:r>
            <w:proofErr w:type="gramEnd"/>
            <w:r w:rsidR="00917086" w:rsidRPr="001C5331">
              <w:rPr>
                <w:rFonts w:ascii="Aptos" w:eastAsiaTheme="minorHAnsi" w:hAnsi="Aptos" w:cs="Arial"/>
                <w:sz w:val="14"/>
                <w:szCs w:val="14"/>
                <w:lang w:val="es-MX" w:eastAsia="en-US"/>
              </w:rPr>
              <w:t xml:space="preserve"> género, en cualquiera de sus modalidades y tipos.</w:t>
            </w:r>
            <w:bookmarkEnd w:id="0"/>
          </w:p>
        </w:tc>
      </w:tr>
      <w:tr w:rsidR="00917086" w:rsidRPr="001C5331" w14:paraId="331B83B0"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5CEACB5D" w14:textId="77777777" w:rsidR="00917086" w:rsidRPr="001C5331" w:rsidRDefault="00917086"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3688A480" w14:textId="7738F90F" w:rsidR="00917086" w:rsidRPr="001C5331" w:rsidRDefault="00FB0F50" w:rsidP="002150CB">
            <w:pPr>
              <w:jc w:val="both"/>
              <w:rPr>
                <w:rFonts w:ascii="Aptos" w:eastAsiaTheme="minorHAnsi" w:hAnsi="Aptos" w:cs="Arial"/>
                <w:sz w:val="14"/>
                <w:szCs w:val="14"/>
                <w:lang w:val="es-MX" w:eastAsia="en-US"/>
              </w:rPr>
            </w:pPr>
            <w:bookmarkStart w:id="1" w:name="_Hlk205983016"/>
            <w:r w:rsidRPr="001C5331">
              <w:rPr>
                <w:rFonts w:ascii="Aptos" w:eastAsiaTheme="minorHAnsi" w:hAnsi="Aptos" w:cs="Arial"/>
                <w:sz w:val="14"/>
                <w:szCs w:val="14"/>
                <w:lang w:val="es-MX" w:eastAsia="en-US"/>
              </w:rPr>
              <w:t xml:space="preserve">8. </w:t>
            </w:r>
            <w:r w:rsidR="00917086" w:rsidRPr="001C5331">
              <w:rPr>
                <w:rFonts w:ascii="Aptos" w:eastAsiaTheme="minorHAnsi" w:hAnsi="Aptos" w:cs="Arial"/>
                <w:sz w:val="14"/>
                <w:szCs w:val="14"/>
                <w:lang w:val="es-MX" w:eastAsia="en-US"/>
              </w:rPr>
              <w:t>No ser declarada persona deudora alimentaria morosa.</w:t>
            </w:r>
            <w:bookmarkEnd w:id="1"/>
          </w:p>
        </w:tc>
      </w:tr>
      <w:tr w:rsidR="00EA6488" w:rsidRPr="001C5331" w14:paraId="44048403"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09B862F8"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01B97D31" w14:textId="074A342D"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9. </w:t>
            </w:r>
            <w:r w:rsidR="00EA6488" w:rsidRPr="001C5331">
              <w:rPr>
                <w:rFonts w:ascii="Aptos" w:eastAsiaTheme="minorHAnsi" w:hAnsi="Aptos" w:cs="Arial"/>
                <w:sz w:val="14"/>
                <w:szCs w:val="14"/>
                <w:lang w:val="es-MX" w:eastAsia="en-US"/>
              </w:rPr>
              <w:t xml:space="preserve">Las demás que establezca la </w:t>
            </w:r>
            <w:r w:rsidR="00917086" w:rsidRPr="001C5331">
              <w:rPr>
                <w:rFonts w:ascii="Aptos" w:eastAsiaTheme="minorHAnsi" w:hAnsi="Aptos" w:cs="Arial"/>
                <w:sz w:val="14"/>
                <w:szCs w:val="14"/>
                <w:lang w:val="es-MX" w:eastAsia="en-US"/>
              </w:rPr>
              <w:t>C</w:t>
            </w:r>
            <w:r w:rsidR="00EA6488" w:rsidRPr="001C5331">
              <w:rPr>
                <w:rFonts w:ascii="Aptos" w:eastAsiaTheme="minorHAnsi" w:hAnsi="Aptos" w:cs="Arial"/>
                <w:sz w:val="14"/>
                <w:szCs w:val="14"/>
                <w:lang w:val="es-MX" w:eastAsia="en-US"/>
              </w:rPr>
              <w:t>onvocatoria.</w:t>
            </w:r>
          </w:p>
        </w:tc>
      </w:tr>
      <w:tr w:rsidR="00EA6488" w:rsidRPr="001C5331" w14:paraId="07AC3C05"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7C493E4E"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20E837AA" w14:textId="7C07F47D"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 xml:space="preserve">10. </w:t>
            </w:r>
            <w:r w:rsidR="00EA6488" w:rsidRPr="001C5331">
              <w:rPr>
                <w:rFonts w:ascii="Aptos" w:eastAsiaTheme="minorHAnsi" w:hAnsi="Aptos" w:cs="Arial"/>
                <w:sz w:val="14"/>
                <w:szCs w:val="14"/>
                <w:lang w:val="es-MX" w:eastAsia="en-US"/>
              </w:rPr>
              <w:t>Nombre, fecha, firma y leyenda (“Me doy por enterad/o del contenido del aviso de privacidad”).</w:t>
            </w:r>
          </w:p>
        </w:tc>
      </w:tr>
      <w:tr w:rsidR="00EA6488" w:rsidRPr="001C5331" w14:paraId="5C1F9A60" w14:textId="77777777" w:rsidTr="002150CB">
        <w:trPr>
          <w:trHeight w:val="264"/>
        </w:trPr>
        <w:tc>
          <w:tcPr>
            <w:tcW w:w="188" w:type="pct"/>
            <w:tcBorders>
              <w:top w:val="single" w:sz="12" w:space="0" w:color="7C7C7C" w:themeColor="background2" w:themeShade="80"/>
              <w:left w:val="single" w:sz="12" w:space="0" w:color="7C7C7C" w:themeColor="background2" w:themeShade="80"/>
              <w:bottom w:val="single" w:sz="12" w:space="0" w:color="7C7C7C" w:themeColor="background2" w:themeShade="80"/>
              <w:right w:val="single" w:sz="12" w:space="0" w:color="7C7C7C" w:themeColor="background2" w:themeShade="80"/>
            </w:tcBorders>
          </w:tcPr>
          <w:p w14:paraId="75873553" w14:textId="77777777" w:rsidR="00EA6488" w:rsidRPr="001C5331" w:rsidRDefault="00EA6488" w:rsidP="00356A5A">
            <w:pPr>
              <w:tabs>
                <w:tab w:val="left" w:pos="-4253"/>
              </w:tabs>
              <w:ind w:left="1542" w:hanging="1542"/>
              <w:rPr>
                <w:rFonts w:ascii="Aptos" w:eastAsiaTheme="minorHAnsi" w:hAnsi="Aptos" w:cs="Arial"/>
                <w:sz w:val="12"/>
                <w:szCs w:val="12"/>
                <w:lang w:val="es-MX" w:eastAsia="en-US"/>
              </w:rPr>
            </w:pPr>
          </w:p>
        </w:tc>
        <w:tc>
          <w:tcPr>
            <w:tcW w:w="4812" w:type="pct"/>
            <w:gridSpan w:val="2"/>
            <w:tcBorders>
              <w:top w:val="single" w:sz="4" w:space="0" w:color="D8DBD3" w:themeColor="accent6" w:themeTint="66"/>
              <w:left w:val="single" w:sz="12" w:space="0" w:color="7C7C7C" w:themeColor="background2" w:themeShade="80"/>
              <w:bottom w:val="nil"/>
              <w:right w:val="single" w:sz="12" w:space="0" w:color="7C7C7C" w:themeColor="background2" w:themeShade="80"/>
            </w:tcBorders>
            <w:vAlign w:val="center"/>
          </w:tcPr>
          <w:p w14:paraId="5F15A31E" w14:textId="5F0AA859" w:rsidR="00EA6488" w:rsidRPr="001C5331" w:rsidRDefault="00FB0F50" w:rsidP="002150CB">
            <w:pPr>
              <w:jc w:val="both"/>
              <w:rPr>
                <w:rFonts w:ascii="Aptos" w:eastAsiaTheme="minorHAnsi" w:hAnsi="Aptos" w:cs="Arial"/>
                <w:sz w:val="14"/>
                <w:szCs w:val="14"/>
                <w:lang w:val="es-MX" w:eastAsia="en-US"/>
              </w:rPr>
            </w:pPr>
            <w:r w:rsidRPr="001C5331">
              <w:rPr>
                <w:rFonts w:ascii="Aptos" w:eastAsiaTheme="minorHAnsi" w:hAnsi="Aptos" w:cs="Arial"/>
                <w:sz w:val="14"/>
                <w:szCs w:val="14"/>
                <w:lang w:val="es-MX" w:eastAsia="en-US"/>
              </w:rPr>
              <w:t>11. Carta de Protesta</w:t>
            </w:r>
            <w:r w:rsidR="00EA6488" w:rsidRPr="001C5331">
              <w:rPr>
                <w:rFonts w:ascii="Aptos" w:eastAsiaTheme="minorHAnsi" w:hAnsi="Aptos" w:cs="Arial"/>
                <w:sz w:val="14"/>
                <w:szCs w:val="14"/>
                <w:lang w:val="es-MX" w:eastAsia="en-US"/>
              </w:rPr>
              <w:t xml:space="preserve"> (debidamente requisitada).</w:t>
            </w:r>
          </w:p>
        </w:tc>
      </w:tr>
    </w:tbl>
    <w:p w14:paraId="2F8037C0" w14:textId="4B547452" w:rsidR="00EA6488" w:rsidRPr="001C5331" w:rsidRDefault="00FB0F50" w:rsidP="00FB0F50">
      <w:pPr>
        <w:jc w:val="both"/>
        <w:rPr>
          <w:rFonts w:ascii="Aptos" w:eastAsiaTheme="minorHAnsi" w:hAnsi="Aptos" w:cs="Arial"/>
          <w:b/>
          <w:bCs/>
          <w:sz w:val="14"/>
          <w:szCs w:val="14"/>
          <w:lang w:val="es-MX" w:eastAsia="en-US"/>
        </w:rPr>
      </w:pPr>
      <w:r w:rsidRPr="001C5331">
        <w:rPr>
          <w:rFonts w:ascii="Aptos" w:eastAsiaTheme="minorHAnsi" w:hAnsi="Aptos" w:cs="Arial"/>
          <w:b/>
          <w:bCs/>
          <w:sz w:val="14"/>
          <w:szCs w:val="14"/>
          <w:lang w:val="es-MX" w:eastAsia="en-US"/>
        </w:rPr>
        <w:t xml:space="preserve">La verificación de los requisitos 7 y 8 se realizará con lo declarado en la carta de protesta </w:t>
      </w:r>
    </w:p>
    <w:p w14:paraId="3B37BA64" w14:textId="77777777" w:rsidR="009E4CFE" w:rsidRPr="001C5331" w:rsidRDefault="009E4CFE" w:rsidP="00FB0F50">
      <w:pPr>
        <w:jc w:val="both"/>
        <w:rPr>
          <w:rFonts w:ascii="Aptos" w:eastAsiaTheme="minorHAnsi" w:hAnsi="Aptos" w:cs="Arial"/>
          <w:b/>
          <w:bCs/>
          <w:sz w:val="10"/>
          <w:szCs w:val="10"/>
          <w:lang w:val="es-MX" w:eastAsia="en-US"/>
        </w:rPr>
      </w:pPr>
    </w:p>
    <w:p w14:paraId="6477BB94" w14:textId="77777777" w:rsidR="009E4CFE" w:rsidRPr="001C5331" w:rsidRDefault="009E4CFE" w:rsidP="00FB0F50">
      <w:pPr>
        <w:jc w:val="both"/>
        <w:rPr>
          <w:rFonts w:ascii="Aptos" w:eastAsiaTheme="minorHAnsi" w:hAnsi="Aptos" w:cs="Arial"/>
          <w:b/>
          <w:bCs/>
          <w:sz w:val="10"/>
          <w:szCs w:val="10"/>
          <w:lang w:val="es-MX" w:eastAsia="en-US"/>
        </w:rPr>
      </w:pPr>
    </w:p>
    <w:p w14:paraId="7B818A38" w14:textId="77777777" w:rsidR="009E4CFE" w:rsidRPr="001C5331" w:rsidRDefault="009E4CFE" w:rsidP="00FB0F50">
      <w:pPr>
        <w:jc w:val="both"/>
        <w:rPr>
          <w:rFonts w:ascii="Aptos" w:eastAsiaTheme="minorHAnsi" w:hAnsi="Aptos" w:cs="Arial"/>
          <w:b/>
          <w:bCs/>
          <w:sz w:val="10"/>
          <w:szCs w:val="10"/>
          <w:lang w:val="es-MX" w:eastAsia="en-US"/>
        </w:rPr>
      </w:pPr>
    </w:p>
    <w:p w14:paraId="308198BE" w14:textId="77777777" w:rsidR="009E4CFE" w:rsidRPr="001C5331" w:rsidRDefault="009E4CFE" w:rsidP="00FB0F50">
      <w:pPr>
        <w:jc w:val="both"/>
        <w:rPr>
          <w:rFonts w:ascii="Aptos" w:eastAsiaTheme="minorHAnsi" w:hAnsi="Aptos" w:cs="Arial"/>
          <w:b/>
          <w:bCs/>
          <w:sz w:val="10"/>
          <w:szCs w:val="10"/>
          <w:lang w:val="es-MX" w:eastAsia="en-US"/>
        </w:rPr>
      </w:pPr>
    </w:p>
    <w:p w14:paraId="44D6C328" w14:textId="77777777" w:rsidR="009E4CFE" w:rsidRPr="001C5331" w:rsidRDefault="009E4CFE" w:rsidP="00FB0F50">
      <w:pPr>
        <w:jc w:val="both"/>
        <w:rPr>
          <w:rFonts w:ascii="Aptos" w:eastAsiaTheme="minorHAnsi" w:hAnsi="Aptos" w:cs="Arial"/>
          <w:b/>
          <w:bCs/>
          <w:sz w:val="10"/>
          <w:szCs w:val="10"/>
          <w:lang w:val="es-MX" w:eastAsia="en-US"/>
        </w:rPr>
      </w:pPr>
    </w:p>
    <w:p w14:paraId="5631CED1" w14:textId="77777777" w:rsidR="009E4CFE" w:rsidRPr="001C5331" w:rsidRDefault="009E4CFE" w:rsidP="00FB0F50">
      <w:pPr>
        <w:jc w:val="both"/>
        <w:rPr>
          <w:rFonts w:ascii="Aptos" w:eastAsiaTheme="minorHAnsi" w:hAnsi="Aptos" w:cs="Arial"/>
          <w:b/>
          <w:bCs/>
          <w:sz w:val="10"/>
          <w:szCs w:val="10"/>
          <w:lang w:val="es-MX" w:eastAsia="en-US"/>
        </w:rPr>
      </w:pPr>
    </w:p>
    <w:p w14:paraId="31015D40" w14:textId="77777777" w:rsidR="009E4CFE" w:rsidRPr="001C5331" w:rsidRDefault="009E4CFE" w:rsidP="00FB0F50">
      <w:pPr>
        <w:jc w:val="both"/>
        <w:rPr>
          <w:rFonts w:ascii="Aptos" w:eastAsiaTheme="minorHAnsi" w:hAnsi="Aptos" w:cs="Arial"/>
          <w:sz w:val="2"/>
          <w:szCs w:val="2"/>
          <w:lang w:val="es-MX" w:eastAsia="en-US"/>
        </w:rPr>
      </w:pPr>
    </w:p>
    <w:p w14:paraId="4128DFE4" w14:textId="77777777" w:rsidR="0082394F" w:rsidRPr="001C5331" w:rsidRDefault="0082394F" w:rsidP="002150CB">
      <w:pPr>
        <w:tabs>
          <w:tab w:val="left" w:pos="2520"/>
        </w:tabs>
        <w:rPr>
          <w:rFonts w:ascii="Aptos" w:eastAsiaTheme="minorHAnsi" w:hAnsi="Aptos" w:cs="Arial"/>
          <w:sz w:val="2"/>
          <w:szCs w:val="2"/>
          <w:lang w:val="es-MX" w:eastAsia="en-US"/>
        </w:rPr>
      </w:pPr>
    </w:p>
    <w:tbl>
      <w:tblPr>
        <w:tblStyle w:val="Tabladecuadrcula1clara-nfasis11"/>
        <w:tblW w:w="5129" w:type="pct"/>
        <w:tblInd w:w="-147" w:type="dxa"/>
        <w:tblLook w:val="0400" w:firstRow="0" w:lastRow="0" w:firstColumn="0" w:lastColumn="0" w:noHBand="0" w:noVBand="1"/>
      </w:tblPr>
      <w:tblGrid>
        <w:gridCol w:w="283"/>
        <w:gridCol w:w="3443"/>
        <w:gridCol w:w="3725"/>
        <w:gridCol w:w="3597"/>
      </w:tblGrid>
      <w:tr w:rsidR="0082394F" w:rsidRPr="001C5331" w14:paraId="4A18B778" w14:textId="77777777" w:rsidTr="003826F5">
        <w:trPr>
          <w:trHeight w:val="38"/>
        </w:trPr>
        <w:tc>
          <w:tcPr>
            <w:tcW w:w="5000" w:type="pct"/>
            <w:gridSpan w:val="4"/>
            <w:tcBorders>
              <w:top w:val="single" w:sz="12" w:space="0" w:color="7C7C7C" w:themeColor="background2" w:themeShade="80"/>
              <w:left w:val="single" w:sz="12" w:space="0" w:color="7C7C7C" w:themeColor="background2" w:themeShade="80"/>
              <w:bottom w:val="single" w:sz="4" w:space="0" w:color="D8DBD3" w:themeColor="accent6" w:themeTint="66"/>
              <w:right w:val="single" w:sz="12" w:space="0" w:color="7C7C7C" w:themeColor="background2" w:themeShade="80"/>
            </w:tcBorders>
            <w:shd w:val="clear" w:color="auto" w:fill="7030A0"/>
          </w:tcPr>
          <w:p w14:paraId="7D087FB8" w14:textId="77777777" w:rsidR="0082394F" w:rsidRPr="001C5331" w:rsidRDefault="0082394F" w:rsidP="003826F5">
            <w:pPr>
              <w:jc w:val="center"/>
              <w:rPr>
                <w:rFonts w:ascii="Aptos" w:eastAsiaTheme="minorHAnsi" w:hAnsi="Aptos" w:cs="Arial"/>
                <w:color w:val="FFFFFF" w:themeColor="background1"/>
                <w:sz w:val="12"/>
                <w:szCs w:val="12"/>
                <w:lang w:val="es-MX" w:eastAsia="en-US"/>
              </w:rPr>
            </w:pPr>
          </w:p>
        </w:tc>
      </w:tr>
      <w:tr w:rsidR="0082394F" w:rsidRPr="001C5331" w14:paraId="596F6F0C" w14:textId="77777777" w:rsidTr="003826F5">
        <w:trPr>
          <w:trHeight w:val="709"/>
        </w:trPr>
        <w:tc>
          <w:tcPr>
            <w:tcW w:w="128" w:type="pct"/>
            <w:tcBorders>
              <w:top w:val="single" w:sz="12" w:space="0" w:color="7C7C7C" w:themeColor="background2" w:themeShade="80"/>
              <w:left w:val="single" w:sz="12" w:space="0" w:color="7C7C7C" w:themeColor="background2" w:themeShade="80"/>
              <w:bottom w:val="nil"/>
              <w:right w:val="nil"/>
            </w:tcBorders>
          </w:tcPr>
          <w:p w14:paraId="314359BA" w14:textId="77777777" w:rsidR="0082394F" w:rsidRPr="001C5331" w:rsidRDefault="0082394F" w:rsidP="003826F5">
            <w:pPr>
              <w:tabs>
                <w:tab w:val="left" w:pos="-4253"/>
              </w:tabs>
              <w:ind w:left="1542" w:hanging="1542"/>
              <w:rPr>
                <w:rFonts w:ascii="Aptos" w:eastAsiaTheme="minorHAnsi" w:hAnsi="Aptos" w:cs="Arial"/>
                <w:sz w:val="2"/>
                <w:szCs w:val="2"/>
                <w:lang w:val="es-MX" w:eastAsia="en-US"/>
              </w:rPr>
            </w:pPr>
          </w:p>
        </w:tc>
        <w:tc>
          <w:tcPr>
            <w:tcW w:w="1558" w:type="pct"/>
            <w:tcBorders>
              <w:top w:val="nil"/>
              <w:left w:val="nil"/>
              <w:bottom w:val="nil"/>
              <w:right w:val="nil"/>
            </w:tcBorders>
            <w:vAlign w:val="center"/>
          </w:tcPr>
          <w:p w14:paraId="7FD5F3F5" w14:textId="77777777" w:rsidR="0082394F" w:rsidRPr="001C5331" w:rsidRDefault="0082394F" w:rsidP="003826F5">
            <w:pPr>
              <w:rPr>
                <w:rFonts w:ascii="Aptos" w:eastAsiaTheme="minorHAnsi" w:hAnsi="Aptos" w:cs="Arial"/>
                <w:sz w:val="2"/>
                <w:szCs w:val="2"/>
                <w:lang w:val="es-MX" w:eastAsia="en-US"/>
              </w:rPr>
            </w:pPr>
          </w:p>
        </w:tc>
        <w:tc>
          <w:tcPr>
            <w:tcW w:w="1686" w:type="pct"/>
            <w:tcBorders>
              <w:top w:val="nil"/>
              <w:left w:val="nil"/>
              <w:bottom w:val="single" w:sz="12" w:space="0" w:color="7C7C7C" w:themeColor="background2" w:themeShade="80"/>
              <w:right w:val="nil"/>
            </w:tcBorders>
            <w:vAlign w:val="center"/>
          </w:tcPr>
          <w:p w14:paraId="4DFCF178" w14:textId="77777777" w:rsidR="0082394F" w:rsidRPr="001C5331" w:rsidRDefault="0082394F" w:rsidP="003826F5">
            <w:pPr>
              <w:rPr>
                <w:rFonts w:ascii="Aptos" w:eastAsiaTheme="minorHAnsi" w:hAnsi="Aptos" w:cs="Arial"/>
                <w:sz w:val="10"/>
                <w:szCs w:val="10"/>
                <w:lang w:val="es-MX" w:eastAsia="en-US"/>
              </w:rPr>
            </w:pPr>
          </w:p>
          <w:p w14:paraId="7BC85EFC" w14:textId="77777777" w:rsidR="0082394F" w:rsidRPr="001C5331" w:rsidRDefault="0082394F" w:rsidP="003826F5">
            <w:pPr>
              <w:rPr>
                <w:rFonts w:ascii="Aptos" w:eastAsiaTheme="minorHAnsi" w:hAnsi="Aptos" w:cs="Arial"/>
                <w:sz w:val="10"/>
                <w:szCs w:val="10"/>
                <w:lang w:val="es-MX" w:eastAsia="en-US"/>
              </w:rPr>
            </w:pPr>
          </w:p>
          <w:p w14:paraId="50F0D3F2" w14:textId="77777777" w:rsidR="0082394F" w:rsidRPr="001C5331" w:rsidRDefault="0082394F" w:rsidP="003826F5">
            <w:pPr>
              <w:rPr>
                <w:rFonts w:ascii="Aptos" w:eastAsiaTheme="minorHAnsi" w:hAnsi="Aptos" w:cs="Arial"/>
                <w:sz w:val="10"/>
                <w:szCs w:val="10"/>
                <w:lang w:val="es-MX" w:eastAsia="en-US"/>
              </w:rPr>
            </w:pPr>
          </w:p>
          <w:p w14:paraId="41FFC20E" w14:textId="77777777" w:rsidR="0082394F" w:rsidRPr="001C5331" w:rsidRDefault="0082394F" w:rsidP="003826F5">
            <w:pPr>
              <w:rPr>
                <w:rFonts w:ascii="Aptos" w:eastAsiaTheme="minorHAnsi" w:hAnsi="Aptos" w:cs="Arial"/>
                <w:sz w:val="10"/>
                <w:szCs w:val="10"/>
                <w:lang w:val="es-MX" w:eastAsia="en-US"/>
              </w:rPr>
            </w:pPr>
          </w:p>
          <w:p w14:paraId="0BC47672" w14:textId="77777777" w:rsidR="0082394F" w:rsidRPr="001C5331" w:rsidRDefault="0082394F" w:rsidP="003826F5">
            <w:pPr>
              <w:rPr>
                <w:rFonts w:ascii="Aptos" w:eastAsiaTheme="minorHAnsi" w:hAnsi="Aptos" w:cs="Arial"/>
                <w:sz w:val="10"/>
                <w:szCs w:val="10"/>
                <w:lang w:val="es-MX" w:eastAsia="en-US"/>
              </w:rPr>
            </w:pPr>
          </w:p>
          <w:p w14:paraId="0B00A159" w14:textId="77777777" w:rsidR="0082394F" w:rsidRPr="001C5331" w:rsidRDefault="0082394F" w:rsidP="003826F5">
            <w:pPr>
              <w:rPr>
                <w:rFonts w:ascii="Aptos" w:eastAsiaTheme="minorHAnsi" w:hAnsi="Aptos" w:cs="Arial"/>
                <w:sz w:val="10"/>
                <w:szCs w:val="10"/>
                <w:lang w:val="es-MX" w:eastAsia="en-US"/>
              </w:rPr>
            </w:pPr>
          </w:p>
          <w:p w14:paraId="323A9412" w14:textId="77777777" w:rsidR="0082394F" w:rsidRPr="001C5331" w:rsidRDefault="0082394F" w:rsidP="003826F5">
            <w:pPr>
              <w:rPr>
                <w:rFonts w:ascii="Aptos" w:eastAsiaTheme="minorHAnsi" w:hAnsi="Aptos" w:cs="Arial"/>
                <w:sz w:val="10"/>
                <w:szCs w:val="10"/>
                <w:lang w:val="es-MX" w:eastAsia="en-US"/>
              </w:rPr>
            </w:pPr>
          </w:p>
        </w:tc>
        <w:tc>
          <w:tcPr>
            <w:tcW w:w="1628" w:type="pct"/>
            <w:tcBorders>
              <w:top w:val="nil"/>
              <w:left w:val="nil"/>
              <w:bottom w:val="nil"/>
              <w:right w:val="single" w:sz="12" w:space="0" w:color="7C7C7C" w:themeColor="background2" w:themeShade="80"/>
            </w:tcBorders>
            <w:vAlign w:val="center"/>
          </w:tcPr>
          <w:p w14:paraId="0C4F4DFC" w14:textId="77777777" w:rsidR="0082394F" w:rsidRPr="001C5331" w:rsidRDefault="0082394F" w:rsidP="003826F5">
            <w:pPr>
              <w:rPr>
                <w:rFonts w:ascii="Aptos" w:eastAsiaTheme="minorHAnsi" w:hAnsi="Aptos" w:cs="Arial"/>
                <w:sz w:val="2"/>
                <w:szCs w:val="2"/>
                <w:lang w:val="es-MX" w:eastAsia="en-US"/>
              </w:rPr>
            </w:pPr>
          </w:p>
        </w:tc>
      </w:tr>
      <w:tr w:rsidR="0082394F" w:rsidRPr="001C5331" w14:paraId="37F63DE0" w14:textId="77777777" w:rsidTr="003826F5">
        <w:trPr>
          <w:trHeight w:val="187"/>
        </w:trPr>
        <w:tc>
          <w:tcPr>
            <w:tcW w:w="1686" w:type="pct"/>
            <w:gridSpan w:val="2"/>
            <w:tcBorders>
              <w:top w:val="nil"/>
              <w:left w:val="single" w:sz="12" w:space="0" w:color="7C7C7C" w:themeColor="background2" w:themeShade="80"/>
              <w:bottom w:val="single" w:sz="12" w:space="0" w:color="7C7C7C" w:themeColor="background2" w:themeShade="80"/>
              <w:right w:val="nil"/>
            </w:tcBorders>
          </w:tcPr>
          <w:p w14:paraId="23040989" w14:textId="77777777" w:rsidR="0082394F" w:rsidRPr="001C5331" w:rsidRDefault="0082394F" w:rsidP="003826F5">
            <w:pPr>
              <w:tabs>
                <w:tab w:val="left" w:pos="-4253"/>
              </w:tabs>
              <w:rPr>
                <w:rFonts w:ascii="Aptos" w:eastAsiaTheme="minorHAnsi" w:hAnsi="Aptos" w:cs="Arial"/>
                <w:sz w:val="12"/>
                <w:szCs w:val="12"/>
                <w:lang w:val="es-MX" w:eastAsia="en-US"/>
              </w:rPr>
            </w:pPr>
          </w:p>
        </w:tc>
        <w:tc>
          <w:tcPr>
            <w:tcW w:w="1686" w:type="pct"/>
            <w:tcBorders>
              <w:top w:val="single" w:sz="12" w:space="0" w:color="7C7C7C" w:themeColor="background2" w:themeShade="80"/>
              <w:left w:val="nil"/>
              <w:bottom w:val="single" w:sz="12" w:space="0" w:color="7C7C7C" w:themeColor="background2" w:themeShade="80"/>
              <w:right w:val="nil"/>
            </w:tcBorders>
            <w:vAlign w:val="center"/>
          </w:tcPr>
          <w:p w14:paraId="6CEE8F01" w14:textId="44CBBEFD" w:rsidR="0082394F" w:rsidRPr="001C5331" w:rsidRDefault="0082394F" w:rsidP="003826F5">
            <w:pPr>
              <w:tabs>
                <w:tab w:val="left" w:pos="-4253"/>
              </w:tabs>
              <w:jc w:val="center"/>
              <w:rPr>
                <w:rFonts w:ascii="Aptos" w:eastAsiaTheme="minorHAnsi" w:hAnsi="Aptos" w:cs="Arial"/>
                <w:b/>
                <w:bCs/>
                <w:sz w:val="12"/>
                <w:szCs w:val="12"/>
                <w:lang w:val="es-MX" w:eastAsia="en-US"/>
              </w:rPr>
            </w:pPr>
            <w:r w:rsidRPr="001C5331">
              <w:rPr>
                <w:rFonts w:ascii="Aptos" w:eastAsiaTheme="minorHAnsi" w:hAnsi="Aptos" w:cs="Arial"/>
                <w:b/>
                <w:bCs/>
                <w:sz w:val="16"/>
                <w:szCs w:val="16"/>
                <w:lang w:val="es-MX" w:eastAsia="en-US"/>
              </w:rPr>
              <w:t>Nombre, cargo y firma de la persona que verificó</w:t>
            </w:r>
          </w:p>
        </w:tc>
        <w:tc>
          <w:tcPr>
            <w:tcW w:w="1628" w:type="pct"/>
            <w:tcBorders>
              <w:top w:val="nil"/>
              <w:left w:val="nil"/>
              <w:bottom w:val="single" w:sz="12" w:space="0" w:color="7C7C7C" w:themeColor="background2" w:themeShade="80"/>
              <w:right w:val="single" w:sz="12" w:space="0" w:color="7C7C7C" w:themeColor="background2" w:themeShade="80"/>
            </w:tcBorders>
          </w:tcPr>
          <w:p w14:paraId="16F10916" w14:textId="77777777" w:rsidR="0082394F" w:rsidRPr="001C5331" w:rsidRDefault="0082394F" w:rsidP="003826F5">
            <w:pPr>
              <w:tabs>
                <w:tab w:val="left" w:pos="-4253"/>
              </w:tabs>
              <w:ind w:left="1542" w:hanging="1542"/>
              <w:jc w:val="center"/>
              <w:rPr>
                <w:rFonts w:ascii="Aptos" w:eastAsiaTheme="minorHAnsi" w:hAnsi="Aptos" w:cs="Arial"/>
                <w:sz w:val="12"/>
                <w:szCs w:val="12"/>
                <w:lang w:val="es-MX" w:eastAsia="en-US"/>
              </w:rPr>
            </w:pPr>
          </w:p>
        </w:tc>
      </w:tr>
    </w:tbl>
    <w:p w14:paraId="2AA452C8" w14:textId="77777777" w:rsidR="0082394F" w:rsidRPr="001C5331" w:rsidRDefault="0082394F" w:rsidP="002150CB">
      <w:pPr>
        <w:tabs>
          <w:tab w:val="left" w:pos="2520"/>
        </w:tabs>
        <w:rPr>
          <w:rFonts w:ascii="Aptos" w:eastAsiaTheme="minorHAnsi" w:hAnsi="Aptos" w:cs="Arial"/>
          <w:sz w:val="2"/>
          <w:szCs w:val="2"/>
          <w:lang w:val="es-MX" w:eastAsia="en-US"/>
        </w:rPr>
      </w:pPr>
    </w:p>
    <w:p w14:paraId="1350E23A" w14:textId="77777777" w:rsidR="0082394F" w:rsidRPr="001C5331" w:rsidRDefault="0082394F" w:rsidP="002150CB">
      <w:pPr>
        <w:tabs>
          <w:tab w:val="left" w:pos="2520"/>
        </w:tabs>
        <w:rPr>
          <w:rFonts w:ascii="Aptos" w:eastAsiaTheme="minorHAnsi" w:hAnsi="Aptos" w:cs="Arial"/>
          <w:sz w:val="2"/>
          <w:szCs w:val="2"/>
          <w:lang w:val="es-MX" w:eastAsia="en-US"/>
        </w:rPr>
      </w:pPr>
    </w:p>
    <w:p w14:paraId="1D823963" w14:textId="77777777" w:rsidR="0082394F" w:rsidRPr="001C5331" w:rsidRDefault="0082394F" w:rsidP="002150CB">
      <w:pPr>
        <w:tabs>
          <w:tab w:val="left" w:pos="2520"/>
        </w:tabs>
        <w:rPr>
          <w:rFonts w:ascii="Aptos" w:eastAsiaTheme="minorHAnsi" w:hAnsi="Aptos" w:cs="Arial"/>
          <w:sz w:val="2"/>
          <w:szCs w:val="2"/>
          <w:lang w:val="es-MX" w:eastAsia="en-US"/>
        </w:rPr>
      </w:pPr>
    </w:p>
    <w:tbl>
      <w:tblPr>
        <w:tblStyle w:val="Tabladecuadrcula1clara-nfasis11"/>
        <w:tblpPr w:leftFromText="141" w:rightFromText="141" w:vertAnchor="text" w:horzAnchor="margin" w:tblpY="3385"/>
        <w:tblW w:w="5126" w:type="pct"/>
        <w:tblBorders>
          <w:top w:val="single" w:sz="12" w:space="0" w:color="9FA692" w:themeColor="accent1"/>
          <w:left w:val="single" w:sz="12" w:space="0" w:color="9FA692" w:themeColor="accent1"/>
          <w:bottom w:val="single" w:sz="12" w:space="0" w:color="9FA692" w:themeColor="accent1"/>
          <w:right w:val="single" w:sz="12" w:space="0" w:color="9FA692" w:themeColor="accent1"/>
          <w:insideH w:val="single" w:sz="24" w:space="0" w:color="FFFFFF" w:themeColor="background1"/>
          <w:insideV w:val="single" w:sz="24" w:space="0" w:color="FFFFFF" w:themeColor="background1"/>
        </w:tblBorders>
        <w:tblLook w:val="04A0" w:firstRow="1" w:lastRow="0" w:firstColumn="1" w:lastColumn="0" w:noHBand="0" w:noVBand="1"/>
      </w:tblPr>
      <w:tblGrid>
        <w:gridCol w:w="11041"/>
      </w:tblGrid>
      <w:tr w:rsidR="009E4CFE" w:rsidRPr="00930032" w14:paraId="321FCE4D" w14:textId="77777777" w:rsidTr="009E4CFE">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5000" w:type="pct"/>
            <w:tcBorders>
              <w:left w:val="single" w:sz="12" w:space="0" w:color="550EA0"/>
              <w:right w:val="single" w:sz="12" w:space="0" w:color="550EA0"/>
            </w:tcBorders>
            <w:shd w:val="clear" w:color="auto" w:fill="ECD8FC"/>
            <w:vAlign w:val="center"/>
          </w:tcPr>
          <w:p w14:paraId="2D58A7E8" w14:textId="77777777" w:rsidR="009E4CFE" w:rsidRPr="00093D27" w:rsidRDefault="009E4CFE" w:rsidP="009E4CFE">
            <w:pPr>
              <w:jc w:val="center"/>
              <w:rPr>
                <w:rFonts w:ascii="Aptos" w:eastAsiaTheme="minorHAnsi" w:hAnsi="Aptos" w:cs="Arial"/>
                <w:sz w:val="16"/>
                <w:szCs w:val="16"/>
                <w:lang w:eastAsia="en-US"/>
              </w:rPr>
            </w:pPr>
            <w:r w:rsidRPr="001C5331">
              <w:rPr>
                <w:rFonts w:ascii="Aptos" w:eastAsiaTheme="minorHAnsi" w:hAnsi="Aptos" w:cs="Arial"/>
                <w:sz w:val="16"/>
                <w:szCs w:val="16"/>
                <w:lang w:eastAsia="en-US"/>
              </w:rPr>
              <w:t>La presente convocatoria en todo momento será incluyente y evitará cualquier tipo de discriminación. Asimismo, está estrictamente prohibido solicitar certificados médicos de no embarazo y Virus de la Inmunodeficiencia Humana (VIH), o cualquier otra enfermedad como requisitos para el cambio de adscripción en este Instituto Electoral.</w:t>
            </w:r>
          </w:p>
          <w:p w14:paraId="3D2E3E7B" w14:textId="77777777" w:rsidR="009E4CFE" w:rsidRPr="00930032" w:rsidRDefault="009E4CFE" w:rsidP="009E4CFE">
            <w:pPr>
              <w:jc w:val="center"/>
              <w:rPr>
                <w:rFonts w:ascii="Aptos" w:eastAsiaTheme="minorHAnsi" w:hAnsi="Aptos" w:cs="Arial"/>
                <w:sz w:val="16"/>
                <w:szCs w:val="16"/>
                <w:lang w:val="es-MX" w:eastAsia="en-US"/>
              </w:rPr>
            </w:pPr>
          </w:p>
        </w:tc>
      </w:tr>
    </w:tbl>
    <w:p w14:paraId="64B37996" w14:textId="77777777" w:rsidR="0082394F" w:rsidRDefault="0082394F" w:rsidP="002150CB">
      <w:pPr>
        <w:tabs>
          <w:tab w:val="left" w:pos="2520"/>
        </w:tabs>
        <w:rPr>
          <w:rFonts w:ascii="Aptos" w:eastAsiaTheme="minorHAnsi" w:hAnsi="Aptos" w:cs="Arial"/>
          <w:sz w:val="2"/>
          <w:szCs w:val="2"/>
          <w:lang w:val="es-MX" w:eastAsia="en-US"/>
        </w:rPr>
      </w:pPr>
    </w:p>
    <w:p w14:paraId="10831293" w14:textId="77777777" w:rsidR="0082394F" w:rsidRDefault="0082394F" w:rsidP="002150CB">
      <w:pPr>
        <w:tabs>
          <w:tab w:val="left" w:pos="2520"/>
        </w:tabs>
        <w:rPr>
          <w:rFonts w:ascii="Aptos" w:eastAsiaTheme="minorHAnsi" w:hAnsi="Aptos" w:cs="Arial"/>
          <w:sz w:val="2"/>
          <w:szCs w:val="2"/>
          <w:lang w:val="es-MX" w:eastAsia="en-US"/>
        </w:rPr>
      </w:pPr>
    </w:p>
    <w:sectPr w:rsidR="0082394F" w:rsidSect="00BF0E35">
      <w:headerReference w:type="default" r:id="rId11"/>
      <w:footerReference w:type="default" r:id="rId12"/>
      <w:pgSz w:w="12240" w:h="15840"/>
      <w:pgMar w:top="720" w:right="720" w:bottom="568" w:left="720" w:header="17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6CD39" w14:textId="77777777" w:rsidR="004E5590" w:rsidRDefault="004E5590" w:rsidP="00C409C8">
      <w:r>
        <w:separator/>
      </w:r>
    </w:p>
  </w:endnote>
  <w:endnote w:type="continuationSeparator" w:id="0">
    <w:p w14:paraId="7A2A03D4" w14:textId="77777777" w:rsidR="004E5590" w:rsidRDefault="004E5590" w:rsidP="00C409C8">
      <w:r>
        <w:continuationSeparator/>
      </w:r>
    </w:p>
  </w:endnote>
  <w:endnote w:type="continuationNotice" w:id="1">
    <w:p w14:paraId="4899C6D2" w14:textId="77777777" w:rsidR="004E5590" w:rsidRDefault="004E5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1806D" w14:textId="34C22E6C" w:rsidR="006D02CD" w:rsidRPr="00EA6488" w:rsidRDefault="00D05AF4" w:rsidP="00EA6488">
    <w:pPr>
      <w:pStyle w:val="Piedepgina"/>
      <w:jc w:val="right"/>
      <w:rPr>
        <w:rFonts w:ascii="Aptos" w:eastAsiaTheme="minorHAnsi" w:hAnsi="Aptos" w:cs="Arial"/>
        <w:smallCaps/>
        <w:color w:val="808080" w:themeColor="background1" w:themeShade="80"/>
        <w:sz w:val="18"/>
        <w:szCs w:val="18"/>
        <w:lang w:val="es-MX" w:eastAsia="en-US"/>
      </w:rPr>
    </w:pPr>
    <w:bookmarkStart w:id="5" w:name="_Hlk132189931"/>
    <w:r w:rsidRPr="00260E6C">
      <w:rPr>
        <w:rFonts w:ascii="Aptos" w:eastAsiaTheme="minorHAnsi" w:hAnsi="Aptos" w:cs="Arial"/>
        <w:smallCaps/>
        <w:color w:val="808080" w:themeColor="background1" w:themeShade="80"/>
        <w:sz w:val="18"/>
        <w:szCs w:val="18"/>
        <w:lang w:val="es-MX" w:eastAsia="en-US"/>
      </w:rPr>
      <w:t xml:space="preserve">                                          </w:t>
    </w:r>
    <w:bookmarkStart w:id="6" w:name="_Hlk132190218"/>
    <w:bookmarkStart w:id="7" w:name="_Hlk132190219"/>
    <w:bookmarkEnd w:id="5"/>
    <w:r w:rsidRPr="00260E6C">
      <w:rPr>
        <w:rFonts w:ascii="Aptos" w:eastAsiaTheme="minorHAnsi" w:hAnsi="Aptos" w:cs="Arial"/>
        <w:smallCaps/>
        <w:color w:val="808080" w:themeColor="background1" w:themeShade="80"/>
        <w:sz w:val="18"/>
        <w:szCs w:val="18"/>
        <w:lang w:val="es-MX" w:eastAsia="en-US"/>
      </w:rPr>
      <w:t xml:space="preserve"> </w:t>
    </w:r>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26779" w14:textId="77777777" w:rsidR="004E5590" w:rsidRDefault="004E5590" w:rsidP="00C409C8">
      <w:r>
        <w:separator/>
      </w:r>
    </w:p>
  </w:footnote>
  <w:footnote w:type="continuationSeparator" w:id="0">
    <w:p w14:paraId="21ACFEB7" w14:textId="77777777" w:rsidR="004E5590" w:rsidRDefault="004E5590" w:rsidP="00C409C8">
      <w:r>
        <w:continuationSeparator/>
      </w:r>
    </w:p>
  </w:footnote>
  <w:footnote w:type="continuationNotice" w:id="1">
    <w:p w14:paraId="1BEB494F" w14:textId="77777777" w:rsidR="004E5590" w:rsidRDefault="004E55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82DCC" w14:textId="3E18FF74" w:rsidR="00086CB4" w:rsidRDefault="00EA6488" w:rsidP="00086CB4">
    <w:pPr>
      <w:rPr>
        <w:rFonts w:ascii="Aptos" w:hAnsi="Aptos" w:cs="Arial"/>
        <w:b/>
        <w:bCs/>
      </w:rPr>
    </w:pPr>
    <w:bookmarkStart w:id="2" w:name="_Hlk105749628"/>
    <w:bookmarkStart w:id="3" w:name="_Hlk105749629"/>
    <w:bookmarkStart w:id="4" w:name="_Hlk132189913"/>
    <w:r>
      <w:rPr>
        <w:noProof/>
      </w:rPr>
      <w:drawing>
        <wp:anchor distT="0" distB="0" distL="114300" distR="114300" simplePos="0" relativeHeight="251658240" behindDoc="1" locked="0" layoutInCell="1" allowOverlap="1" wp14:anchorId="027021D6" wp14:editId="763EB6C8">
          <wp:simplePos x="0" y="0"/>
          <wp:positionH relativeFrom="column">
            <wp:posOffset>-43132</wp:posOffset>
          </wp:positionH>
          <wp:positionV relativeFrom="paragraph">
            <wp:posOffset>-107950</wp:posOffset>
          </wp:positionV>
          <wp:extent cx="1164566" cy="1164566"/>
          <wp:effectExtent l="0" t="0" r="0" b="0"/>
          <wp:wrapNone/>
          <wp:docPr id="54967157" name="Imagen 2" descr="IE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5863" cy="116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6C635D" w14:textId="2B2C12BF" w:rsidR="00EA6488" w:rsidRDefault="00EA6488" w:rsidP="00086CB4">
    <w:pPr>
      <w:rPr>
        <w:rFonts w:ascii="Aptos" w:hAnsi="Aptos" w:cs="Arial"/>
        <w:b/>
        <w:bCs/>
      </w:rPr>
    </w:pPr>
  </w:p>
  <w:p w14:paraId="470C759E" w14:textId="38B52FE7" w:rsidR="00F81D37" w:rsidRDefault="00EA6488" w:rsidP="00086CB4">
    <w:pPr>
      <w:jc w:val="center"/>
      <w:rPr>
        <w:rFonts w:ascii="Aptos" w:hAnsi="Aptos" w:cs="Arial"/>
        <w:b/>
        <w:bCs/>
      </w:rPr>
    </w:pPr>
    <w:r>
      <w:rPr>
        <w:rFonts w:ascii="Aptos" w:hAnsi="Aptos" w:cs="Arial"/>
        <w:b/>
        <w:bCs/>
      </w:rPr>
      <w:t xml:space="preserve">                  </w:t>
    </w:r>
    <w:r w:rsidR="00086CB4" w:rsidRPr="005D5A6F">
      <w:rPr>
        <w:rFonts w:ascii="Aptos" w:hAnsi="Aptos" w:cs="Arial"/>
        <w:b/>
        <w:bCs/>
      </w:rPr>
      <w:t xml:space="preserve">SOLICITUD </w:t>
    </w:r>
    <w:r w:rsidR="000834DE">
      <w:rPr>
        <w:rFonts w:ascii="Aptos" w:hAnsi="Aptos" w:cs="Arial"/>
        <w:b/>
        <w:bCs/>
      </w:rPr>
      <w:t>PARA</w:t>
    </w:r>
    <w:r w:rsidR="00086CB4" w:rsidRPr="005D5A6F">
      <w:rPr>
        <w:rFonts w:ascii="Aptos" w:hAnsi="Aptos" w:cs="Arial"/>
        <w:b/>
        <w:bCs/>
      </w:rPr>
      <w:t xml:space="preserve"> CAMBIO</w:t>
    </w:r>
    <w:r w:rsidR="001962B6">
      <w:rPr>
        <w:rFonts w:ascii="Aptos" w:hAnsi="Aptos" w:cs="Arial"/>
        <w:b/>
        <w:bCs/>
      </w:rPr>
      <w:t>S</w:t>
    </w:r>
    <w:r w:rsidR="00086CB4" w:rsidRPr="005D5A6F">
      <w:rPr>
        <w:rFonts w:ascii="Aptos" w:hAnsi="Aptos" w:cs="Arial"/>
        <w:b/>
        <w:bCs/>
      </w:rPr>
      <w:t xml:space="preserve"> DE ADSCRIPCIÓN </w:t>
    </w:r>
    <w:r w:rsidR="001962B6">
      <w:rPr>
        <w:rFonts w:ascii="Aptos" w:hAnsi="Aptos" w:cs="Arial"/>
        <w:b/>
        <w:bCs/>
      </w:rPr>
      <w:t>Y</w:t>
    </w:r>
    <w:r w:rsidR="00086CB4" w:rsidRPr="005D5A6F">
      <w:rPr>
        <w:rFonts w:ascii="Aptos" w:hAnsi="Aptos" w:cs="Arial"/>
        <w:b/>
        <w:bCs/>
      </w:rPr>
      <w:t xml:space="preserve"> ROTAC</w:t>
    </w:r>
    <w:r w:rsidR="00AE2BC9">
      <w:rPr>
        <w:rFonts w:ascii="Aptos" w:hAnsi="Aptos" w:cs="Arial"/>
        <w:b/>
        <w:bCs/>
      </w:rPr>
      <w:t>I</w:t>
    </w:r>
    <w:r w:rsidR="00086CB4" w:rsidRPr="005D5A6F">
      <w:rPr>
        <w:rFonts w:ascii="Aptos" w:hAnsi="Aptos" w:cs="Arial"/>
        <w:b/>
        <w:bCs/>
      </w:rPr>
      <w:t xml:space="preserve">ÓN </w:t>
    </w:r>
  </w:p>
  <w:p w14:paraId="77CE8032" w14:textId="3332ECB1" w:rsidR="000834DE" w:rsidRDefault="00F81D37" w:rsidP="00086CB4">
    <w:pPr>
      <w:jc w:val="center"/>
      <w:rPr>
        <w:rFonts w:ascii="Aptos" w:hAnsi="Aptos" w:cs="Arial"/>
        <w:b/>
        <w:bCs/>
      </w:rPr>
    </w:pPr>
    <w:r>
      <w:rPr>
        <w:rFonts w:ascii="Aptos" w:hAnsi="Aptos" w:cs="Arial"/>
        <w:b/>
        <w:bCs/>
      </w:rPr>
      <w:t xml:space="preserve">                     </w:t>
    </w:r>
    <w:r w:rsidR="000834DE">
      <w:rPr>
        <w:rFonts w:ascii="Aptos" w:hAnsi="Aptos" w:cs="Arial"/>
        <w:b/>
        <w:bCs/>
      </w:rPr>
      <w:t xml:space="preserve">A </w:t>
    </w:r>
    <w:r w:rsidR="001962B6">
      <w:rPr>
        <w:rFonts w:ascii="Aptos" w:hAnsi="Aptos" w:cs="Arial"/>
        <w:b/>
        <w:bCs/>
      </w:rPr>
      <w:t xml:space="preserve">PETICIÓN </w:t>
    </w:r>
    <w:r w:rsidR="000834DE">
      <w:rPr>
        <w:rFonts w:ascii="Aptos" w:hAnsi="Aptos" w:cs="Arial"/>
        <w:b/>
        <w:bCs/>
      </w:rPr>
      <w:t>DE PERSONA INTERESADA</w:t>
    </w:r>
    <w:r>
      <w:rPr>
        <w:rFonts w:ascii="Aptos" w:hAnsi="Aptos" w:cs="Arial"/>
        <w:b/>
        <w:bCs/>
      </w:rPr>
      <w:t xml:space="preserve"> 2025</w:t>
    </w:r>
  </w:p>
  <w:p w14:paraId="691038DA" w14:textId="687C6D9C" w:rsidR="00015DF9" w:rsidRPr="005D5A6F" w:rsidRDefault="00015DF9" w:rsidP="00086CB4">
    <w:pPr>
      <w:jc w:val="center"/>
      <w:rPr>
        <w:rFonts w:ascii="Aptos" w:hAnsi="Aptos" w:cs="Arial"/>
        <w:b/>
        <w:bCs/>
        <w:sz w:val="22"/>
        <w:szCs w:val="22"/>
      </w:rPr>
    </w:pPr>
    <w:r>
      <w:rPr>
        <w:rFonts w:ascii="Aptos" w:hAnsi="Aptos" w:cs="Arial"/>
        <w:b/>
        <w:bCs/>
      </w:rPr>
      <w:t>A</w:t>
    </w:r>
    <w:r w:rsidR="00286F29">
      <w:rPr>
        <w:rFonts w:ascii="Aptos" w:hAnsi="Aptos" w:cs="Arial"/>
        <w:b/>
        <w:bCs/>
      </w:rPr>
      <w:t>nexo</w:t>
    </w:r>
    <w:r>
      <w:rPr>
        <w:rFonts w:ascii="Aptos" w:hAnsi="Aptos" w:cs="Arial"/>
        <w:b/>
        <w:bCs/>
      </w:rPr>
      <w:t xml:space="preserve"> 1</w:t>
    </w:r>
  </w:p>
  <w:p w14:paraId="2FC84373" w14:textId="43C3BBA2" w:rsidR="00DA42BD" w:rsidRPr="00210C50" w:rsidRDefault="00AA49F8" w:rsidP="0036724E">
    <w:pPr>
      <w:pStyle w:val="Encabezado"/>
      <w:tabs>
        <w:tab w:val="clear" w:pos="4252"/>
        <w:tab w:val="clear" w:pos="8504"/>
        <w:tab w:val="center" w:pos="3402"/>
      </w:tabs>
      <w:ind w:left="993" w:right="1161"/>
      <w:jc w:val="center"/>
      <w:rPr>
        <w:rFonts w:ascii="Aptos" w:eastAsiaTheme="minorHAnsi" w:hAnsi="Aptos" w:cs="Arial"/>
        <w:smallCaps/>
        <w:color w:val="808080" w:themeColor="background1" w:themeShade="80"/>
        <w:sz w:val="18"/>
        <w:szCs w:val="18"/>
        <w:lang w:val="es-MX" w:eastAsia="en-US"/>
      </w:rPr>
    </w:pPr>
    <w:r w:rsidRPr="007B1472">
      <w:rPr>
        <w:rFonts w:ascii="Aptos" w:hAnsi="Aptos" w:cs="Arial"/>
        <w:b/>
        <w:smallCaps/>
        <w:color w:val="808080" w:themeColor="background1" w:themeShade="80"/>
        <w:sz w:val="14"/>
        <w:szCs w:val="18"/>
      </w:rPr>
      <w:t xml:space="preserve">      </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85E"/>
    <w:multiLevelType w:val="hybridMultilevel"/>
    <w:tmpl w:val="64F0E87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924A6D"/>
    <w:multiLevelType w:val="hybridMultilevel"/>
    <w:tmpl w:val="DD9E74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2B6A7C"/>
    <w:multiLevelType w:val="hybridMultilevel"/>
    <w:tmpl w:val="130E73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2B0C8E"/>
    <w:multiLevelType w:val="hybridMultilevel"/>
    <w:tmpl w:val="E9A613D6"/>
    <w:lvl w:ilvl="0" w:tplc="4BE2971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484C47"/>
    <w:multiLevelType w:val="hybridMultilevel"/>
    <w:tmpl w:val="E3AE47B0"/>
    <w:lvl w:ilvl="0" w:tplc="F66C35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9B5686"/>
    <w:multiLevelType w:val="hybridMultilevel"/>
    <w:tmpl w:val="DA28E90C"/>
    <w:lvl w:ilvl="0" w:tplc="2D2A227E">
      <w:start w:val="1"/>
      <w:numFmt w:val="upperLetter"/>
      <w:lvlText w:val="%1."/>
      <w:lvlJc w:val="left"/>
      <w:pPr>
        <w:ind w:left="720" w:hanging="360"/>
      </w:pPr>
      <w:rPr>
        <w:sz w:val="10"/>
        <w:szCs w:val="1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08B62D0"/>
    <w:multiLevelType w:val="hybridMultilevel"/>
    <w:tmpl w:val="1BC84D8A"/>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12C36FF3"/>
    <w:multiLevelType w:val="hybridMultilevel"/>
    <w:tmpl w:val="3300D286"/>
    <w:lvl w:ilvl="0" w:tplc="749C2476">
      <w:start w:val="3"/>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706B33"/>
    <w:multiLevelType w:val="hybridMultilevel"/>
    <w:tmpl w:val="4792346A"/>
    <w:lvl w:ilvl="0" w:tplc="6652C5AE">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973186B"/>
    <w:multiLevelType w:val="hybridMultilevel"/>
    <w:tmpl w:val="C7A6C79C"/>
    <w:lvl w:ilvl="0" w:tplc="3FD67990">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7407D6C"/>
    <w:multiLevelType w:val="hybridMultilevel"/>
    <w:tmpl w:val="0090E97A"/>
    <w:lvl w:ilvl="0" w:tplc="46408746">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9634D4"/>
    <w:multiLevelType w:val="hybridMultilevel"/>
    <w:tmpl w:val="697AD594"/>
    <w:lvl w:ilvl="0" w:tplc="3E98A41C">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33836C48"/>
    <w:multiLevelType w:val="hybridMultilevel"/>
    <w:tmpl w:val="4792346A"/>
    <w:lvl w:ilvl="0" w:tplc="6652C5AE">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4A861FF"/>
    <w:multiLevelType w:val="hybridMultilevel"/>
    <w:tmpl w:val="52B2FFB4"/>
    <w:lvl w:ilvl="0" w:tplc="FFFFFFFF">
      <w:start w:val="1"/>
      <w:numFmt w:val="bullet"/>
      <w:lvlText w:val=""/>
      <w:lvlJc w:val="left"/>
      <w:pPr>
        <w:ind w:left="720" w:hanging="360"/>
      </w:pPr>
      <w:rPr>
        <w:rFonts w:ascii="Symbol" w:hAnsi="Symbol" w:hint="default"/>
      </w:rPr>
    </w:lvl>
    <w:lvl w:ilvl="1" w:tplc="080A0013">
      <w:start w:val="1"/>
      <w:numFmt w:val="upperRoman"/>
      <w:lvlText w:val="%2."/>
      <w:lvlJc w:val="right"/>
      <w:pPr>
        <w:ind w:left="1777"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EE4F3A"/>
    <w:multiLevelType w:val="multilevel"/>
    <w:tmpl w:val="080A001F"/>
    <w:lvl w:ilvl="0">
      <w:start w:val="1"/>
      <w:numFmt w:val="decimal"/>
      <w:lvlText w:val="%1."/>
      <w:lvlJc w:val="left"/>
      <w:pPr>
        <w:ind w:left="1070" w:hanging="360"/>
      </w:pPr>
      <w:rPr>
        <w:b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E858E7"/>
    <w:multiLevelType w:val="hybridMultilevel"/>
    <w:tmpl w:val="44FE570C"/>
    <w:lvl w:ilvl="0" w:tplc="34087A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5660ACD"/>
    <w:multiLevelType w:val="hybridMultilevel"/>
    <w:tmpl w:val="C7A6C79C"/>
    <w:lvl w:ilvl="0" w:tplc="3FD67990">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79F6949"/>
    <w:multiLevelType w:val="multilevel"/>
    <w:tmpl w:val="D8585D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7F6EFE"/>
    <w:multiLevelType w:val="hybridMultilevel"/>
    <w:tmpl w:val="BB9CDE24"/>
    <w:lvl w:ilvl="0" w:tplc="FFFFFFFF">
      <w:start w:val="1"/>
      <w:numFmt w:val="upperLetter"/>
      <w:lvlText w:val="%1)"/>
      <w:lvlJc w:val="left"/>
      <w:pPr>
        <w:ind w:left="720" w:hanging="360"/>
      </w:pPr>
      <w:rPr>
        <w:rFonts w:hint="default"/>
        <w:b w:val="0"/>
        <w:color w:val="auto"/>
        <w:sz w:val="16"/>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BF05A7"/>
    <w:multiLevelType w:val="hybridMultilevel"/>
    <w:tmpl w:val="65469300"/>
    <w:lvl w:ilvl="0" w:tplc="2B2A451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52109BA"/>
    <w:multiLevelType w:val="hybridMultilevel"/>
    <w:tmpl w:val="8E1C4EB6"/>
    <w:lvl w:ilvl="0" w:tplc="6D0E31B0">
      <w:start w:val="2"/>
      <w:numFmt w:val="upperRoman"/>
      <w:lvlText w:val="%1."/>
      <w:lvlJc w:val="left"/>
      <w:pPr>
        <w:ind w:left="1080" w:hanging="720"/>
      </w:pPr>
      <w:rPr>
        <w:rFonts w:hint="default"/>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70057ED"/>
    <w:multiLevelType w:val="hybridMultilevel"/>
    <w:tmpl w:val="4C1C6242"/>
    <w:lvl w:ilvl="0" w:tplc="98B24B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F0A5D3B"/>
    <w:multiLevelType w:val="hybridMultilevel"/>
    <w:tmpl w:val="2DFEB6E6"/>
    <w:lvl w:ilvl="0" w:tplc="4BD6B75C">
      <w:start w:val="1"/>
      <w:numFmt w:val="upperRoman"/>
      <w:lvlText w:val="%1."/>
      <w:lvlJc w:val="left"/>
      <w:pPr>
        <w:ind w:left="1080" w:hanging="720"/>
      </w:pPr>
      <w:rPr>
        <w:rFonts w:hint="default"/>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383A7C"/>
    <w:multiLevelType w:val="multilevel"/>
    <w:tmpl w:val="080A001F"/>
    <w:lvl w:ilvl="0">
      <w:start w:val="1"/>
      <w:numFmt w:val="decimal"/>
      <w:lvlText w:val="%1."/>
      <w:lvlJc w:val="left"/>
      <w:pPr>
        <w:ind w:left="1070" w:hanging="360"/>
      </w:pPr>
      <w:rPr>
        <w:b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2D5265"/>
    <w:multiLevelType w:val="hybridMultilevel"/>
    <w:tmpl w:val="3966829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937C14"/>
    <w:multiLevelType w:val="hybridMultilevel"/>
    <w:tmpl w:val="BCB02378"/>
    <w:lvl w:ilvl="0" w:tplc="8A683F3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B6A197D"/>
    <w:multiLevelType w:val="hybridMultilevel"/>
    <w:tmpl w:val="1400C94E"/>
    <w:lvl w:ilvl="0" w:tplc="4CC4808A">
      <w:start w:val="1"/>
      <w:numFmt w:val="upperLetter"/>
      <w:lvlText w:val="%1)"/>
      <w:lvlJc w:val="left"/>
      <w:pPr>
        <w:ind w:left="720" w:hanging="360"/>
      </w:pPr>
      <w:rPr>
        <w:rFonts w:hint="default"/>
        <w:b w:val="0"/>
        <w:color w:val="auto"/>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BC77783"/>
    <w:multiLevelType w:val="hybridMultilevel"/>
    <w:tmpl w:val="CF428C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E271AF9"/>
    <w:multiLevelType w:val="hybridMultilevel"/>
    <w:tmpl w:val="61B0F7E4"/>
    <w:lvl w:ilvl="0" w:tplc="507E4C74">
      <w:start w:val="1"/>
      <w:numFmt w:val="upperRoman"/>
      <w:lvlText w:val="%1."/>
      <w:lvlJc w:val="left"/>
      <w:pPr>
        <w:tabs>
          <w:tab w:val="num" w:pos="540"/>
        </w:tabs>
        <w:ind w:left="540" w:hanging="720"/>
      </w:pPr>
      <w:rPr>
        <w:rFonts w:hint="default"/>
      </w:rPr>
    </w:lvl>
    <w:lvl w:ilvl="1" w:tplc="0C0A0019" w:tentative="1">
      <w:start w:val="1"/>
      <w:numFmt w:val="lowerLetter"/>
      <w:lvlText w:val="%2."/>
      <w:lvlJc w:val="left"/>
      <w:pPr>
        <w:tabs>
          <w:tab w:val="num" w:pos="900"/>
        </w:tabs>
        <w:ind w:left="900" w:hanging="360"/>
      </w:pPr>
    </w:lvl>
    <w:lvl w:ilvl="2" w:tplc="0C0A001B" w:tentative="1">
      <w:start w:val="1"/>
      <w:numFmt w:val="lowerRoman"/>
      <w:lvlText w:val="%3."/>
      <w:lvlJc w:val="right"/>
      <w:pPr>
        <w:tabs>
          <w:tab w:val="num" w:pos="1620"/>
        </w:tabs>
        <w:ind w:left="1620" w:hanging="180"/>
      </w:pPr>
    </w:lvl>
    <w:lvl w:ilvl="3" w:tplc="0C0A000F" w:tentative="1">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9" w15:restartNumberingAfterBreak="0">
    <w:nsid w:val="70280377"/>
    <w:multiLevelType w:val="hybridMultilevel"/>
    <w:tmpl w:val="415A669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02913D9"/>
    <w:multiLevelType w:val="hybridMultilevel"/>
    <w:tmpl w:val="5E3807D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BA1AD0"/>
    <w:multiLevelType w:val="hybridMultilevel"/>
    <w:tmpl w:val="C7A6C79C"/>
    <w:lvl w:ilvl="0" w:tplc="3FD67990">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3162F"/>
    <w:multiLevelType w:val="hybridMultilevel"/>
    <w:tmpl w:val="1242AD9C"/>
    <w:lvl w:ilvl="0" w:tplc="963863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7A710C2"/>
    <w:multiLevelType w:val="hybridMultilevel"/>
    <w:tmpl w:val="C7A6C79C"/>
    <w:lvl w:ilvl="0" w:tplc="3FD67990">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34233578">
    <w:abstractNumId w:val="28"/>
  </w:num>
  <w:num w:numId="2" w16cid:durableId="1344358071">
    <w:abstractNumId w:val="10"/>
  </w:num>
  <w:num w:numId="3" w16cid:durableId="794711204">
    <w:abstractNumId w:val="15"/>
  </w:num>
  <w:num w:numId="4" w16cid:durableId="221714102">
    <w:abstractNumId w:val="3"/>
  </w:num>
  <w:num w:numId="5" w16cid:durableId="1921331627">
    <w:abstractNumId w:val="11"/>
  </w:num>
  <w:num w:numId="6" w16cid:durableId="858201601">
    <w:abstractNumId w:val="21"/>
  </w:num>
  <w:num w:numId="7" w16cid:durableId="65497977">
    <w:abstractNumId w:val="19"/>
  </w:num>
  <w:num w:numId="8" w16cid:durableId="2012290668">
    <w:abstractNumId w:val="22"/>
  </w:num>
  <w:num w:numId="9" w16cid:durableId="113988047">
    <w:abstractNumId w:val="32"/>
  </w:num>
  <w:num w:numId="10" w16cid:durableId="1580095794">
    <w:abstractNumId w:val="1"/>
  </w:num>
  <w:num w:numId="11" w16cid:durableId="2144888024">
    <w:abstractNumId w:val="2"/>
  </w:num>
  <w:num w:numId="12" w16cid:durableId="22218318">
    <w:abstractNumId w:val="12"/>
  </w:num>
  <w:num w:numId="13" w16cid:durableId="958610692">
    <w:abstractNumId w:val="16"/>
  </w:num>
  <w:num w:numId="14" w16cid:durableId="1341152651">
    <w:abstractNumId w:val="7"/>
  </w:num>
  <w:num w:numId="15" w16cid:durableId="1838689135">
    <w:abstractNumId w:val="31"/>
  </w:num>
  <w:num w:numId="16" w16cid:durableId="1714965663">
    <w:abstractNumId w:val="9"/>
  </w:num>
  <w:num w:numId="17" w16cid:durableId="39132633">
    <w:abstractNumId w:val="6"/>
  </w:num>
  <w:num w:numId="18" w16cid:durableId="963268957">
    <w:abstractNumId w:val="14"/>
  </w:num>
  <w:num w:numId="19" w16cid:durableId="992030134">
    <w:abstractNumId w:val="33"/>
  </w:num>
  <w:num w:numId="20" w16cid:durableId="208231662">
    <w:abstractNumId w:val="8"/>
  </w:num>
  <w:num w:numId="21" w16cid:durableId="474759296">
    <w:abstractNumId w:val="20"/>
  </w:num>
  <w:num w:numId="22" w16cid:durableId="1533029893">
    <w:abstractNumId w:val="23"/>
  </w:num>
  <w:num w:numId="23" w16cid:durableId="34085291">
    <w:abstractNumId w:val="24"/>
  </w:num>
  <w:num w:numId="24" w16cid:durableId="2019572386">
    <w:abstractNumId w:val="30"/>
  </w:num>
  <w:num w:numId="25" w16cid:durableId="1940409781">
    <w:abstractNumId w:val="0"/>
  </w:num>
  <w:num w:numId="26" w16cid:durableId="450592059">
    <w:abstractNumId w:val="4"/>
  </w:num>
  <w:num w:numId="27" w16cid:durableId="1613629837">
    <w:abstractNumId w:val="26"/>
  </w:num>
  <w:num w:numId="28" w16cid:durableId="1838224111">
    <w:abstractNumId w:val="29"/>
  </w:num>
  <w:num w:numId="29" w16cid:durableId="1602644157">
    <w:abstractNumId w:val="17"/>
  </w:num>
  <w:num w:numId="30" w16cid:durableId="1305549105">
    <w:abstractNumId w:val="13"/>
  </w:num>
  <w:num w:numId="31" w16cid:durableId="1540824055">
    <w:abstractNumId w:val="18"/>
  </w:num>
  <w:num w:numId="32" w16cid:durableId="407732048">
    <w:abstractNumId w:val="27"/>
  </w:num>
  <w:num w:numId="33" w16cid:durableId="763233129">
    <w:abstractNumId w:val="5"/>
  </w:num>
  <w:num w:numId="34" w16cid:durableId="1702658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97B"/>
    <w:rsid w:val="0000073E"/>
    <w:rsid w:val="00001AEC"/>
    <w:rsid w:val="000023B4"/>
    <w:rsid w:val="00002DA8"/>
    <w:rsid w:val="000037EB"/>
    <w:rsid w:val="00004134"/>
    <w:rsid w:val="00004891"/>
    <w:rsid w:val="00004B19"/>
    <w:rsid w:val="00004F08"/>
    <w:rsid w:val="00005045"/>
    <w:rsid w:val="00005D6F"/>
    <w:rsid w:val="000072E8"/>
    <w:rsid w:val="00010B19"/>
    <w:rsid w:val="00014568"/>
    <w:rsid w:val="00014DC7"/>
    <w:rsid w:val="00015550"/>
    <w:rsid w:val="00015DB7"/>
    <w:rsid w:val="00015DF9"/>
    <w:rsid w:val="00016C6C"/>
    <w:rsid w:val="00021B3D"/>
    <w:rsid w:val="000223F0"/>
    <w:rsid w:val="00023EB1"/>
    <w:rsid w:val="000244AF"/>
    <w:rsid w:val="00024B9C"/>
    <w:rsid w:val="0002589F"/>
    <w:rsid w:val="00025B17"/>
    <w:rsid w:val="00026686"/>
    <w:rsid w:val="000269D0"/>
    <w:rsid w:val="00026A2E"/>
    <w:rsid w:val="00030B0D"/>
    <w:rsid w:val="00030BE6"/>
    <w:rsid w:val="00031345"/>
    <w:rsid w:val="00032244"/>
    <w:rsid w:val="0003335F"/>
    <w:rsid w:val="000355E3"/>
    <w:rsid w:val="000356B6"/>
    <w:rsid w:val="00035793"/>
    <w:rsid w:val="00035F53"/>
    <w:rsid w:val="000366FD"/>
    <w:rsid w:val="000371EE"/>
    <w:rsid w:val="000375E3"/>
    <w:rsid w:val="00037668"/>
    <w:rsid w:val="000413B6"/>
    <w:rsid w:val="00042DE3"/>
    <w:rsid w:val="000440B9"/>
    <w:rsid w:val="00044F0A"/>
    <w:rsid w:val="00045A36"/>
    <w:rsid w:val="00046DBC"/>
    <w:rsid w:val="00050E57"/>
    <w:rsid w:val="00050F9F"/>
    <w:rsid w:val="00052C1E"/>
    <w:rsid w:val="000539C9"/>
    <w:rsid w:val="00053FF5"/>
    <w:rsid w:val="00055D56"/>
    <w:rsid w:val="000569F9"/>
    <w:rsid w:val="0005779F"/>
    <w:rsid w:val="000579B5"/>
    <w:rsid w:val="00057C10"/>
    <w:rsid w:val="00061B58"/>
    <w:rsid w:val="00062A51"/>
    <w:rsid w:val="000632A1"/>
    <w:rsid w:val="00063CD9"/>
    <w:rsid w:val="00065705"/>
    <w:rsid w:val="00065ED3"/>
    <w:rsid w:val="000670B5"/>
    <w:rsid w:val="00070276"/>
    <w:rsid w:val="000708AD"/>
    <w:rsid w:val="00070E01"/>
    <w:rsid w:val="000732A0"/>
    <w:rsid w:val="0007339C"/>
    <w:rsid w:val="00073D8C"/>
    <w:rsid w:val="000744A6"/>
    <w:rsid w:val="00077DDA"/>
    <w:rsid w:val="000819CB"/>
    <w:rsid w:val="00081EA3"/>
    <w:rsid w:val="00082504"/>
    <w:rsid w:val="0008335C"/>
    <w:rsid w:val="000834DE"/>
    <w:rsid w:val="00083E90"/>
    <w:rsid w:val="0008411A"/>
    <w:rsid w:val="0008588D"/>
    <w:rsid w:val="00085FD4"/>
    <w:rsid w:val="00086CB4"/>
    <w:rsid w:val="0008737D"/>
    <w:rsid w:val="00090B62"/>
    <w:rsid w:val="00091196"/>
    <w:rsid w:val="00091A1F"/>
    <w:rsid w:val="00093D27"/>
    <w:rsid w:val="00096212"/>
    <w:rsid w:val="00097758"/>
    <w:rsid w:val="000A03FA"/>
    <w:rsid w:val="000A0EFC"/>
    <w:rsid w:val="000A436A"/>
    <w:rsid w:val="000A7104"/>
    <w:rsid w:val="000B03E5"/>
    <w:rsid w:val="000B2516"/>
    <w:rsid w:val="000B45B8"/>
    <w:rsid w:val="000B4D72"/>
    <w:rsid w:val="000B4ECA"/>
    <w:rsid w:val="000B59AF"/>
    <w:rsid w:val="000B6AAE"/>
    <w:rsid w:val="000C01BE"/>
    <w:rsid w:val="000C09CE"/>
    <w:rsid w:val="000C0A3F"/>
    <w:rsid w:val="000C2C80"/>
    <w:rsid w:val="000C4CEA"/>
    <w:rsid w:val="000C4EB5"/>
    <w:rsid w:val="000C67C4"/>
    <w:rsid w:val="000C7268"/>
    <w:rsid w:val="000C7317"/>
    <w:rsid w:val="000D027B"/>
    <w:rsid w:val="000D0A65"/>
    <w:rsid w:val="000D1094"/>
    <w:rsid w:val="000D2B93"/>
    <w:rsid w:val="000D416A"/>
    <w:rsid w:val="000D42E8"/>
    <w:rsid w:val="000D62E5"/>
    <w:rsid w:val="000E1799"/>
    <w:rsid w:val="000E192D"/>
    <w:rsid w:val="000E2C65"/>
    <w:rsid w:val="000E3421"/>
    <w:rsid w:val="000E475C"/>
    <w:rsid w:val="000E4B56"/>
    <w:rsid w:val="000E554C"/>
    <w:rsid w:val="000E6122"/>
    <w:rsid w:val="000E63CF"/>
    <w:rsid w:val="000F089D"/>
    <w:rsid w:val="000F0F67"/>
    <w:rsid w:val="000F145A"/>
    <w:rsid w:val="000F2911"/>
    <w:rsid w:val="000F3EB0"/>
    <w:rsid w:val="001004F0"/>
    <w:rsid w:val="00100BF9"/>
    <w:rsid w:val="00101DE1"/>
    <w:rsid w:val="00102112"/>
    <w:rsid w:val="0010260E"/>
    <w:rsid w:val="00105973"/>
    <w:rsid w:val="0010643D"/>
    <w:rsid w:val="001065F0"/>
    <w:rsid w:val="0010764C"/>
    <w:rsid w:val="001109DA"/>
    <w:rsid w:val="00111041"/>
    <w:rsid w:val="0011192C"/>
    <w:rsid w:val="001122DB"/>
    <w:rsid w:val="001125C3"/>
    <w:rsid w:val="00112DD4"/>
    <w:rsid w:val="00115085"/>
    <w:rsid w:val="00116C93"/>
    <w:rsid w:val="00117073"/>
    <w:rsid w:val="00117D03"/>
    <w:rsid w:val="00121A2C"/>
    <w:rsid w:val="00122D06"/>
    <w:rsid w:val="00123111"/>
    <w:rsid w:val="00125C24"/>
    <w:rsid w:val="00126875"/>
    <w:rsid w:val="001271AB"/>
    <w:rsid w:val="001312E0"/>
    <w:rsid w:val="001312F8"/>
    <w:rsid w:val="00131B47"/>
    <w:rsid w:val="0013214C"/>
    <w:rsid w:val="00132547"/>
    <w:rsid w:val="0013293D"/>
    <w:rsid w:val="00133056"/>
    <w:rsid w:val="00133F64"/>
    <w:rsid w:val="001354BC"/>
    <w:rsid w:val="00136893"/>
    <w:rsid w:val="00136C16"/>
    <w:rsid w:val="00137BDE"/>
    <w:rsid w:val="00141DC9"/>
    <w:rsid w:val="00142A31"/>
    <w:rsid w:val="0014517F"/>
    <w:rsid w:val="00147638"/>
    <w:rsid w:val="00153DBF"/>
    <w:rsid w:val="0015673B"/>
    <w:rsid w:val="0015769B"/>
    <w:rsid w:val="00164171"/>
    <w:rsid w:val="0016440F"/>
    <w:rsid w:val="001647A9"/>
    <w:rsid w:val="001656F4"/>
    <w:rsid w:val="00165CFB"/>
    <w:rsid w:val="00166CA9"/>
    <w:rsid w:val="0017040D"/>
    <w:rsid w:val="00172B63"/>
    <w:rsid w:val="00175BC6"/>
    <w:rsid w:val="00175F8C"/>
    <w:rsid w:val="00176288"/>
    <w:rsid w:val="0018084E"/>
    <w:rsid w:val="00180D84"/>
    <w:rsid w:val="0018184A"/>
    <w:rsid w:val="00181852"/>
    <w:rsid w:val="001819C0"/>
    <w:rsid w:val="00182300"/>
    <w:rsid w:val="00183C79"/>
    <w:rsid w:val="001877DB"/>
    <w:rsid w:val="00193353"/>
    <w:rsid w:val="00194E54"/>
    <w:rsid w:val="001962B6"/>
    <w:rsid w:val="00196682"/>
    <w:rsid w:val="0019738D"/>
    <w:rsid w:val="001973FF"/>
    <w:rsid w:val="001A0471"/>
    <w:rsid w:val="001A1B2E"/>
    <w:rsid w:val="001A2D00"/>
    <w:rsid w:val="001A4878"/>
    <w:rsid w:val="001A73DC"/>
    <w:rsid w:val="001A76C3"/>
    <w:rsid w:val="001B2395"/>
    <w:rsid w:val="001B31ED"/>
    <w:rsid w:val="001B4DB3"/>
    <w:rsid w:val="001B5AC2"/>
    <w:rsid w:val="001B6392"/>
    <w:rsid w:val="001C16B6"/>
    <w:rsid w:val="001C3DFF"/>
    <w:rsid w:val="001C45B1"/>
    <w:rsid w:val="001C4A7D"/>
    <w:rsid w:val="001C5168"/>
    <w:rsid w:val="001C5331"/>
    <w:rsid w:val="001C5525"/>
    <w:rsid w:val="001C69E7"/>
    <w:rsid w:val="001D2B04"/>
    <w:rsid w:val="001D3971"/>
    <w:rsid w:val="001D3B50"/>
    <w:rsid w:val="001D47A9"/>
    <w:rsid w:val="001D58C3"/>
    <w:rsid w:val="001D6A2B"/>
    <w:rsid w:val="001D6D46"/>
    <w:rsid w:val="001D77C3"/>
    <w:rsid w:val="001E02C2"/>
    <w:rsid w:val="001E0596"/>
    <w:rsid w:val="001E0FF1"/>
    <w:rsid w:val="001E21E2"/>
    <w:rsid w:val="001E3267"/>
    <w:rsid w:val="001E6B89"/>
    <w:rsid w:val="001E7873"/>
    <w:rsid w:val="001F1248"/>
    <w:rsid w:val="001F227D"/>
    <w:rsid w:val="001F2D1B"/>
    <w:rsid w:val="001F74F2"/>
    <w:rsid w:val="001F7CE7"/>
    <w:rsid w:val="00200291"/>
    <w:rsid w:val="0020113E"/>
    <w:rsid w:val="00201410"/>
    <w:rsid w:val="0020151C"/>
    <w:rsid w:val="00203B51"/>
    <w:rsid w:val="00204041"/>
    <w:rsid w:val="00204D0D"/>
    <w:rsid w:val="00204E1C"/>
    <w:rsid w:val="00207F49"/>
    <w:rsid w:val="00210C50"/>
    <w:rsid w:val="00210E15"/>
    <w:rsid w:val="00212670"/>
    <w:rsid w:val="00214E30"/>
    <w:rsid w:val="002150CB"/>
    <w:rsid w:val="00216250"/>
    <w:rsid w:val="002171F0"/>
    <w:rsid w:val="00220378"/>
    <w:rsid w:val="002236AB"/>
    <w:rsid w:val="002236CA"/>
    <w:rsid w:val="00224131"/>
    <w:rsid w:val="00225AFD"/>
    <w:rsid w:val="00226535"/>
    <w:rsid w:val="0022706D"/>
    <w:rsid w:val="00227D7B"/>
    <w:rsid w:val="00230EAA"/>
    <w:rsid w:val="00231621"/>
    <w:rsid w:val="002316C9"/>
    <w:rsid w:val="00231B52"/>
    <w:rsid w:val="00231D84"/>
    <w:rsid w:val="00232530"/>
    <w:rsid w:val="002329FE"/>
    <w:rsid w:val="00232A86"/>
    <w:rsid w:val="00233075"/>
    <w:rsid w:val="002341D0"/>
    <w:rsid w:val="00235D7F"/>
    <w:rsid w:val="00236037"/>
    <w:rsid w:val="0023672C"/>
    <w:rsid w:val="00236DA9"/>
    <w:rsid w:val="00237D2D"/>
    <w:rsid w:val="002404D3"/>
    <w:rsid w:val="00241761"/>
    <w:rsid w:val="002433F5"/>
    <w:rsid w:val="00243D62"/>
    <w:rsid w:val="0024520F"/>
    <w:rsid w:val="002453CC"/>
    <w:rsid w:val="002453DB"/>
    <w:rsid w:val="0024764F"/>
    <w:rsid w:val="00247A5A"/>
    <w:rsid w:val="00250F21"/>
    <w:rsid w:val="00251939"/>
    <w:rsid w:val="00251E62"/>
    <w:rsid w:val="002532C4"/>
    <w:rsid w:val="00254863"/>
    <w:rsid w:val="00254D26"/>
    <w:rsid w:val="00255508"/>
    <w:rsid w:val="00256F64"/>
    <w:rsid w:val="00257A28"/>
    <w:rsid w:val="00257A54"/>
    <w:rsid w:val="00260B77"/>
    <w:rsid w:val="00260E6C"/>
    <w:rsid w:val="00262A77"/>
    <w:rsid w:val="0026398D"/>
    <w:rsid w:val="002642E5"/>
    <w:rsid w:val="0026711D"/>
    <w:rsid w:val="0026731F"/>
    <w:rsid w:val="0027219A"/>
    <w:rsid w:val="00273EA1"/>
    <w:rsid w:val="0027522E"/>
    <w:rsid w:val="0027681E"/>
    <w:rsid w:val="00277AE4"/>
    <w:rsid w:val="00280300"/>
    <w:rsid w:val="0028030B"/>
    <w:rsid w:val="00281CA3"/>
    <w:rsid w:val="0028292C"/>
    <w:rsid w:val="00282DEA"/>
    <w:rsid w:val="00283569"/>
    <w:rsid w:val="0028361F"/>
    <w:rsid w:val="0028410B"/>
    <w:rsid w:val="002846C4"/>
    <w:rsid w:val="002863EF"/>
    <w:rsid w:val="00286F29"/>
    <w:rsid w:val="00290F8A"/>
    <w:rsid w:val="00291D43"/>
    <w:rsid w:val="00292121"/>
    <w:rsid w:val="00294829"/>
    <w:rsid w:val="00294D21"/>
    <w:rsid w:val="00297AF6"/>
    <w:rsid w:val="00297CC8"/>
    <w:rsid w:val="002A0070"/>
    <w:rsid w:val="002A09AE"/>
    <w:rsid w:val="002A2428"/>
    <w:rsid w:val="002A35D1"/>
    <w:rsid w:val="002A3B58"/>
    <w:rsid w:val="002A4DAA"/>
    <w:rsid w:val="002A4F26"/>
    <w:rsid w:val="002A5F9D"/>
    <w:rsid w:val="002A69E5"/>
    <w:rsid w:val="002A6BA2"/>
    <w:rsid w:val="002A6DDC"/>
    <w:rsid w:val="002B0173"/>
    <w:rsid w:val="002B040F"/>
    <w:rsid w:val="002B0728"/>
    <w:rsid w:val="002B16DF"/>
    <w:rsid w:val="002B18D3"/>
    <w:rsid w:val="002B24D6"/>
    <w:rsid w:val="002B2DA2"/>
    <w:rsid w:val="002B39D3"/>
    <w:rsid w:val="002B3DAA"/>
    <w:rsid w:val="002B540C"/>
    <w:rsid w:val="002B5944"/>
    <w:rsid w:val="002B5B88"/>
    <w:rsid w:val="002B69A4"/>
    <w:rsid w:val="002B78F5"/>
    <w:rsid w:val="002C02AE"/>
    <w:rsid w:val="002C05C7"/>
    <w:rsid w:val="002C0FAA"/>
    <w:rsid w:val="002C12D4"/>
    <w:rsid w:val="002C1521"/>
    <w:rsid w:val="002C34C7"/>
    <w:rsid w:val="002C3851"/>
    <w:rsid w:val="002C43E2"/>
    <w:rsid w:val="002C457B"/>
    <w:rsid w:val="002C4DF3"/>
    <w:rsid w:val="002C5377"/>
    <w:rsid w:val="002C5FE0"/>
    <w:rsid w:val="002C6C04"/>
    <w:rsid w:val="002D1245"/>
    <w:rsid w:val="002D2786"/>
    <w:rsid w:val="002D2BA5"/>
    <w:rsid w:val="002D351C"/>
    <w:rsid w:val="002D43BC"/>
    <w:rsid w:val="002D4A7E"/>
    <w:rsid w:val="002D730B"/>
    <w:rsid w:val="002D7367"/>
    <w:rsid w:val="002E02FC"/>
    <w:rsid w:val="002E35AF"/>
    <w:rsid w:val="002E382A"/>
    <w:rsid w:val="002E504D"/>
    <w:rsid w:val="002E58D3"/>
    <w:rsid w:val="002E5935"/>
    <w:rsid w:val="002E6199"/>
    <w:rsid w:val="002E626A"/>
    <w:rsid w:val="002F17B5"/>
    <w:rsid w:val="002F425C"/>
    <w:rsid w:val="002F4BB7"/>
    <w:rsid w:val="002F6AB5"/>
    <w:rsid w:val="002F74D5"/>
    <w:rsid w:val="002F78ED"/>
    <w:rsid w:val="00300723"/>
    <w:rsid w:val="00301097"/>
    <w:rsid w:val="00305454"/>
    <w:rsid w:val="00305F0F"/>
    <w:rsid w:val="003064F7"/>
    <w:rsid w:val="00307C67"/>
    <w:rsid w:val="0031013F"/>
    <w:rsid w:val="00312083"/>
    <w:rsid w:val="00314D67"/>
    <w:rsid w:val="00315535"/>
    <w:rsid w:val="00315E5A"/>
    <w:rsid w:val="00317B05"/>
    <w:rsid w:val="00321A8E"/>
    <w:rsid w:val="00323463"/>
    <w:rsid w:val="003234C4"/>
    <w:rsid w:val="003260BF"/>
    <w:rsid w:val="00326100"/>
    <w:rsid w:val="003277DB"/>
    <w:rsid w:val="003305CA"/>
    <w:rsid w:val="00330E8B"/>
    <w:rsid w:val="003311A5"/>
    <w:rsid w:val="0033184D"/>
    <w:rsid w:val="00335A0D"/>
    <w:rsid w:val="003364F3"/>
    <w:rsid w:val="00336A56"/>
    <w:rsid w:val="00341DEC"/>
    <w:rsid w:val="00343AA8"/>
    <w:rsid w:val="003444BA"/>
    <w:rsid w:val="00347599"/>
    <w:rsid w:val="00354DA7"/>
    <w:rsid w:val="00354EF9"/>
    <w:rsid w:val="00357476"/>
    <w:rsid w:val="00357712"/>
    <w:rsid w:val="003577E2"/>
    <w:rsid w:val="003578DA"/>
    <w:rsid w:val="0036028E"/>
    <w:rsid w:val="00361982"/>
    <w:rsid w:val="00362AC2"/>
    <w:rsid w:val="00362AC5"/>
    <w:rsid w:val="00362D74"/>
    <w:rsid w:val="003664EA"/>
    <w:rsid w:val="0036724E"/>
    <w:rsid w:val="00367315"/>
    <w:rsid w:val="00370A46"/>
    <w:rsid w:val="003714AD"/>
    <w:rsid w:val="00371AA0"/>
    <w:rsid w:val="00372DD0"/>
    <w:rsid w:val="0037300A"/>
    <w:rsid w:val="003739A1"/>
    <w:rsid w:val="00374B7F"/>
    <w:rsid w:val="00375816"/>
    <w:rsid w:val="00376374"/>
    <w:rsid w:val="003766AE"/>
    <w:rsid w:val="0037781D"/>
    <w:rsid w:val="0037792B"/>
    <w:rsid w:val="003820B7"/>
    <w:rsid w:val="0038231A"/>
    <w:rsid w:val="003829BD"/>
    <w:rsid w:val="00383ACB"/>
    <w:rsid w:val="00384C45"/>
    <w:rsid w:val="00384CBC"/>
    <w:rsid w:val="00385882"/>
    <w:rsid w:val="00387EF4"/>
    <w:rsid w:val="00390C42"/>
    <w:rsid w:val="00392F10"/>
    <w:rsid w:val="00393236"/>
    <w:rsid w:val="00393FDB"/>
    <w:rsid w:val="00394A31"/>
    <w:rsid w:val="00394C93"/>
    <w:rsid w:val="00395A98"/>
    <w:rsid w:val="00397B8D"/>
    <w:rsid w:val="003A0F94"/>
    <w:rsid w:val="003A0FB5"/>
    <w:rsid w:val="003A1EC5"/>
    <w:rsid w:val="003A2C6E"/>
    <w:rsid w:val="003A2CD3"/>
    <w:rsid w:val="003A323A"/>
    <w:rsid w:val="003A56C5"/>
    <w:rsid w:val="003A69AF"/>
    <w:rsid w:val="003A70FB"/>
    <w:rsid w:val="003B2DD3"/>
    <w:rsid w:val="003B330D"/>
    <w:rsid w:val="003B415C"/>
    <w:rsid w:val="003B5B6C"/>
    <w:rsid w:val="003C01FF"/>
    <w:rsid w:val="003C058C"/>
    <w:rsid w:val="003C0BEE"/>
    <w:rsid w:val="003C1F92"/>
    <w:rsid w:val="003C4ACB"/>
    <w:rsid w:val="003C7AFE"/>
    <w:rsid w:val="003C7F23"/>
    <w:rsid w:val="003D16D3"/>
    <w:rsid w:val="003D1D0A"/>
    <w:rsid w:val="003D25C2"/>
    <w:rsid w:val="003D2B2F"/>
    <w:rsid w:val="003D2DC1"/>
    <w:rsid w:val="003D444B"/>
    <w:rsid w:val="003D5435"/>
    <w:rsid w:val="003D7F80"/>
    <w:rsid w:val="003E0A40"/>
    <w:rsid w:val="003E249E"/>
    <w:rsid w:val="003E2B1A"/>
    <w:rsid w:val="003E2FCF"/>
    <w:rsid w:val="003E3BCD"/>
    <w:rsid w:val="003E44D4"/>
    <w:rsid w:val="003E49DC"/>
    <w:rsid w:val="003E67AE"/>
    <w:rsid w:val="003E6CD7"/>
    <w:rsid w:val="003E759A"/>
    <w:rsid w:val="003F1013"/>
    <w:rsid w:val="003F2B78"/>
    <w:rsid w:val="003F2F75"/>
    <w:rsid w:val="003F31FE"/>
    <w:rsid w:val="003F4F22"/>
    <w:rsid w:val="003F612A"/>
    <w:rsid w:val="003F64DC"/>
    <w:rsid w:val="004008AD"/>
    <w:rsid w:val="00401D9A"/>
    <w:rsid w:val="00401D9C"/>
    <w:rsid w:val="0040271E"/>
    <w:rsid w:val="004037C1"/>
    <w:rsid w:val="00404D78"/>
    <w:rsid w:val="004068E9"/>
    <w:rsid w:val="00407A43"/>
    <w:rsid w:val="00412659"/>
    <w:rsid w:val="0041406E"/>
    <w:rsid w:val="00415E9E"/>
    <w:rsid w:val="004164CB"/>
    <w:rsid w:val="0041656F"/>
    <w:rsid w:val="00417BD5"/>
    <w:rsid w:val="004200FE"/>
    <w:rsid w:val="00421170"/>
    <w:rsid w:val="00422BF3"/>
    <w:rsid w:val="00426BA0"/>
    <w:rsid w:val="00430085"/>
    <w:rsid w:val="00431266"/>
    <w:rsid w:val="00432541"/>
    <w:rsid w:val="004330A2"/>
    <w:rsid w:val="004331FA"/>
    <w:rsid w:val="004363AD"/>
    <w:rsid w:val="00436737"/>
    <w:rsid w:val="0043735E"/>
    <w:rsid w:val="00437BB1"/>
    <w:rsid w:val="00440081"/>
    <w:rsid w:val="00441A9E"/>
    <w:rsid w:val="00444A2B"/>
    <w:rsid w:val="00445353"/>
    <w:rsid w:val="004469D7"/>
    <w:rsid w:val="0045017B"/>
    <w:rsid w:val="00450184"/>
    <w:rsid w:val="004508F6"/>
    <w:rsid w:val="00450BB6"/>
    <w:rsid w:val="00450C9B"/>
    <w:rsid w:val="00451529"/>
    <w:rsid w:val="00451ABB"/>
    <w:rsid w:val="00451AF8"/>
    <w:rsid w:val="00453014"/>
    <w:rsid w:val="004536D1"/>
    <w:rsid w:val="00454C2C"/>
    <w:rsid w:val="00456087"/>
    <w:rsid w:val="004566FD"/>
    <w:rsid w:val="00457590"/>
    <w:rsid w:val="00457662"/>
    <w:rsid w:val="0046011B"/>
    <w:rsid w:val="00460FA1"/>
    <w:rsid w:val="00460FE3"/>
    <w:rsid w:val="004632E4"/>
    <w:rsid w:val="0046568A"/>
    <w:rsid w:val="00465E3A"/>
    <w:rsid w:val="004708CA"/>
    <w:rsid w:val="0047127F"/>
    <w:rsid w:val="0047353B"/>
    <w:rsid w:val="00473D52"/>
    <w:rsid w:val="00474D4A"/>
    <w:rsid w:val="00474ED7"/>
    <w:rsid w:val="00474F1E"/>
    <w:rsid w:val="00475A03"/>
    <w:rsid w:val="00475ACF"/>
    <w:rsid w:val="004766A7"/>
    <w:rsid w:val="00477A15"/>
    <w:rsid w:val="00477AFC"/>
    <w:rsid w:val="00481471"/>
    <w:rsid w:val="00482F7B"/>
    <w:rsid w:val="00483241"/>
    <w:rsid w:val="00484DD4"/>
    <w:rsid w:val="00485A6F"/>
    <w:rsid w:val="00486B8D"/>
    <w:rsid w:val="004870D8"/>
    <w:rsid w:val="00487891"/>
    <w:rsid w:val="00490119"/>
    <w:rsid w:val="004911B5"/>
    <w:rsid w:val="004922EC"/>
    <w:rsid w:val="00492490"/>
    <w:rsid w:val="00493688"/>
    <w:rsid w:val="004946F1"/>
    <w:rsid w:val="00495E9D"/>
    <w:rsid w:val="00496566"/>
    <w:rsid w:val="00496F25"/>
    <w:rsid w:val="004A2354"/>
    <w:rsid w:val="004A26E3"/>
    <w:rsid w:val="004A2B40"/>
    <w:rsid w:val="004A2EEA"/>
    <w:rsid w:val="004A3094"/>
    <w:rsid w:val="004A46C5"/>
    <w:rsid w:val="004A4E88"/>
    <w:rsid w:val="004B3E1E"/>
    <w:rsid w:val="004B4EF3"/>
    <w:rsid w:val="004B6467"/>
    <w:rsid w:val="004B794A"/>
    <w:rsid w:val="004B7DA6"/>
    <w:rsid w:val="004C26BB"/>
    <w:rsid w:val="004C30D3"/>
    <w:rsid w:val="004C3D77"/>
    <w:rsid w:val="004C436C"/>
    <w:rsid w:val="004C7A9A"/>
    <w:rsid w:val="004C7C03"/>
    <w:rsid w:val="004D021A"/>
    <w:rsid w:val="004D1998"/>
    <w:rsid w:val="004D2158"/>
    <w:rsid w:val="004D2A0D"/>
    <w:rsid w:val="004D2AA5"/>
    <w:rsid w:val="004D56A6"/>
    <w:rsid w:val="004D715D"/>
    <w:rsid w:val="004E186B"/>
    <w:rsid w:val="004E203A"/>
    <w:rsid w:val="004E2E51"/>
    <w:rsid w:val="004E3196"/>
    <w:rsid w:val="004E389B"/>
    <w:rsid w:val="004E4A3B"/>
    <w:rsid w:val="004E50EB"/>
    <w:rsid w:val="004E5590"/>
    <w:rsid w:val="004E59E5"/>
    <w:rsid w:val="004E7B0C"/>
    <w:rsid w:val="004E7B76"/>
    <w:rsid w:val="004F41E0"/>
    <w:rsid w:val="004F43E2"/>
    <w:rsid w:val="004F660B"/>
    <w:rsid w:val="004F6931"/>
    <w:rsid w:val="00503472"/>
    <w:rsid w:val="00504342"/>
    <w:rsid w:val="0050466D"/>
    <w:rsid w:val="0050528E"/>
    <w:rsid w:val="0050654C"/>
    <w:rsid w:val="0050683A"/>
    <w:rsid w:val="00506DC2"/>
    <w:rsid w:val="00506DE1"/>
    <w:rsid w:val="00507A4E"/>
    <w:rsid w:val="00507BE7"/>
    <w:rsid w:val="00510047"/>
    <w:rsid w:val="00510834"/>
    <w:rsid w:val="00510988"/>
    <w:rsid w:val="00510B77"/>
    <w:rsid w:val="00511D7F"/>
    <w:rsid w:val="005124F1"/>
    <w:rsid w:val="00514104"/>
    <w:rsid w:val="0051515B"/>
    <w:rsid w:val="0052175E"/>
    <w:rsid w:val="005237F3"/>
    <w:rsid w:val="005238DD"/>
    <w:rsid w:val="00523F8F"/>
    <w:rsid w:val="00524D8D"/>
    <w:rsid w:val="00526769"/>
    <w:rsid w:val="005273FE"/>
    <w:rsid w:val="00530578"/>
    <w:rsid w:val="0053242D"/>
    <w:rsid w:val="00533862"/>
    <w:rsid w:val="0053446B"/>
    <w:rsid w:val="00534B9D"/>
    <w:rsid w:val="005362EA"/>
    <w:rsid w:val="005443A8"/>
    <w:rsid w:val="005450DA"/>
    <w:rsid w:val="00546035"/>
    <w:rsid w:val="005471B2"/>
    <w:rsid w:val="00553D84"/>
    <w:rsid w:val="0055630D"/>
    <w:rsid w:val="00556FDB"/>
    <w:rsid w:val="00560772"/>
    <w:rsid w:val="005617C5"/>
    <w:rsid w:val="00562B96"/>
    <w:rsid w:val="00562D28"/>
    <w:rsid w:val="00564472"/>
    <w:rsid w:val="005651A4"/>
    <w:rsid w:val="00565691"/>
    <w:rsid w:val="005657DB"/>
    <w:rsid w:val="005706D0"/>
    <w:rsid w:val="00570F5A"/>
    <w:rsid w:val="0057188F"/>
    <w:rsid w:val="00571BA5"/>
    <w:rsid w:val="00572264"/>
    <w:rsid w:val="0057595B"/>
    <w:rsid w:val="005801D4"/>
    <w:rsid w:val="00581408"/>
    <w:rsid w:val="00582151"/>
    <w:rsid w:val="005834CB"/>
    <w:rsid w:val="00585460"/>
    <w:rsid w:val="00585607"/>
    <w:rsid w:val="0058591A"/>
    <w:rsid w:val="00586483"/>
    <w:rsid w:val="00587E12"/>
    <w:rsid w:val="00587F58"/>
    <w:rsid w:val="0059050E"/>
    <w:rsid w:val="00590D72"/>
    <w:rsid w:val="00593584"/>
    <w:rsid w:val="00594296"/>
    <w:rsid w:val="005A12BF"/>
    <w:rsid w:val="005A1B44"/>
    <w:rsid w:val="005A1ED7"/>
    <w:rsid w:val="005A297B"/>
    <w:rsid w:val="005A2E12"/>
    <w:rsid w:val="005A39DB"/>
    <w:rsid w:val="005A7017"/>
    <w:rsid w:val="005B0C56"/>
    <w:rsid w:val="005B2A6F"/>
    <w:rsid w:val="005B2E46"/>
    <w:rsid w:val="005B3DC7"/>
    <w:rsid w:val="005B3EFF"/>
    <w:rsid w:val="005B46C0"/>
    <w:rsid w:val="005B494A"/>
    <w:rsid w:val="005B680E"/>
    <w:rsid w:val="005B732D"/>
    <w:rsid w:val="005C0621"/>
    <w:rsid w:val="005C2D49"/>
    <w:rsid w:val="005C38E1"/>
    <w:rsid w:val="005C66A8"/>
    <w:rsid w:val="005C7313"/>
    <w:rsid w:val="005C7A4E"/>
    <w:rsid w:val="005C7CAF"/>
    <w:rsid w:val="005C7CC2"/>
    <w:rsid w:val="005D054A"/>
    <w:rsid w:val="005D0BFF"/>
    <w:rsid w:val="005D0EDC"/>
    <w:rsid w:val="005D38E8"/>
    <w:rsid w:val="005D3DB8"/>
    <w:rsid w:val="005D41D6"/>
    <w:rsid w:val="005D7D65"/>
    <w:rsid w:val="005E0338"/>
    <w:rsid w:val="005E0CC6"/>
    <w:rsid w:val="005E2078"/>
    <w:rsid w:val="005E2DC8"/>
    <w:rsid w:val="005E4029"/>
    <w:rsid w:val="005E4229"/>
    <w:rsid w:val="005E4B67"/>
    <w:rsid w:val="005E4F49"/>
    <w:rsid w:val="005E5213"/>
    <w:rsid w:val="005E54C9"/>
    <w:rsid w:val="005E7793"/>
    <w:rsid w:val="005F0100"/>
    <w:rsid w:val="005F02D2"/>
    <w:rsid w:val="005F3765"/>
    <w:rsid w:val="005F3A0F"/>
    <w:rsid w:val="005F3B46"/>
    <w:rsid w:val="005F3BE0"/>
    <w:rsid w:val="005F3BFC"/>
    <w:rsid w:val="005F5721"/>
    <w:rsid w:val="005F6BC8"/>
    <w:rsid w:val="006002B0"/>
    <w:rsid w:val="00600A7D"/>
    <w:rsid w:val="006014DE"/>
    <w:rsid w:val="006014E7"/>
    <w:rsid w:val="006028BD"/>
    <w:rsid w:val="00603281"/>
    <w:rsid w:val="006041D0"/>
    <w:rsid w:val="00604BB6"/>
    <w:rsid w:val="0060596F"/>
    <w:rsid w:val="00606BC7"/>
    <w:rsid w:val="00606C1B"/>
    <w:rsid w:val="00606CE9"/>
    <w:rsid w:val="00607470"/>
    <w:rsid w:val="00607702"/>
    <w:rsid w:val="006101D3"/>
    <w:rsid w:val="0061256A"/>
    <w:rsid w:val="006128B7"/>
    <w:rsid w:val="0061407D"/>
    <w:rsid w:val="00614BCF"/>
    <w:rsid w:val="00614CB4"/>
    <w:rsid w:val="00614D2D"/>
    <w:rsid w:val="006154E6"/>
    <w:rsid w:val="00615F11"/>
    <w:rsid w:val="00616E6C"/>
    <w:rsid w:val="00620C8E"/>
    <w:rsid w:val="00621CC5"/>
    <w:rsid w:val="00621E59"/>
    <w:rsid w:val="0062231D"/>
    <w:rsid w:val="0062573B"/>
    <w:rsid w:val="00625B5A"/>
    <w:rsid w:val="00627FB6"/>
    <w:rsid w:val="006338F3"/>
    <w:rsid w:val="006343E4"/>
    <w:rsid w:val="0063453A"/>
    <w:rsid w:val="00637E43"/>
    <w:rsid w:val="00641B87"/>
    <w:rsid w:val="0064424E"/>
    <w:rsid w:val="00650E96"/>
    <w:rsid w:val="0065395F"/>
    <w:rsid w:val="00654855"/>
    <w:rsid w:val="00654E4E"/>
    <w:rsid w:val="0065756C"/>
    <w:rsid w:val="006609C5"/>
    <w:rsid w:val="00660B96"/>
    <w:rsid w:val="00661059"/>
    <w:rsid w:val="00662759"/>
    <w:rsid w:val="00664898"/>
    <w:rsid w:val="00664B34"/>
    <w:rsid w:val="00665009"/>
    <w:rsid w:val="00666CDD"/>
    <w:rsid w:val="0066739A"/>
    <w:rsid w:val="0067070C"/>
    <w:rsid w:val="00670D0B"/>
    <w:rsid w:val="00671F8A"/>
    <w:rsid w:val="006737AE"/>
    <w:rsid w:val="00673AB5"/>
    <w:rsid w:val="00674D0C"/>
    <w:rsid w:val="006766B1"/>
    <w:rsid w:val="006768DF"/>
    <w:rsid w:val="0067703D"/>
    <w:rsid w:val="00677C92"/>
    <w:rsid w:val="00677EE9"/>
    <w:rsid w:val="00681076"/>
    <w:rsid w:val="006817D1"/>
    <w:rsid w:val="00691192"/>
    <w:rsid w:val="006930E8"/>
    <w:rsid w:val="0069444C"/>
    <w:rsid w:val="006974AD"/>
    <w:rsid w:val="006A0385"/>
    <w:rsid w:val="006A0EC8"/>
    <w:rsid w:val="006A13B7"/>
    <w:rsid w:val="006A1A4A"/>
    <w:rsid w:val="006A243A"/>
    <w:rsid w:val="006A2BEF"/>
    <w:rsid w:val="006A2FC5"/>
    <w:rsid w:val="006A43C7"/>
    <w:rsid w:val="006A5D28"/>
    <w:rsid w:val="006A61A8"/>
    <w:rsid w:val="006A6457"/>
    <w:rsid w:val="006A7B2D"/>
    <w:rsid w:val="006B033B"/>
    <w:rsid w:val="006B0488"/>
    <w:rsid w:val="006B0C57"/>
    <w:rsid w:val="006B2695"/>
    <w:rsid w:val="006B39F3"/>
    <w:rsid w:val="006B3DC0"/>
    <w:rsid w:val="006B4668"/>
    <w:rsid w:val="006B4AC0"/>
    <w:rsid w:val="006B4E22"/>
    <w:rsid w:val="006C037E"/>
    <w:rsid w:val="006C03ED"/>
    <w:rsid w:val="006C0B44"/>
    <w:rsid w:val="006C17CC"/>
    <w:rsid w:val="006C1B03"/>
    <w:rsid w:val="006C1BC0"/>
    <w:rsid w:val="006C1CBC"/>
    <w:rsid w:val="006C4074"/>
    <w:rsid w:val="006C4BF7"/>
    <w:rsid w:val="006C53E7"/>
    <w:rsid w:val="006C546E"/>
    <w:rsid w:val="006C5EFC"/>
    <w:rsid w:val="006C613F"/>
    <w:rsid w:val="006C79F0"/>
    <w:rsid w:val="006D0157"/>
    <w:rsid w:val="006D029E"/>
    <w:rsid w:val="006D02CD"/>
    <w:rsid w:val="006D0640"/>
    <w:rsid w:val="006D2DDB"/>
    <w:rsid w:val="006D2F19"/>
    <w:rsid w:val="006D328B"/>
    <w:rsid w:val="006D4BCF"/>
    <w:rsid w:val="006D6D02"/>
    <w:rsid w:val="006D78B2"/>
    <w:rsid w:val="006E01ED"/>
    <w:rsid w:val="006E098B"/>
    <w:rsid w:val="006E0A97"/>
    <w:rsid w:val="006E0CCE"/>
    <w:rsid w:val="006E0E30"/>
    <w:rsid w:val="006E11E5"/>
    <w:rsid w:val="006E1A74"/>
    <w:rsid w:val="006E1CCA"/>
    <w:rsid w:val="006E1EEB"/>
    <w:rsid w:val="006E2946"/>
    <w:rsid w:val="006E36A2"/>
    <w:rsid w:val="006F0BDC"/>
    <w:rsid w:val="006F200E"/>
    <w:rsid w:val="006F31FC"/>
    <w:rsid w:val="006F3254"/>
    <w:rsid w:val="006F3D6B"/>
    <w:rsid w:val="006F3F19"/>
    <w:rsid w:val="006F457C"/>
    <w:rsid w:val="006F4952"/>
    <w:rsid w:val="006F499D"/>
    <w:rsid w:val="006F5AA7"/>
    <w:rsid w:val="006F7A9A"/>
    <w:rsid w:val="00701698"/>
    <w:rsid w:val="007023AC"/>
    <w:rsid w:val="00702DF3"/>
    <w:rsid w:val="00704657"/>
    <w:rsid w:val="0070647E"/>
    <w:rsid w:val="00706633"/>
    <w:rsid w:val="00706C00"/>
    <w:rsid w:val="00706C7F"/>
    <w:rsid w:val="00711BF3"/>
    <w:rsid w:val="00711E9E"/>
    <w:rsid w:val="007124A3"/>
    <w:rsid w:val="007124E9"/>
    <w:rsid w:val="0071273A"/>
    <w:rsid w:val="00712A6E"/>
    <w:rsid w:val="00713A2D"/>
    <w:rsid w:val="00722572"/>
    <w:rsid w:val="0072463C"/>
    <w:rsid w:val="00724B6D"/>
    <w:rsid w:val="007267A8"/>
    <w:rsid w:val="00726847"/>
    <w:rsid w:val="00727A0C"/>
    <w:rsid w:val="00727C56"/>
    <w:rsid w:val="00727DB1"/>
    <w:rsid w:val="00727DEB"/>
    <w:rsid w:val="00727EC3"/>
    <w:rsid w:val="00731684"/>
    <w:rsid w:val="00732A98"/>
    <w:rsid w:val="007346DA"/>
    <w:rsid w:val="00735108"/>
    <w:rsid w:val="00735481"/>
    <w:rsid w:val="0073609C"/>
    <w:rsid w:val="0073649C"/>
    <w:rsid w:val="007374F5"/>
    <w:rsid w:val="00741517"/>
    <w:rsid w:val="00741728"/>
    <w:rsid w:val="0074191B"/>
    <w:rsid w:val="00741B87"/>
    <w:rsid w:val="007424A1"/>
    <w:rsid w:val="00743FB2"/>
    <w:rsid w:val="0074446A"/>
    <w:rsid w:val="0074585F"/>
    <w:rsid w:val="00746500"/>
    <w:rsid w:val="0074676E"/>
    <w:rsid w:val="007475D2"/>
    <w:rsid w:val="00750AFB"/>
    <w:rsid w:val="007513D7"/>
    <w:rsid w:val="00751C25"/>
    <w:rsid w:val="0075254E"/>
    <w:rsid w:val="0075321C"/>
    <w:rsid w:val="00753906"/>
    <w:rsid w:val="007541C9"/>
    <w:rsid w:val="00754E3A"/>
    <w:rsid w:val="007558DA"/>
    <w:rsid w:val="00757FC6"/>
    <w:rsid w:val="007602F5"/>
    <w:rsid w:val="00760672"/>
    <w:rsid w:val="00762724"/>
    <w:rsid w:val="007653E6"/>
    <w:rsid w:val="00765B0E"/>
    <w:rsid w:val="00765D9F"/>
    <w:rsid w:val="00766B37"/>
    <w:rsid w:val="00766F2C"/>
    <w:rsid w:val="007674CF"/>
    <w:rsid w:val="007675ED"/>
    <w:rsid w:val="00770C5C"/>
    <w:rsid w:val="00773DF5"/>
    <w:rsid w:val="007759B3"/>
    <w:rsid w:val="00775E4F"/>
    <w:rsid w:val="00781D20"/>
    <w:rsid w:val="00783400"/>
    <w:rsid w:val="007836D8"/>
    <w:rsid w:val="00784117"/>
    <w:rsid w:val="0078480A"/>
    <w:rsid w:val="00785CD7"/>
    <w:rsid w:val="00786212"/>
    <w:rsid w:val="0078745D"/>
    <w:rsid w:val="007900FF"/>
    <w:rsid w:val="0079139C"/>
    <w:rsid w:val="00791D33"/>
    <w:rsid w:val="00791E25"/>
    <w:rsid w:val="007943A4"/>
    <w:rsid w:val="00795F83"/>
    <w:rsid w:val="00797917"/>
    <w:rsid w:val="007A0079"/>
    <w:rsid w:val="007A0757"/>
    <w:rsid w:val="007A2D76"/>
    <w:rsid w:val="007A31C4"/>
    <w:rsid w:val="007A4626"/>
    <w:rsid w:val="007A6522"/>
    <w:rsid w:val="007B03FD"/>
    <w:rsid w:val="007B0D84"/>
    <w:rsid w:val="007B13EF"/>
    <w:rsid w:val="007B1472"/>
    <w:rsid w:val="007B190F"/>
    <w:rsid w:val="007B2BDB"/>
    <w:rsid w:val="007B2D7F"/>
    <w:rsid w:val="007B3F51"/>
    <w:rsid w:val="007B48A8"/>
    <w:rsid w:val="007B5B19"/>
    <w:rsid w:val="007C1103"/>
    <w:rsid w:val="007C318D"/>
    <w:rsid w:val="007C327F"/>
    <w:rsid w:val="007C5877"/>
    <w:rsid w:val="007C6BB6"/>
    <w:rsid w:val="007C7666"/>
    <w:rsid w:val="007C78DB"/>
    <w:rsid w:val="007D15DC"/>
    <w:rsid w:val="007D19FE"/>
    <w:rsid w:val="007D1F8D"/>
    <w:rsid w:val="007D2685"/>
    <w:rsid w:val="007D6458"/>
    <w:rsid w:val="007D6547"/>
    <w:rsid w:val="007D7106"/>
    <w:rsid w:val="007D7446"/>
    <w:rsid w:val="007D76C0"/>
    <w:rsid w:val="007D7F7F"/>
    <w:rsid w:val="007E1B55"/>
    <w:rsid w:val="007E2EAB"/>
    <w:rsid w:val="007E3978"/>
    <w:rsid w:val="007E4F52"/>
    <w:rsid w:val="007E5AE1"/>
    <w:rsid w:val="007E764E"/>
    <w:rsid w:val="007E7B96"/>
    <w:rsid w:val="007F1325"/>
    <w:rsid w:val="007F19C8"/>
    <w:rsid w:val="007F2769"/>
    <w:rsid w:val="007F4C6C"/>
    <w:rsid w:val="007F734B"/>
    <w:rsid w:val="00800493"/>
    <w:rsid w:val="008015CA"/>
    <w:rsid w:val="00801B2F"/>
    <w:rsid w:val="00802087"/>
    <w:rsid w:val="00805B09"/>
    <w:rsid w:val="00806134"/>
    <w:rsid w:val="00806162"/>
    <w:rsid w:val="00806703"/>
    <w:rsid w:val="0080756E"/>
    <w:rsid w:val="00807863"/>
    <w:rsid w:val="00807AA9"/>
    <w:rsid w:val="00810BB3"/>
    <w:rsid w:val="00814CDF"/>
    <w:rsid w:val="00820F5B"/>
    <w:rsid w:val="0082394F"/>
    <w:rsid w:val="00830545"/>
    <w:rsid w:val="00830A51"/>
    <w:rsid w:val="00830C0D"/>
    <w:rsid w:val="00830ED3"/>
    <w:rsid w:val="00832416"/>
    <w:rsid w:val="00832EF6"/>
    <w:rsid w:val="008340D7"/>
    <w:rsid w:val="00834DAA"/>
    <w:rsid w:val="00834E5A"/>
    <w:rsid w:val="00836B9B"/>
    <w:rsid w:val="00836FEE"/>
    <w:rsid w:val="0084051E"/>
    <w:rsid w:val="00840A8A"/>
    <w:rsid w:val="0084210E"/>
    <w:rsid w:val="008430A1"/>
    <w:rsid w:val="0084391E"/>
    <w:rsid w:val="008459E9"/>
    <w:rsid w:val="00847027"/>
    <w:rsid w:val="0085002F"/>
    <w:rsid w:val="00850B41"/>
    <w:rsid w:val="00850EDB"/>
    <w:rsid w:val="00852978"/>
    <w:rsid w:val="00853574"/>
    <w:rsid w:val="00853FD7"/>
    <w:rsid w:val="00855674"/>
    <w:rsid w:val="008568F8"/>
    <w:rsid w:val="0085699F"/>
    <w:rsid w:val="008575EB"/>
    <w:rsid w:val="00860538"/>
    <w:rsid w:val="00862E99"/>
    <w:rsid w:val="00864C19"/>
    <w:rsid w:val="008672B0"/>
    <w:rsid w:val="00871176"/>
    <w:rsid w:val="00872FA2"/>
    <w:rsid w:val="0087495B"/>
    <w:rsid w:val="00877A56"/>
    <w:rsid w:val="00880266"/>
    <w:rsid w:val="0088039F"/>
    <w:rsid w:val="00880D0E"/>
    <w:rsid w:val="0088347D"/>
    <w:rsid w:val="00885BF3"/>
    <w:rsid w:val="00887489"/>
    <w:rsid w:val="00887C4A"/>
    <w:rsid w:val="00887D41"/>
    <w:rsid w:val="00887E27"/>
    <w:rsid w:val="00892285"/>
    <w:rsid w:val="008A01C3"/>
    <w:rsid w:val="008A1D70"/>
    <w:rsid w:val="008A2D3B"/>
    <w:rsid w:val="008A2DB9"/>
    <w:rsid w:val="008A33A1"/>
    <w:rsid w:val="008A389E"/>
    <w:rsid w:val="008A3EDB"/>
    <w:rsid w:val="008A41E9"/>
    <w:rsid w:val="008A4986"/>
    <w:rsid w:val="008A4D86"/>
    <w:rsid w:val="008A52C9"/>
    <w:rsid w:val="008A5EE7"/>
    <w:rsid w:val="008A67FB"/>
    <w:rsid w:val="008B2B42"/>
    <w:rsid w:val="008B3013"/>
    <w:rsid w:val="008B4E2F"/>
    <w:rsid w:val="008B4E68"/>
    <w:rsid w:val="008B7220"/>
    <w:rsid w:val="008B72E3"/>
    <w:rsid w:val="008C0BE7"/>
    <w:rsid w:val="008C2112"/>
    <w:rsid w:val="008C3865"/>
    <w:rsid w:val="008C3CD0"/>
    <w:rsid w:val="008C5338"/>
    <w:rsid w:val="008C56A3"/>
    <w:rsid w:val="008C575A"/>
    <w:rsid w:val="008C57CA"/>
    <w:rsid w:val="008C5907"/>
    <w:rsid w:val="008C609D"/>
    <w:rsid w:val="008C64CE"/>
    <w:rsid w:val="008C6EB3"/>
    <w:rsid w:val="008C72A1"/>
    <w:rsid w:val="008D08EB"/>
    <w:rsid w:val="008D0D18"/>
    <w:rsid w:val="008D19C8"/>
    <w:rsid w:val="008D1D1D"/>
    <w:rsid w:val="008D2300"/>
    <w:rsid w:val="008D28C8"/>
    <w:rsid w:val="008D2A29"/>
    <w:rsid w:val="008D313D"/>
    <w:rsid w:val="008D338A"/>
    <w:rsid w:val="008D3E2E"/>
    <w:rsid w:val="008D74FC"/>
    <w:rsid w:val="008E00CF"/>
    <w:rsid w:val="008E08B3"/>
    <w:rsid w:val="008E240E"/>
    <w:rsid w:val="008E2BC5"/>
    <w:rsid w:val="008E2BCE"/>
    <w:rsid w:val="008E413E"/>
    <w:rsid w:val="008F0290"/>
    <w:rsid w:val="008F0D00"/>
    <w:rsid w:val="008F1A32"/>
    <w:rsid w:val="008F6B09"/>
    <w:rsid w:val="008F7548"/>
    <w:rsid w:val="00901651"/>
    <w:rsid w:val="00901B41"/>
    <w:rsid w:val="00901D4B"/>
    <w:rsid w:val="00903A99"/>
    <w:rsid w:val="00903CAE"/>
    <w:rsid w:val="009045CC"/>
    <w:rsid w:val="00905F7A"/>
    <w:rsid w:val="00907F29"/>
    <w:rsid w:val="0091263C"/>
    <w:rsid w:val="00912D91"/>
    <w:rsid w:val="00912E88"/>
    <w:rsid w:val="00912F3C"/>
    <w:rsid w:val="009131DA"/>
    <w:rsid w:val="00913229"/>
    <w:rsid w:val="00913EC8"/>
    <w:rsid w:val="0091462F"/>
    <w:rsid w:val="009147A8"/>
    <w:rsid w:val="00916C10"/>
    <w:rsid w:val="00917086"/>
    <w:rsid w:val="00922F48"/>
    <w:rsid w:val="00923A9E"/>
    <w:rsid w:val="00924DFD"/>
    <w:rsid w:val="00925230"/>
    <w:rsid w:val="00925463"/>
    <w:rsid w:val="009277AE"/>
    <w:rsid w:val="00930032"/>
    <w:rsid w:val="009338B9"/>
    <w:rsid w:val="0093420C"/>
    <w:rsid w:val="009354A4"/>
    <w:rsid w:val="0093572E"/>
    <w:rsid w:val="0093705C"/>
    <w:rsid w:val="0094071C"/>
    <w:rsid w:val="00941028"/>
    <w:rsid w:val="009451C2"/>
    <w:rsid w:val="00947FF0"/>
    <w:rsid w:val="00951F75"/>
    <w:rsid w:val="0095303A"/>
    <w:rsid w:val="00953844"/>
    <w:rsid w:val="00955ABC"/>
    <w:rsid w:val="00955CBA"/>
    <w:rsid w:val="0095609B"/>
    <w:rsid w:val="009560FA"/>
    <w:rsid w:val="00961FCC"/>
    <w:rsid w:val="00963CA9"/>
    <w:rsid w:val="0096513F"/>
    <w:rsid w:val="009653AD"/>
    <w:rsid w:val="00965B8E"/>
    <w:rsid w:val="00966075"/>
    <w:rsid w:val="00966D93"/>
    <w:rsid w:val="00971F16"/>
    <w:rsid w:val="009723C0"/>
    <w:rsid w:val="00973079"/>
    <w:rsid w:val="009761DE"/>
    <w:rsid w:val="009766A3"/>
    <w:rsid w:val="009770E2"/>
    <w:rsid w:val="00980069"/>
    <w:rsid w:val="009801FB"/>
    <w:rsid w:val="009805C1"/>
    <w:rsid w:val="009805C8"/>
    <w:rsid w:val="00982CF2"/>
    <w:rsid w:val="0098350E"/>
    <w:rsid w:val="00983836"/>
    <w:rsid w:val="009842CC"/>
    <w:rsid w:val="00986EEF"/>
    <w:rsid w:val="00986F61"/>
    <w:rsid w:val="0098759C"/>
    <w:rsid w:val="009877B2"/>
    <w:rsid w:val="00990649"/>
    <w:rsid w:val="0099139D"/>
    <w:rsid w:val="00992D30"/>
    <w:rsid w:val="009945AA"/>
    <w:rsid w:val="00995436"/>
    <w:rsid w:val="00995706"/>
    <w:rsid w:val="009974EB"/>
    <w:rsid w:val="009A071E"/>
    <w:rsid w:val="009A1173"/>
    <w:rsid w:val="009A1A9C"/>
    <w:rsid w:val="009A2078"/>
    <w:rsid w:val="009A325D"/>
    <w:rsid w:val="009A3BE6"/>
    <w:rsid w:val="009A42E3"/>
    <w:rsid w:val="009A5030"/>
    <w:rsid w:val="009A5619"/>
    <w:rsid w:val="009A67A4"/>
    <w:rsid w:val="009A7E67"/>
    <w:rsid w:val="009B20F7"/>
    <w:rsid w:val="009B23AB"/>
    <w:rsid w:val="009B2585"/>
    <w:rsid w:val="009B2754"/>
    <w:rsid w:val="009B27AF"/>
    <w:rsid w:val="009B59D3"/>
    <w:rsid w:val="009B7BD3"/>
    <w:rsid w:val="009B7C73"/>
    <w:rsid w:val="009C18D9"/>
    <w:rsid w:val="009C2282"/>
    <w:rsid w:val="009C2CE4"/>
    <w:rsid w:val="009C3816"/>
    <w:rsid w:val="009C3C70"/>
    <w:rsid w:val="009C431C"/>
    <w:rsid w:val="009C46D7"/>
    <w:rsid w:val="009C5753"/>
    <w:rsid w:val="009C5F0F"/>
    <w:rsid w:val="009C6770"/>
    <w:rsid w:val="009C6D00"/>
    <w:rsid w:val="009D3042"/>
    <w:rsid w:val="009D387A"/>
    <w:rsid w:val="009D38ED"/>
    <w:rsid w:val="009D56DB"/>
    <w:rsid w:val="009D73EC"/>
    <w:rsid w:val="009D741C"/>
    <w:rsid w:val="009E00E8"/>
    <w:rsid w:val="009E0188"/>
    <w:rsid w:val="009E074C"/>
    <w:rsid w:val="009E0A3E"/>
    <w:rsid w:val="009E1EBB"/>
    <w:rsid w:val="009E27E4"/>
    <w:rsid w:val="009E34E5"/>
    <w:rsid w:val="009E380E"/>
    <w:rsid w:val="009E48F4"/>
    <w:rsid w:val="009E4CFE"/>
    <w:rsid w:val="009E65CA"/>
    <w:rsid w:val="009E7128"/>
    <w:rsid w:val="009F14EC"/>
    <w:rsid w:val="009F4349"/>
    <w:rsid w:val="009F6D1A"/>
    <w:rsid w:val="00A005B6"/>
    <w:rsid w:val="00A03E47"/>
    <w:rsid w:val="00A07B0A"/>
    <w:rsid w:val="00A10146"/>
    <w:rsid w:val="00A1267C"/>
    <w:rsid w:val="00A12E48"/>
    <w:rsid w:val="00A13256"/>
    <w:rsid w:val="00A160F5"/>
    <w:rsid w:val="00A1734C"/>
    <w:rsid w:val="00A17D63"/>
    <w:rsid w:val="00A2006D"/>
    <w:rsid w:val="00A21CC9"/>
    <w:rsid w:val="00A21E52"/>
    <w:rsid w:val="00A231AA"/>
    <w:rsid w:val="00A23B37"/>
    <w:rsid w:val="00A26B55"/>
    <w:rsid w:val="00A302A6"/>
    <w:rsid w:val="00A30CAD"/>
    <w:rsid w:val="00A31854"/>
    <w:rsid w:val="00A331C9"/>
    <w:rsid w:val="00A33F8F"/>
    <w:rsid w:val="00A34792"/>
    <w:rsid w:val="00A35049"/>
    <w:rsid w:val="00A355DD"/>
    <w:rsid w:val="00A36A14"/>
    <w:rsid w:val="00A371D4"/>
    <w:rsid w:val="00A37F23"/>
    <w:rsid w:val="00A37FE8"/>
    <w:rsid w:val="00A42211"/>
    <w:rsid w:val="00A4485F"/>
    <w:rsid w:val="00A44B6B"/>
    <w:rsid w:val="00A44CEE"/>
    <w:rsid w:val="00A45574"/>
    <w:rsid w:val="00A500AF"/>
    <w:rsid w:val="00A507CA"/>
    <w:rsid w:val="00A50D95"/>
    <w:rsid w:val="00A50DE4"/>
    <w:rsid w:val="00A515C4"/>
    <w:rsid w:val="00A5182C"/>
    <w:rsid w:val="00A53084"/>
    <w:rsid w:val="00A54FD6"/>
    <w:rsid w:val="00A55133"/>
    <w:rsid w:val="00A55AD2"/>
    <w:rsid w:val="00A562A8"/>
    <w:rsid w:val="00A57100"/>
    <w:rsid w:val="00A57DD4"/>
    <w:rsid w:val="00A57FF7"/>
    <w:rsid w:val="00A60AD3"/>
    <w:rsid w:val="00A61081"/>
    <w:rsid w:val="00A62086"/>
    <w:rsid w:val="00A6213C"/>
    <w:rsid w:val="00A62995"/>
    <w:rsid w:val="00A63D24"/>
    <w:rsid w:val="00A66041"/>
    <w:rsid w:val="00A66175"/>
    <w:rsid w:val="00A67234"/>
    <w:rsid w:val="00A67345"/>
    <w:rsid w:val="00A709CA"/>
    <w:rsid w:val="00A7206F"/>
    <w:rsid w:val="00A72F57"/>
    <w:rsid w:val="00A74EC3"/>
    <w:rsid w:val="00A77262"/>
    <w:rsid w:val="00A81305"/>
    <w:rsid w:val="00A85D13"/>
    <w:rsid w:val="00A8777A"/>
    <w:rsid w:val="00A900D2"/>
    <w:rsid w:val="00A90275"/>
    <w:rsid w:val="00A97A84"/>
    <w:rsid w:val="00AA1932"/>
    <w:rsid w:val="00AA1944"/>
    <w:rsid w:val="00AA25BE"/>
    <w:rsid w:val="00AA35AA"/>
    <w:rsid w:val="00AA36AE"/>
    <w:rsid w:val="00AA3C8E"/>
    <w:rsid w:val="00AA49F8"/>
    <w:rsid w:val="00AA4CD2"/>
    <w:rsid w:val="00AA4E94"/>
    <w:rsid w:val="00AA5B37"/>
    <w:rsid w:val="00AA6685"/>
    <w:rsid w:val="00AA6774"/>
    <w:rsid w:val="00AA7A3A"/>
    <w:rsid w:val="00AA7CAC"/>
    <w:rsid w:val="00AB0340"/>
    <w:rsid w:val="00AB1A04"/>
    <w:rsid w:val="00AB1E45"/>
    <w:rsid w:val="00AB2AD1"/>
    <w:rsid w:val="00AB343C"/>
    <w:rsid w:val="00AB39A7"/>
    <w:rsid w:val="00AB3CA5"/>
    <w:rsid w:val="00AB69AD"/>
    <w:rsid w:val="00AB7F28"/>
    <w:rsid w:val="00AB7F9B"/>
    <w:rsid w:val="00AC0282"/>
    <w:rsid w:val="00AC0C01"/>
    <w:rsid w:val="00AC250F"/>
    <w:rsid w:val="00AC2E98"/>
    <w:rsid w:val="00AC4EFB"/>
    <w:rsid w:val="00AC7E1E"/>
    <w:rsid w:val="00AC7F82"/>
    <w:rsid w:val="00AD0E02"/>
    <w:rsid w:val="00AD2FA8"/>
    <w:rsid w:val="00AD3838"/>
    <w:rsid w:val="00AD6C8E"/>
    <w:rsid w:val="00AD70C7"/>
    <w:rsid w:val="00AD7F76"/>
    <w:rsid w:val="00AE021E"/>
    <w:rsid w:val="00AE10B5"/>
    <w:rsid w:val="00AE256A"/>
    <w:rsid w:val="00AE2BC9"/>
    <w:rsid w:val="00AE3714"/>
    <w:rsid w:val="00AE4045"/>
    <w:rsid w:val="00AE732E"/>
    <w:rsid w:val="00AE753F"/>
    <w:rsid w:val="00AE7DCD"/>
    <w:rsid w:val="00AF1CDC"/>
    <w:rsid w:val="00AF3F1E"/>
    <w:rsid w:val="00AF4099"/>
    <w:rsid w:val="00AF4DB5"/>
    <w:rsid w:val="00AF5907"/>
    <w:rsid w:val="00AF5A29"/>
    <w:rsid w:val="00AF703F"/>
    <w:rsid w:val="00AF7333"/>
    <w:rsid w:val="00B00800"/>
    <w:rsid w:val="00B011C2"/>
    <w:rsid w:val="00B035B3"/>
    <w:rsid w:val="00B03A79"/>
    <w:rsid w:val="00B03C78"/>
    <w:rsid w:val="00B0495E"/>
    <w:rsid w:val="00B04DAA"/>
    <w:rsid w:val="00B0503D"/>
    <w:rsid w:val="00B062A1"/>
    <w:rsid w:val="00B06432"/>
    <w:rsid w:val="00B06D3F"/>
    <w:rsid w:val="00B06E6D"/>
    <w:rsid w:val="00B06F69"/>
    <w:rsid w:val="00B07B9C"/>
    <w:rsid w:val="00B07CC8"/>
    <w:rsid w:val="00B10153"/>
    <w:rsid w:val="00B11773"/>
    <w:rsid w:val="00B121FC"/>
    <w:rsid w:val="00B1234D"/>
    <w:rsid w:val="00B138C3"/>
    <w:rsid w:val="00B14C3E"/>
    <w:rsid w:val="00B14DCB"/>
    <w:rsid w:val="00B158A9"/>
    <w:rsid w:val="00B15B09"/>
    <w:rsid w:val="00B160D1"/>
    <w:rsid w:val="00B172BD"/>
    <w:rsid w:val="00B201DE"/>
    <w:rsid w:val="00B2207E"/>
    <w:rsid w:val="00B222E5"/>
    <w:rsid w:val="00B22389"/>
    <w:rsid w:val="00B2600E"/>
    <w:rsid w:val="00B26287"/>
    <w:rsid w:val="00B2707A"/>
    <w:rsid w:val="00B31F29"/>
    <w:rsid w:val="00B32E6C"/>
    <w:rsid w:val="00B33A4E"/>
    <w:rsid w:val="00B37E5B"/>
    <w:rsid w:val="00B41512"/>
    <w:rsid w:val="00B4545B"/>
    <w:rsid w:val="00B45B20"/>
    <w:rsid w:val="00B469A4"/>
    <w:rsid w:val="00B50D22"/>
    <w:rsid w:val="00B513FC"/>
    <w:rsid w:val="00B51E94"/>
    <w:rsid w:val="00B5209A"/>
    <w:rsid w:val="00B52DE0"/>
    <w:rsid w:val="00B54C04"/>
    <w:rsid w:val="00B553A6"/>
    <w:rsid w:val="00B56310"/>
    <w:rsid w:val="00B566EF"/>
    <w:rsid w:val="00B5679B"/>
    <w:rsid w:val="00B5683C"/>
    <w:rsid w:val="00B57FEF"/>
    <w:rsid w:val="00B62DA1"/>
    <w:rsid w:val="00B66038"/>
    <w:rsid w:val="00B67B90"/>
    <w:rsid w:val="00B70372"/>
    <w:rsid w:val="00B72B4D"/>
    <w:rsid w:val="00B73A8C"/>
    <w:rsid w:val="00B754E4"/>
    <w:rsid w:val="00B755F1"/>
    <w:rsid w:val="00B801AA"/>
    <w:rsid w:val="00B82000"/>
    <w:rsid w:val="00B825BA"/>
    <w:rsid w:val="00B83015"/>
    <w:rsid w:val="00B83CA1"/>
    <w:rsid w:val="00B8474F"/>
    <w:rsid w:val="00B84CEE"/>
    <w:rsid w:val="00B874A4"/>
    <w:rsid w:val="00B87BE7"/>
    <w:rsid w:val="00B9032F"/>
    <w:rsid w:val="00B93366"/>
    <w:rsid w:val="00B93435"/>
    <w:rsid w:val="00B9348E"/>
    <w:rsid w:val="00B93B64"/>
    <w:rsid w:val="00B960FF"/>
    <w:rsid w:val="00BA35A0"/>
    <w:rsid w:val="00BA430A"/>
    <w:rsid w:val="00BA6195"/>
    <w:rsid w:val="00BA6C36"/>
    <w:rsid w:val="00BA6D8B"/>
    <w:rsid w:val="00BB064E"/>
    <w:rsid w:val="00BB1562"/>
    <w:rsid w:val="00BB260B"/>
    <w:rsid w:val="00BB467D"/>
    <w:rsid w:val="00BB499D"/>
    <w:rsid w:val="00BB562C"/>
    <w:rsid w:val="00BB58CC"/>
    <w:rsid w:val="00BC04C2"/>
    <w:rsid w:val="00BC107C"/>
    <w:rsid w:val="00BC25D7"/>
    <w:rsid w:val="00BC49F2"/>
    <w:rsid w:val="00BC4C54"/>
    <w:rsid w:val="00BC61D3"/>
    <w:rsid w:val="00BC717A"/>
    <w:rsid w:val="00BD2766"/>
    <w:rsid w:val="00BD42EC"/>
    <w:rsid w:val="00BD4DF5"/>
    <w:rsid w:val="00BD6912"/>
    <w:rsid w:val="00BD6D97"/>
    <w:rsid w:val="00BE0094"/>
    <w:rsid w:val="00BE17C9"/>
    <w:rsid w:val="00BE1974"/>
    <w:rsid w:val="00BE1A90"/>
    <w:rsid w:val="00BE1F14"/>
    <w:rsid w:val="00BE2A6F"/>
    <w:rsid w:val="00BE41D4"/>
    <w:rsid w:val="00BE41FA"/>
    <w:rsid w:val="00BE50D6"/>
    <w:rsid w:val="00BE6DD1"/>
    <w:rsid w:val="00BF0E35"/>
    <w:rsid w:val="00BF0E84"/>
    <w:rsid w:val="00BF1875"/>
    <w:rsid w:val="00BF29AA"/>
    <w:rsid w:val="00BF5A01"/>
    <w:rsid w:val="00BF5E4C"/>
    <w:rsid w:val="00BF60F6"/>
    <w:rsid w:val="00BF7317"/>
    <w:rsid w:val="00BF764E"/>
    <w:rsid w:val="00C009FE"/>
    <w:rsid w:val="00C026F8"/>
    <w:rsid w:val="00C03B46"/>
    <w:rsid w:val="00C04BC3"/>
    <w:rsid w:val="00C051C5"/>
    <w:rsid w:val="00C05B58"/>
    <w:rsid w:val="00C06827"/>
    <w:rsid w:val="00C10790"/>
    <w:rsid w:val="00C1081C"/>
    <w:rsid w:val="00C14945"/>
    <w:rsid w:val="00C171D4"/>
    <w:rsid w:val="00C1730D"/>
    <w:rsid w:val="00C2236D"/>
    <w:rsid w:val="00C22715"/>
    <w:rsid w:val="00C22AB2"/>
    <w:rsid w:val="00C22B38"/>
    <w:rsid w:val="00C2312A"/>
    <w:rsid w:val="00C25FE2"/>
    <w:rsid w:val="00C27258"/>
    <w:rsid w:val="00C27DD7"/>
    <w:rsid w:val="00C32DDC"/>
    <w:rsid w:val="00C343DD"/>
    <w:rsid w:val="00C350D0"/>
    <w:rsid w:val="00C409C8"/>
    <w:rsid w:val="00C41B57"/>
    <w:rsid w:val="00C4284D"/>
    <w:rsid w:val="00C4318F"/>
    <w:rsid w:val="00C43ABB"/>
    <w:rsid w:val="00C4466A"/>
    <w:rsid w:val="00C44B70"/>
    <w:rsid w:val="00C45BFC"/>
    <w:rsid w:val="00C46923"/>
    <w:rsid w:val="00C470B3"/>
    <w:rsid w:val="00C47A65"/>
    <w:rsid w:val="00C50535"/>
    <w:rsid w:val="00C50C77"/>
    <w:rsid w:val="00C54929"/>
    <w:rsid w:val="00C5723F"/>
    <w:rsid w:val="00C611DD"/>
    <w:rsid w:val="00C62311"/>
    <w:rsid w:val="00C64890"/>
    <w:rsid w:val="00C64B5E"/>
    <w:rsid w:val="00C652A2"/>
    <w:rsid w:val="00C65D93"/>
    <w:rsid w:val="00C66346"/>
    <w:rsid w:val="00C67256"/>
    <w:rsid w:val="00C71373"/>
    <w:rsid w:val="00C72ADD"/>
    <w:rsid w:val="00C739F2"/>
    <w:rsid w:val="00C74849"/>
    <w:rsid w:val="00C765E2"/>
    <w:rsid w:val="00C81813"/>
    <w:rsid w:val="00C81855"/>
    <w:rsid w:val="00C81DEA"/>
    <w:rsid w:val="00C82D63"/>
    <w:rsid w:val="00C83635"/>
    <w:rsid w:val="00C862D6"/>
    <w:rsid w:val="00C86338"/>
    <w:rsid w:val="00C86A7F"/>
    <w:rsid w:val="00C948C4"/>
    <w:rsid w:val="00C95406"/>
    <w:rsid w:val="00C9578A"/>
    <w:rsid w:val="00C95A2F"/>
    <w:rsid w:val="00C95F2E"/>
    <w:rsid w:val="00C97B91"/>
    <w:rsid w:val="00C97BD0"/>
    <w:rsid w:val="00C97E4B"/>
    <w:rsid w:val="00CA0A51"/>
    <w:rsid w:val="00CA10AE"/>
    <w:rsid w:val="00CA2E63"/>
    <w:rsid w:val="00CA3CE6"/>
    <w:rsid w:val="00CA45E7"/>
    <w:rsid w:val="00CA6FE3"/>
    <w:rsid w:val="00CA72CA"/>
    <w:rsid w:val="00CA79D3"/>
    <w:rsid w:val="00CB013F"/>
    <w:rsid w:val="00CB03C1"/>
    <w:rsid w:val="00CB0BAF"/>
    <w:rsid w:val="00CB1111"/>
    <w:rsid w:val="00CB1DF6"/>
    <w:rsid w:val="00CB216E"/>
    <w:rsid w:val="00CB24BB"/>
    <w:rsid w:val="00CC2048"/>
    <w:rsid w:val="00CC2853"/>
    <w:rsid w:val="00CC2A6E"/>
    <w:rsid w:val="00CC33B8"/>
    <w:rsid w:val="00CC4B1A"/>
    <w:rsid w:val="00CC622D"/>
    <w:rsid w:val="00CD05AA"/>
    <w:rsid w:val="00CD0D1B"/>
    <w:rsid w:val="00CD1094"/>
    <w:rsid w:val="00CD29F8"/>
    <w:rsid w:val="00CD2FC1"/>
    <w:rsid w:val="00CD3605"/>
    <w:rsid w:val="00CD4BE7"/>
    <w:rsid w:val="00CD532B"/>
    <w:rsid w:val="00CD5571"/>
    <w:rsid w:val="00CD63D0"/>
    <w:rsid w:val="00CD66CC"/>
    <w:rsid w:val="00CD7A36"/>
    <w:rsid w:val="00CE2CFF"/>
    <w:rsid w:val="00CE3257"/>
    <w:rsid w:val="00CE414F"/>
    <w:rsid w:val="00CE4AE7"/>
    <w:rsid w:val="00CE546D"/>
    <w:rsid w:val="00CE5B52"/>
    <w:rsid w:val="00CF018C"/>
    <w:rsid w:val="00CF1EE5"/>
    <w:rsid w:val="00CF2AF3"/>
    <w:rsid w:val="00CF2CCC"/>
    <w:rsid w:val="00CF36A6"/>
    <w:rsid w:val="00CF53A9"/>
    <w:rsid w:val="00CF7D14"/>
    <w:rsid w:val="00D00236"/>
    <w:rsid w:val="00D005EA"/>
    <w:rsid w:val="00D01071"/>
    <w:rsid w:val="00D0342B"/>
    <w:rsid w:val="00D04FB0"/>
    <w:rsid w:val="00D05AF4"/>
    <w:rsid w:val="00D06AAB"/>
    <w:rsid w:val="00D06C39"/>
    <w:rsid w:val="00D07402"/>
    <w:rsid w:val="00D0769A"/>
    <w:rsid w:val="00D13CD4"/>
    <w:rsid w:val="00D141DF"/>
    <w:rsid w:val="00D143CC"/>
    <w:rsid w:val="00D15179"/>
    <w:rsid w:val="00D17AB0"/>
    <w:rsid w:val="00D201A4"/>
    <w:rsid w:val="00D204BB"/>
    <w:rsid w:val="00D20CAF"/>
    <w:rsid w:val="00D2338D"/>
    <w:rsid w:val="00D25E85"/>
    <w:rsid w:val="00D260C8"/>
    <w:rsid w:val="00D27E40"/>
    <w:rsid w:val="00D31220"/>
    <w:rsid w:val="00D31A67"/>
    <w:rsid w:val="00D31BFE"/>
    <w:rsid w:val="00D31CA3"/>
    <w:rsid w:val="00D3215A"/>
    <w:rsid w:val="00D32D00"/>
    <w:rsid w:val="00D379D7"/>
    <w:rsid w:val="00D41A92"/>
    <w:rsid w:val="00D426BE"/>
    <w:rsid w:val="00D42CD9"/>
    <w:rsid w:val="00D43BF3"/>
    <w:rsid w:val="00D45483"/>
    <w:rsid w:val="00D46767"/>
    <w:rsid w:val="00D500A3"/>
    <w:rsid w:val="00D500EA"/>
    <w:rsid w:val="00D52497"/>
    <w:rsid w:val="00D53136"/>
    <w:rsid w:val="00D55744"/>
    <w:rsid w:val="00D57667"/>
    <w:rsid w:val="00D5771E"/>
    <w:rsid w:val="00D600B5"/>
    <w:rsid w:val="00D600DD"/>
    <w:rsid w:val="00D60633"/>
    <w:rsid w:val="00D6091F"/>
    <w:rsid w:val="00D618F7"/>
    <w:rsid w:val="00D62E22"/>
    <w:rsid w:val="00D62EA6"/>
    <w:rsid w:val="00D632E5"/>
    <w:rsid w:val="00D64E80"/>
    <w:rsid w:val="00D654C6"/>
    <w:rsid w:val="00D662B9"/>
    <w:rsid w:val="00D67353"/>
    <w:rsid w:val="00D67D6B"/>
    <w:rsid w:val="00D700FD"/>
    <w:rsid w:val="00D737DE"/>
    <w:rsid w:val="00D73E5D"/>
    <w:rsid w:val="00D742A5"/>
    <w:rsid w:val="00D7489F"/>
    <w:rsid w:val="00D75A04"/>
    <w:rsid w:val="00D77A94"/>
    <w:rsid w:val="00D8066D"/>
    <w:rsid w:val="00D81C32"/>
    <w:rsid w:val="00D82121"/>
    <w:rsid w:val="00D821F7"/>
    <w:rsid w:val="00D82A64"/>
    <w:rsid w:val="00D84002"/>
    <w:rsid w:val="00D841C2"/>
    <w:rsid w:val="00D85020"/>
    <w:rsid w:val="00D854CB"/>
    <w:rsid w:val="00D857A4"/>
    <w:rsid w:val="00D87348"/>
    <w:rsid w:val="00D87F6E"/>
    <w:rsid w:val="00D90969"/>
    <w:rsid w:val="00D9182B"/>
    <w:rsid w:val="00D937ED"/>
    <w:rsid w:val="00D9457A"/>
    <w:rsid w:val="00D9522E"/>
    <w:rsid w:val="00D9532E"/>
    <w:rsid w:val="00D95AE7"/>
    <w:rsid w:val="00D95D67"/>
    <w:rsid w:val="00D97212"/>
    <w:rsid w:val="00DA0CE2"/>
    <w:rsid w:val="00DA20C9"/>
    <w:rsid w:val="00DA41FE"/>
    <w:rsid w:val="00DA42BD"/>
    <w:rsid w:val="00DA61E0"/>
    <w:rsid w:val="00DA649C"/>
    <w:rsid w:val="00DA766C"/>
    <w:rsid w:val="00DB0F6C"/>
    <w:rsid w:val="00DB3000"/>
    <w:rsid w:val="00DB389C"/>
    <w:rsid w:val="00DB6DCF"/>
    <w:rsid w:val="00DB6F31"/>
    <w:rsid w:val="00DB7792"/>
    <w:rsid w:val="00DC1801"/>
    <w:rsid w:val="00DC2C70"/>
    <w:rsid w:val="00DC53A3"/>
    <w:rsid w:val="00DC5E67"/>
    <w:rsid w:val="00DC6DA8"/>
    <w:rsid w:val="00DD2AAC"/>
    <w:rsid w:val="00DD533A"/>
    <w:rsid w:val="00DD5516"/>
    <w:rsid w:val="00DD60DB"/>
    <w:rsid w:val="00DD626E"/>
    <w:rsid w:val="00DD6C9F"/>
    <w:rsid w:val="00DE01E4"/>
    <w:rsid w:val="00DE3DB5"/>
    <w:rsid w:val="00DE418D"/>
    <w:rsid w:val="00DE43E1"/>
    <w:rsid w:val="00DE46E8"/>
    <w:rsid w:val="00DE484C"/>
    <w:rsid w:val="00DE492E"/>
    <w:rsid w:val="00DE77D8"/>
    <w:rsid w:val="00DF0784"/>
    <w:rsid w:val="00DF1954"/>
    <w:rsid w:val="00DF234F"/>
    <w:rsid w:val="00DF396C"/>
    <w:rsid w:val="00DF489E"/>
    <w:rsid w:val="00DF5ABE"/>
    <w:rsid w:val="00DF7ADC"/>
    <w:rsid w:val="00DF7D74"/>
    <w:rsid w:val="00DF7F26"/>
    <w:rsid w:val="00E00249"/>
    <w:rsid w:val="00E00342"/>
    <w:rsid w:val="00E009DD"/>
    <w:rsid w:val="00E00E42"/>
    <w:rsid w:val="00E0270B"/>
    <w:rsid w:val="00E0273E"/>
    <w:rsid w:val="00E03DDA"/>
    <w:rsid w:val="00E04B41"/>
    <w:rsid w:val="00E051DD"/>
    <w:rsid w:val="00E05333"/>
    <w:rsid w:val="00E06E50"/>
    <w:rsid w:val="00E07622"/>
    <w:rsid w:val="00E108B7"/>
    <w:rsid w:val="00E109DF"/>
    <w:rsid w:val="00E114F7"/>
    <w:rsid w:val="00E176B8"/>
    <w:rsid w:val="00E20661"/>
    <w:rsid w:val="00E21298"/>
    <w:rsid w:val="00E22D27"/>
    <w:rsid w:val="00E25619"/>
    <w:rsid w:val="00E261A8"/>
    <w:rsid w:val="00E27E3E"/>
    <w:rsid w:val="00E320D0"/>
    <w:rsid w:val="00E32E1A"/>
    <w:rsid w:val="00E33FCB"/>
    <w:rsid w:val="00E35C49"/>
    <w:rsid w:val="00E37AD1"/>
    <w:rsid w:val="00E37FF0"/>
    <w:rsid w:val="00E40CF8"/>
    <w:rsid w:val="00E42DD5"/>
    <w:rsid w:val="00E4415B"/>
    <w:rsid w:val="00E46F77"/>
    <w:rsid w:val="00E4735B"/>
    <w:rsid w:val="00E47890"/>
    <w:rsid w:val="00E50268"/>
    <w:rsid w:val="00E5063A"/>
    <w:rsid w:val="00E50797"/>
    <w:rsid w:val="00E50E76"/>
    <w:rsid w:val="00E537D7"/>
    <w:rsid w:val="00E5487B"/>
    <w:rsid w:val="00E54AE6"/>
    <w:rsid w:val="00E55F5D"/>
    <w:rsid w:val="00E560A4"/>
    <w:rsid w:val="00E6020E"/>
    <w:rsid w:val="00E60FC8"/>
    <w:rsid w:val="00E6195B"/>
    <w:rsid w:val="00E635B8"/>
    <w:rsid w:val="00E63BCE"/>
    <w:rsid w:val="00E63CF1"/>
    <w:rsid w:val="00E67BE4"/>
    <w:rsid w:val="00E70D55"/>
    <w:rsid w:val="00E71467"/>
    <w:rsid w:val="00E72865"/>
    <w:rsid w:val="00E746EB"/>
    <w:rsid w:val="00E74E54"/>
    <w:rsid w:val="00E810D6"/>
    <w:rsid w:val="00E81C0E"/>
    <w:rsid w:val="00E82C35"/>
    <w:rsid w:val="00E857EA"/>
    <w:rsid w:val="00E85AFB"/>
    <w:rsid w:val="00E8624C"/>
    <w:rsid w:val="00E90AFF"/>
    <w:rsid w:val="00E918DD"/>
    <w:rsid w:val="00E91B9E"/>
    <w:rsid w:val="00E92886"/>
    <w:rsid w:val="00E92EC5"/>
    <w:rsid w:val="00E938C1"/>
    <w:rsid w:val="00E93950"/>
    <w:rsid w:val="00E94787"/>
    <w:rsid w:val="00E959DE"/>
    <w:rsid w:val="00E95BBD"/>
    <w:rsid w:val="00E96A0E"/>
    <w:rsid w:val="00E96C29"/>
    <w:rsid w:val="00E97088"/>
    <w:rsid w:val="00EA116D"/>
    <w:rsid w:val="00EA2666"/>
    <w:rsid w:val="00EA2956"/>
    <w:rsid w:val="00EA40AD"/>
    <w:rsid w:val="00EA4A2E"/>
    <w:rsid w:val="00EA6488"/>
    <w:rsid w:val="00EA7FA0"/>
    <w:rsid w:val="00EB0D3C"/>
    <w:rsid w:val="00EB0D95"/>
    <w:rsid w:val="00EB10BA"/>
    <w:rsid w:val="00EB1AD7"/>
    <w:rsid w:val="00EB3E9E"/>
    <w:rsid w:val="00EB4089"/>
    <w:rsid w:val="00EB5018"/>
    <w:rsid w:val="00EB59E5"/>
    <w:rsid w:val="00EB608E"/>
    <w:rsid w:val="00EB6A15"/>
    <w:rsid w:val="00EB6FA5"/>
    <w:rsid w:val="00EB7229"/>
    <w:rsid w:val="00EC0D7C"/>
    <w:rsid w:val="00EC15B4"/>
    <w:rsid w:val="00EC1C68"/>
    <w:rsid w:val="00EC2161"/>
    <w:rsid w:val="00EC4B3D"/>
    <w:rsid w:val="00EC6976"/>
    <w:rsid w:val="00EC779A"/>
    <w:rsid w:val="00ED0744"/>
    <w:rsid w:val="00ED2091"/>
    <w:rsid w:val="00ED2B19"/>
    <w:rsid w:val="00ED30DB"/>
    <w:rsid w:val="00ED53AD"/>
    <w:rsid w:val="00ED5CD4"/>
    <w:rsid w:val="00ED69F5"/>
    <w:rsid w:val="00ED76D6"/>
    <w:rsid w:val="00ED7DF2"/>
    <w:rsid w:val="00EE349E"/>
    <w:rsid w:val="00EE5644"/>
    <w:rsid w:val="00EF0859"/>
    <w:rsid w:val="00EF0EB6"/>
    <w:rsid w:val="00EF1161"/>
    <w:rsid w:val="00EF14DC"/>
    <w:rsid w:val="00EF252F"/>
    <w:rsid w:val="00EF3A6E"/>
    <w:rsid w:val="00EF6596"/>
    <w:rsid w:val="00EF6699"/>
    <w:rsid w:val="00EF6858"/>
    <w:rsid w:val="00EF6981"/>
    <w:rsid w:val="00EF700E"/>
    <w:rsid w:val="00EF78C1"/>
    <w:rsid w:val="00F0022D"/>
    <w:rsid w:val="00F008FF"/>
    <w:rsid w:val="00F01828"/>
    <w:rsid w:val="00F02775"/>
    <w:rsid w:val="00F027C5"/>
    <w:rsid w:val="00F03725"/>
    <w:rsid w:val="00F0479C"/>
    <w:rsid w:val="00F047C8"/>
    <w:rsid w:val="00F05FD0"/>
    <w:rsid w:val="00F06079"/>
    <w:rsid w:val="00F06DC7"/>
    <w:rsid w:val="00F1012C"/>
    <w:rsid w:val="00F103DE"/>
    <w:rsid w:val="00F104E7"/>
    <w:rsid w:val="00F10754"/>
    <w:rsid w:val="00F108BF"/>
    <w:rsid w:val="00F1214D"/>
    <w:rsid w:val="00F13369"/>
    <w:rsid w:val="00F13C8A"/>
    <w:rsid w:val="00F1401F"/>
    <w:rsid w:val="00F1474A"/>
    <w:rsid w:val="00F17EA9"/>
    <w:rsid w:val="00F20B4B"/>
    <w:rsid w:val="00F20C41"/>
    <w:rsid w:val="00F21151"/>
    <w:rsid w:val="00F21489"/>
    <w:rsid w:val="00F220C3"/>
    <w:rsid w:val="00F22B76"/>
    <w:rsid w:val="00F22FDC"/>
    <w:rsid w:val="00F248F7"/>
    <w:rsid w:val="00F24C69"/>
    <w:rsid w:val="00F255E8"/>
    <w:rsid w:val="00F2575C"/>
    <w:rsid w:val="00F27FE6"/>
    <w:rsid w:val="00F30EC8"/>
    <w:rsid w:val="00F3157C"/>
    <w:rsid w:val="00F31624"/>
    <w:rsid w:val="00F3483F"/>
    <w:rsid w:val="00F34B79"/>
    <w:rsid w:val="00F36235"/>
    <w:rsid w:val="00F36CFC"/>
    <w:rsid w:val="00F373B7"/>
    <w:rsid w:val="00F3757F"/>
    <w:rsid w:val="00F37966"/>
    <w:rsid w:val="00F40174"/>
    <w:rsid w:val="00F4024F"/>
    <w:rsid w:val="00F408DB"/>
    <w:rsid w:val="00F40EE8"/>
    <w:rsid w:val="00F41C8C"/>
    <w:rsid w:val="00F4249B"/>
    <w:rsid w:val="00F42541"/>
    <w:rsid w:val="00F42778"/>
    <w:rsid w:val="00F4294F"/>
    <w:rsid w:val="00F44A55"/>
    <w:rsid w:val="00F44EAC"/>
    <w:rsid w:val="00F44F3C"/>
    <w:rsid w:val="00F456C5"/>
    <w:rsid w:val="00F45D38"/>
    <w:rsid w:val="00F47B71"/>
    <w:rsid w:val="00F51366"/>
    <w:rsid w:val="00F513A5"/>
    <w:rsid w:val="00F52591"/>
    <w:rsid w:val="00F53460"/>
    <w:rsid w:val="00F53B07"/>
    <w:rsid w:val="00F53F8F"/>
    <w:rsid w:val="00F54A72"/>
    <w:rsid w:val="00F5568A"/>
    <w:rsid w:val="00F56623"/>
    <w:rsid w:val="00F56F30"/>
    <w:rsid w:val="00F57E3D"/>
    <w:rsid w:val="00F57ED1"/>
    <w:rsid w:val="00F64526"/>
    <w:rsid w:val="00F65137"/>
    <w:rsid w:val="00F6574E"/>
    <w:rsid w:val="00F65977"/>
    <w:rsid w:val="00F674ED"/>
    <w:rsid w:val="00F7011A"/>
    <w:rsid w:val="00F7099F"/>
    <w:rsid w:val="00F70B78"/>
    <w:rsid w:val="00F70C5C"/>
    <w:rsid w:val="00F71F43"/>
    <w:rsid w:val="00F74572"/>
    <w:rsid w:val="00F74777"/>
    <w:rsid w:val="00F748A4"/>
    <w:rsid w:val="00F758D8"/>
    <w:rsid w:val="00F804F5"/>
    <w:rsid w:val="00F80501"/>
    <w:rsid w:val="00F8051E"/>
    <w:rsid w:val="00F81D37"/>
    <w:rsid w:val="00F854C8"/>
    <w:rsid w:val="00F85CED"/>
    <w:rsid w:val="00F9154B"/>
    <w:rsid w:val="00F91F2D"/>
    <w:rsid w:val="00F93D16"/>
    <w:rsid w:val="00F977F1"/>
    <w:rsid w:val="00FA1AB0"/>
    <w:rsid w:val="00FA3C6C"/>
    <w:rsid w:val="00FA6C02"/>
    <w:rsid w:val="00FA7166"/>
    <w:rsid w:val="00FB00A5"/>
    <w:rsid w:val="00FB0F50"/>
    <w:rsid w:val="00FB0F60"/>
    <w:rsid w:val="00FB1936"/>
    <w:rsid w:val="00FB4005"/>
    <w:rsid w:val="00FB54AB"/>
    <w:rsid w:val="00FC0D51"/>
    <w:rsid w:val="00FC1463"/>
    <w:rsid w:val="00FC15B5"/>
    <w:rsid w:val="00FC4B50"/>
    <w:rsid w:val="00FC6E4C"/>
    <w:rsid w:val="00FC7C3E"/>
    <w:rsid w:val="00FC7CEC"/>
    <w:rsid w:val="00FD0726"/>
    <w:rsid w:val="00FD1205"/>
    <w:rsid w:val="00FD1D2E"/>
    <w:rsid w:val="00FD4729"/>
    <w:rsid w:val="00FD5AD1"/>
    <w:rsid w:val="00FD632F"/>
    <w:rsid w:val="00FD6869"/>
    <w:rsid w:val="00FE070B"/>
    <w:rsid w:val="00FE0793"/>
    <w:rsid w:val="00FE09AD"/>
    <w:rsid w:val="00FE148E"/>
    <w:rsid w:val="00FE1C75"/>
    <w:rsid w:val="00FE43EE"/>
    <w:rsid w:val="00FE7F2A"/>
    <w:rsid w:val="00FF0C32"/>
    <w:rsid w:val="00FF163A"/>
    <w:rsid w:val="00FF2278"/>
    <w:rsid w:val="00FF46B1"/>
    <w:rsid w:val="00FF4DC2"/>
    <w:rsid w:val="00FF649A"/>
    <w:rsid w:val="00FF7730"/>
    <w:rsid w:val="025AD0A4"/>
    <w:rsid w:val="026AA729"/>
    <w:rsid w:val="03ED45E1"/>
    <w:rsid w:val="05180EB4"/>
    <w:rsid w:val="06BA01C1"/>
    <w:rsid w:val="091427E7"/>
    <w:rsid w:val="1010B528"/>
    <w:rsid w:val="12533087"/>
    <w:rsid w:val="19116023"/>
    <w:rsid w:val="1B3921F5"/>
    <w:rsid w:val="1B9D2186"/>
    <w:rsid w:val="1D130FF8"/>
    <w:rsid w:val="1D1C7F05"/>
    <w:rsid w:val="1D923D53"/>
    <w:rsid w:val="206F655B"/>
    <w:rsid w:val="22B3CC70"/>
    <w:rsid w:val="25687779"/>
    <w:rsid w:val="28419B7E"/>
    <w:rsid w:val="288F9405"/>
    <w:rsid w:val="2AA6F7A5"/>
    <w:rsid w:val="2C95C355"/>
    <w:rsid w:val="2CFF6773"/>
    <w:rsid w:val="2E1636BA"/>
    <w:rsid w:val="2E8AEEB9"/>
    <w:rsid w:val="32941955"/>
    <w:rsid w:val="3380CE75"/>
    <w:rsid w:val="3940D9FF"/>
    <w:rsid w:val="3C3E46AE"/>
    <w:rsid w:val="3C63FC24"/>
    <w:rsid w:val="3D17789B"/>
    <w:rsid w:val="40B96AF1"/>
    <w:rsid w:val="45467ED3"/>
    <w:rsid w:val="46C52435"/>
    <w:rsid w:val="48638E77"/>
    <w:rsid w:val="4A664B2E"/>
    <w:rsid w:val="4A8A6517"/>
    <w:rsid w:val="4AC321F2"/>
    <w:rsid w:val="4B08C51E"/>
    <w:rsid w:val="4BA0E5F7"/>
    <w:rsid w:val="4DB78CE5"/>
    <w:rsid w:val="4FB8A8AA"/>
    <w:rsid w:val="5076BAC3"/>
    <w:rsid w:val="50F51685"/>
    <w:rsid w:val="511C22E5"/>
    <w:rsid w:val="52111D63"/>
    <w:rsid w:val="55EE9A0E"/>
    <w:rsid w:val="5664EDAF"/>
    <w:rsid w:val="593F84AF"/>
    <w:rsid w:val="5A110DEF"/>
    <w:rsid w:val="5AA3BBC7"/>
    <w:rsid w:val="5BF9CD4A"/>
    <w:rsid w:val="5C544A3E"/>
    <w:rsid w:val="5F190478"/>
    <w:rsid w:val="63848583"/>
    <w:rsid w:val="63B0CE09"/>
    <w:rsid w:val="66EE5F07"/>
    <w:rsid w:val="6ACEA3D8"/>
    <w:rsid w:val="6D3473F0"/>
    <w:rsid w:val="71BFD6F2"/>
    <w:rsid w:val="72E217BE"/>
    <w:rsid w:val="72F29BDF"/>
    <w:rsid w:val="75A60AC5"/>
    <w:rsid w:val="76962E53"/>
    <w:rsid w:val="7C30951F"/>
    <w:rsid w:val="7CD11D6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4B814"/>
  <w15:docId w15:val="{8A3F1523-AC55-42A2-8452-86E020B8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71F0"/>
    <w:rPr>
      <w:sz w:val="24"/>
      <w:szCs w:val="24"/>
    </w:rPr>
  </w:style>
  <w:style w:type="paragraph" w:styleId="Ttulo1">
    <w:name w:val="heading 1"/>
    <w:basedOn w:val="Normal"/>
    <w:next w:val="Normal"/>
    <w:qFormat/>
    <w:rsid w:val="00DB3000"/>
    <w:pPr>
      <w:keepNext/>
      <w:jc w:val="center"/>
      <w:outlineLvl w:val="0"/>
    </w:pPr>
    <w:rPr>
      <w:b/>
      <w:bCs/>
    </w:rPr>
  </w:style>
  <w:style w:type="paragraph" w:styleId="Ttulo2">
    <w:name w:val="heading 2"/>
    <w:basedOn w:val="Normal"/>
    <w:next w:val="Normal"/>
    <w:qFormat/>
    <w:rsid w:val="00DB3000"/>
    <w:pPr>
      <w:keepNext/>
      <w:ind w:left="-180"/>
      <w:jc w:val="center"/>
      <w:outlineLvl w:val="1"/>
    </w:pPr>
    <w:rPr>
      <w:rFonts w:ascii="Arial" w:hAnsi="Arial" w:cs="Arial"/>
      <w:b/>
      <w:bCs/>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DB3000"/>
    <w:pPr>
      <w:ind w:left="-180"/>
      <w:jc w:val="both"/>
    </w:pPr>
    <w:rPr>
      <w:sz w:val="18"/>
    </w:rPr>
  </w:style>
  <w:style w:type="paragraph" w:styleId="Textodeglobo">
    <w:name w:val="Balloon Text"/>
    <w:basedOn w:val="Normal"/>
    <w:semiHidden/>
    <w:rsid w:val="00DB3000"/>
    <w:rPr>
      <w:rFonts w:ascii="Tahoma" w:hAnsi="Tahoma" w:cs="Tahoma"/>
      <w:sz w:val="16"/>
      <w:szCs w:val="16"/>
    </w:rPr>
  </w:style>
  <w:style w:type="table" w:styleId="Tablaconcuadrcula">
    <w:name w:val="Table Grid"/>
    <w:basedOn w:val="Tablanormal"/>
    <w:uiPriority w:val="39"/>
    <w:rsid w:val="005F3B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rsid w:val="00C409C8"/>
    <w:pPr>
      <w:tabs>
        <w:tab w:val="center" w:pos="4252"/>
        <w:tab w:val="right" w:pos="8504"/>
      </w:tabs>
    </w:pPr>
  </w:style>
  <w:style w:type="character" w:customStyle="1" w:styleId="EncabezadoCar">
    <w:name w:val="Encabezado Car"/>
    <w:basedOn w:val="Fuentedeprrafopredeter"/>
    <w:link w:val="Encabezado"/>
    <w:uiPriority w:val="99"/>
    <w:rsid w:val="00C409C8"/>
    <w:rPr>
      <w:sz w:val="24"/>
      <w:szCs w:val="24"/>
    </w:rPr>
  </w:style>
  <w:style w:type="paragraph" w:styleId="Piedepgina">
    <w:name w:val="footer"/>
    <w:basedOn w:val="Normal"/>
    <w:link w:val="PiedepginaCar"/>
    <w:uiPriority w:val="99"/>
    <w:rsid w:val="00C409C8"/>
    <w:pPr>
      <w:tabs>
        <w:tab w:val="center" w:pos="4252"/>
        <w:tab w:val="right" w:pos="8504"/>
      </w:tabs>
    </w:pPr>
  </w:style>
  <w:style w:type="character" w:customStyle="1" w:styleId="PiedepginaCar">
    <w:name w:val="Pie de página Car"/>
    <w:basedOn w:val="Fuentedeprrafopredeter"/>
    <w:link w:val="Piedepgina"/>
    <w:uiPriority w:val="99"/>
    <w:rsid w:val="00C409C8"/>
    <w:rPr>
      <w:sz w:val="24"/>
      <w:szCs w:val="24"/>
    </w:rPr>
  </w:style>
  <w:style w:type="paragraph" w:styleId="Prrafodelista">
    <w:name w:val="List Paragraph"/>
    <w:aliases w:val="AB List 1,Bullet Points,CNBV Parrafo1,Bullet List,FooterText,numbered,Paragraphe de liste1,List Paragraph1,Bulletr List Paragraph,Párrafo de lista1,List Paragraph-Thesis,Dot pt,List Paragraph Char Char Char,Indicator Text,Listas"/>
    <w:basedOn w:val="Normal"/>
    <w:link w:val="PrrafodelistaCar"/>
    <w:uiPriority w:val="1"/>
    <w:qFormat/>
    <w:rsid w:val="00F51366"/>
    <w:pPr>
      <w:ind w:left="720"/>
      <w:contextualSpacing/>
    </w:pPr>
  </w:style>
  <w:style w:type="table" w:customStyle="1" w:styleId="Tabladecuadrcula2-nfasis11">
    <w:name w:val="Tabla de cuadrícula 2 - Énfasis 11"/>
    <w:basedOn w:val="Tablanormal"/>
    <w:uiPriority w:val="47"/>
    <w:rsid w:val="007675ED"/>
    <w:tblPr>
      <w:tblStyleRowBandSize w:val="1"/>
      <w:tblStyleColBandSize w:val="1"/>
      <w:tblBorders>
        <w:top w:val="single" w:sz="2" w:space="0" w:color="C5C9BD" w:themeColor="accent1" w:themeTint="99"/>
        <w:bottom w:val="single" w:sz="2" w:space="0" w:color="C5C9BD" w:themeColor="accent1" w:themeTint="99"/>
        <w:insideH w:val="single" w:sz="2" w:space="0" w:color="C5C9BD" w:themeColor="accent1" w:themeTint="99"/>
        <w:insideV w:val="single" w:sz="2" w:space="0" w:color="C5C9BD" w:themeColor="accent1" w:themeTint="99"/>
      </w:tblBorders>
    </w:tblPr>
    <w:tblStylePr w:type="firstRow">
      <w:rPr>
        <w:b/>
        <w:bCs/>
      </w:rPr>
      <w:tblPr/>
      <w:tcPr>
        <w:tcBorders>
          <w:top w:val="nil"/>
          <w:bottom w:val="single" w:sz="12" w:space="0" w:color="C5C9BD" w:themeColor="accent1" w:themeTint="99"/>
          <w:insideH w:val="nil"/>
          <w:insideV w:val="nil"/>
        </w:tcBorders>
        <w:shd w:val="clear" w:color="auto" w:fill="FFFFFF" w:themeFill="background1"/>
      </w:tcPr>
    </w:tblStylePr>
    <w:tblStylePr w:type="lastRow">
      <w:rPr>
        <w:b/>
        <w:bCs/>
      </w:rPr>
      <w:tblPr/>
      <w:tcPr>
        <w:tcBorders>
          <w:top w:val="double" w:sz="2" w:space="0" w:color="C5C9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E9" w:themeFill="accent1" w:themeFillTint="33"/>
      </w:tcPr>
    </w:tblStylePr>
    <w:tblStylePr w:type="band1Horz">
      <w:tblPr/>
      <w:tcPr>
        <w:shd w:val="clear" w:color="auto" w:fill="EBEDE9" w:themeFill="accent1" w:themeFillTint="33"/>
      </w:tcPr>
    </w:tblStylePr>
  </w:style>
  <w:style w:type="table" w:customStyle="1" w:styleId="Tabladecuadrcula1clara-nfasis11">
    <w:name w:val="Tabla de cuadrícula 1 clara - Énfasis 11"/>
    <w:basedOn w:val="Tablanormal"/>
    <w:uiPriority w:val="46"/>
    <w:rsid w:val="00A331C9"/>
    <w:tblPr>
      <w:tblStyleRowBandSize w:val="1"/>
      <w:tblStyleColBandSize w:val="1"/>
      <w:tblBorders>
        <w:top w:val="single" w:sz="4" w:space="0" w:color="D8DBD3" w:themeColor="accent1" w:themeTint="66"/>
        <w:left w:val="single" w:sz="4" w:space="0" w:color="D8DBD3" w:themeColor="accent1" w:themeTint="66"/>
        <w:bottom w:val="single" w:sz="4" w:space="0" w:color="D8DBD3" w:themeColor="accent1" w:themeTint="66"/>
        <w:right w:val="single" w:sz="4" w:space="0" w:color="D8DBD3" w:themeColor="accent1" w:themeTint="66"/>
        <w:insideH w:val="single" w:sz="4" w:space="0" w:color="D8DBD3" w:themeColor="accent1" w:themeTint="66"/>
        <w:insideV w:val="single" w:sz="4" w:space="0" w:color="D8DBD3" w:themeColor="accent1" w:themeTint="66"/>
      </w:tblBorders>
    </w:tblPr>
    <w:tblStylePr w:type="firstRow">
      <w:rPr>
        <w:b/>
        <w:bCs/>
      </w:rPr>
      <w:tblPr/>
      <w:tcPr>
        <w:tcBorders>
          <w:bottom w:val="single" w:sz="12" w:space="0" w:color="C5C9BD" w:themeColor="accent1" w:themeTint="99"/>
        </w:tcBorders>
      </w:tcPr>
    </w:tblStylePr>
    <w:tblStylePr w:type="lastRow">
      <w:rPr>
        <w:b/>
        <w:bCs/>
      </w:rPr>
      <w:tblPr/>
      <w:tcPr>
        <w:tcBorders>
          <w:top w:val="double" w:sz="2" w:space="0" w:color="C5C9BD" w:themeColor="accent1" w:themeTint="99"/>
        </w:tcBorders>
      </w:tcPr>
    </w:tblStylePr>
    <w:tblStylePr w:type="firstCol">
      <w:rPr>
        <w:b/>
        <w:bCs/>
      </w:rPr>
    </w:tblStylePr>
    <w:tblStylePr w:type="lastCol">
      <w:rPr>
        <w:b/>
        <w:bCs/>
      </w:rPr>
    </w:tblStylePr>
  </w:style>
  <w:style w:type="table" w:customStyle="1" w:styleId="Tabladecuadrcula3-nfasis11">
    <w:name w:val="Tabla de cuadrícula 3 - Énfasis 11"/>
    <w:basedOn w:val="Tablanormal"/>
    <w:uiPriority w:val="48"/>
    <w:rsid w:val="00A331C9"/>
    <w:tblPr>
      <w:tblStyleRowBandSize w:val="1"/>
      <w:tblStyleColBandSize w:val="1"/>
      <w:tblBorders>
        <w:top w:val="single" w:sz="4" w:space="0" w:color="C5C9BD" w:themeColor="accent1" w:themeTint="99"/>
        <w:left w:val="single" w:sz="4" w:space="0" w:color="C5C9BD" w:themeColor="accent1" w:themeTint="99"/>
        <w:bottom w:val="single" w:sz="4" w:space="0" w:color="C5C9BD" w:themeColor="accent1" w:themeTint="99"/>
        <w:right w:val="single" w:sz="4" w:space="0" w:color="C5C9BD" w:themeColor="accent1" w:themeTint="99"/>
        <w:insideH w:val="single" w:sz="4" w:space="0" w:color="C5C9BD" w:themeColor="accent1" w:themeTint="99"/>
        <w:insideV w:val="single" w:sz="4" w:space="0" w:color="C5C9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E9" w:themeFill="accent1" w:themeFillTint="33"/>
      </w:tcPr>
    </w:tblStylePr>
    <w:tblStylePr w:type="band1Horz">
      <w:tblPr/>
      <w:tcPr>
        <w:shd w:val="clear" w:color="auto" w:fill="EBEDE9" w:themeFill="accent1" w:themeFillTint="33"/>
      </w:tcPr>
    </w:tblStylePr>
    <w:tblStylePr w:type="neCell">
      <w:tblPr/>
      <w:tcPr>
        <w:tcBorders>
          <w:bottom w:val="single" w:sz="4" w:space="0" w:color="C5C9BD" w:themeColor="accent1" w:themeTint="99"/>
        </w:tcBorders>
      </w:tcPr>
    </w:tblStylePr>
    <w:tblStylePr w:type="nwCell">
      <w:tblPr/>
      <w:tcPr>
        <w:tcBorders>
          <w:bottom w:val="single" w:sz="4" w:space="0" w:color="C5C9BD" w:themeColor="accent1" w:themeTint="99"/>
        </w:tcBorders>
      </w:tcPr>
    </w:tblStylePr>
    <w:tblStylePr w:type="seCell">
      <w:tblPr/>
      <w:tcPr>
        <w:tcBorders>
          <w:top w:val="single" w:sz="4" w:space="0" w:color="C5C9BD" w:themeColor="accent1" w:themeTint="99"/>
        </w:tcBorders>
      </w:tcPr>
    </w:tblStylePr>
    <w:tblStylePr w:type="swCell">
      <w:tblPr/>
      <w:tcPr>
        <w:tcBorders>
          <w:top w:val="single" w:sz="4" w:space="0" w:color="C5C9BD" w:themeColor="accent1" w:themeTint="99"/>
        </w:tcBorders>
      </w:tcPr>
    </w:tblStylePr>
  </w:style>
  <w:style w:type="table" w:customStyle="1" w:styleId="Tabladecuadrcula1clara1">
    <w:name w:val="Tabla de cuadrícula 1 clara1"/>
    <w:basedOn w:val="Tablanormal"/>
    <w:uiPriority w:val="46"/>
    <w:rsid w:val="004911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fasis">
    <w:name w:val="Emphasis"/>
    <w:basedOn w:val="Fuentedeprrafopredeter"/>
    <w:qFormat/>
    <w:rsid w:val="00493688"/>
    <w:rPr>
      <w:i/>
      <w:iCs/>
    </w:rPr>
  </w:style>
  <w:style w:type="character" w:styleId="Refdecomentario">
    <w:name w:val="annotation reference"/>
    <w:basedOn w:val="Fuentedeprrafopredeter"/>
    <w:uiPriority w:val="99"/>
    <w:semiHidden/>
    <w:unhideWhenUsed/>
    <w:rsid w:val="00614CB4"/>
    <w:rPr>
      <w:sz w:val="16"/>
      <w:szCs w:val="16"/>
    </w:rPr>
  </w:style>
  <w:style w:type="paragraph" w:styleId="Textocomentario">
    <w:name w:val="annotation text"/>
    <w:basedOn w:val="Normal"/>
    <w:link w:val="TextocomentarioCar"/>
    <w:unhideWhenUsed/>
    <w:rsid w:val="00614CB4"/>
    <w:rPr>
      <w:sz w:val="20"/>
      <w:szCs w:val="20"/>
    </w:rPr>
  </w:style>
  <w:style w:type="character" w:customStyle="1" w:styleId="TextocomentarioCar">
    <w:name w:val="Texto comentario Car"/>
    <w:basedOn w:val="Fuentedeprrafopredeter"/>
    <w:link w:val="Textocomentario"/>
    <w:rsid w:val="00614CB4"/>
  </w:style>
  <w:style w:type="paragraph" w:styleId="Asuntodelcomentario">
    <w:name w:val="annotation subject"/>
    <w:basedOn w:val="Textocomentario"/>
    <w:next w:val="Textocomentario"/>
    <w:link w:val="AsuntodelcomentarioCar"/>
    <w:semiHidden/>
    <w:unhideWhenUsed/>
    <w:rsid w:val="00614CB4"/>
    <w:rPr>
      <w:b/>
      <w:bCs/>
    </w:rPr>
  </w:style>
  <w:style w:type="character" w:customStyle="1" w:styleId="AsuntodelcomentarioCar">
    <w:name w:val="Asunto del comentario Car"/>
    <w:basedOn w:val="TextocomentarioCar"/>
    <w:link w:val="Asuntodelcomentario"/>
    <w:semiHidden/>
    <w:rsid w:val="00614CB4"/>
    <w:rPr>
      <w:b/>
      <w:bCs/>
    </w:rPr>
  </w:style>
  <w:style w:type="paragraph" w:styleId="Revisin">
    <w:name w:val="Revision"/>
    <w:hidden/>
    <w:uiPriority w:val="99"/>
    <w:semiHidden/>
    <w:rsid w:val="005706D0"/>
    <w:rPr>
      <w:sz w:val="24"/>
      <w:szCs w:val="24"/>
    </w:rPr>
  </w:style>
  <w:style w:type="paragraph" w:styleId="NormalWeb">
    <w:name w:val="Normal (Web)"/>
    <w:basedOn w:val="Normal"/>
    <w:uiPriority w:val="99"/>
    <w:semiHidden/>
    <w:unhideWhenUsed/>
    <w:rsid w:val="003664EA"/>
    <w:pPr>
      <w:spacing w:before="100" w:beforeAutospacing="1" w:after="100" w:afterAutospacing="1"/>
    </w:pPr>
    <w:rPr>
      <w:rFonts w:eastAsiaTheme="minorEastAsia"/>
      <w:lang w:val="es-MX" w:eastAsia="es-ES_tradnl"/>
    </w:rPr>
  </w:style>
  <w:style w:type="character" w:styleId="Hipervnculo">
    <w:name w:val="Hyperlink"/>
    <w:basedOn w:val="Fuentedeprrafopredeter"/>
    <w:uiPriority w:val="99"/>
    <w:unhideWhenUsed/>
    <w:rsid w:val="00593584"/>
    <w:rPr>
      <w:color w:val="5F5F5F" w:themeColor="hyperlink"/>
      <w:u w:val="single"/>
    </w:rPr>
  </w:style>
  <w:style w:type="character" w:styleId="Hipervnculovisitado">
    <w:name w:val="FollowedHyperlink"/>
    <w:basedOn w:val="Fuentedeprrafopredeter"/>
    <w:semiHidden/>
    <w:unhideWhenUsed/>
    <w:rsid w:val="003C0BEE"/>
    <w:rPr>
      <w:color w:val="919191" w:themeColor="followedHyperlink"/>
      <w:u w:val="single"/>
    </w:rPr>
  </w:style>
  <w:style w:type="character" w:customStyle="1" w:styleId="Mencinsinresolver1">
    <w:name w:val="Mención sin resolver1"/>
    <w:basedOn w:val="Fuentedeprrafopredeter"/>
    <w:uiPriority w:val="99"/>
    <w:semiHidden/>
    <w:unhideWhenUsed/>
    <w:rsid w:val="005E5213"/>
    <w:rPr>
      <w:color w:val="605E5C"/>
      <w:shd w:val="clear" w:color="auto" w:fill="E1DFDD"/>
    </w:rPr>
  </w:style>
  <w:style w:type="character" w:customStyle="1" w:styleId="Mencinsinresolver2">
    <w:name w:val="Mención sin resolver2"/>
    <w:basedOn w:val="Fuentedeprrafopredeter"/>
    <w:uiPriority w:val="99"/>
    <w:semiHidden/>
    <w:unhideWhenUsed/>
    <w:rsid w:val="006C53E7"/>
    <w:rPr>
      <w:color w:val="605E5C"/>
      <w:shd w:val="clear" w:color="auto" w:fill="E1DFDD"/>
    </w:rPr>
  </w:style>
  <w:style w:type="character" w:customStyle="1" w:styleId="ui-provider">
    <w:name w:val="ui-provider"/>
    <w:basedOn w:val="Fuentedeprrafopredeter"/>
    <w:rsid w:val="0043735E"/>
  </w:style>
  <w:style w:type="character" w:customStyle="1" w:styleId="PrrafodelistaCar">
    <w:name w:val="Párrafo de lista Car"/>
    <w:aliases w:val="AB List 1 Car,Bullet Points Car,CNBV Parrafo1 Car,Bullet List Car,FooterText Car,numbered Car,Paragraphe de liste1 Car,List Paragraph1 Car,Bulletr List Paragraph Car,Párrafo de lista1 Car,List Paragraph-Thesis Car,Dot pt Car"/>
    <w:link w:val="Prrafodelista"/>
    <w:uiPriority w:val="1"/>
    <w:qFormat/>
    <w:locked/>
    <w:rsid w:val="009805C1"/>
    <w:rPr>
      <w:sz w:val="24"/>
      <w:szCs w:val="24"/>
    </w:rPr>
  </w:style>
  <w:style w:type="paragraph" w:customStyle="1" w:styleId="Pa11">
    <w:name w:val="Pa11"/>
    <w:basedOn w:val="Normal"/>
    <w:next w:val="Normal"/>
    <w:uiPriority w:val="99"/>
    <w:rsid w:val="000037EB"/>
    <w:pPr>
      <w:autoSpaceDE w:val="0"/>
      <w:autoSpaceDN w:val="0"/>
      <w:adjustRightInd w:val="0"/>
      <w:spacing w:line="231" w:lineRule="atLeast"/>
    </w:pPr>
    <w:rPr>
      <w:rFonts w:ascii="Calibri" w:eastAsiaTheme="minorHAnsi" w:hAnsi="Calibri" w:cs="Calibri"/>
      <w:lang w:val="es-MX"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665487">
      <w:bodyDiv w:val="1"/>
      <w:marLeft w:val="0"/>
      <w:marRight w:val="0"/>
      <w:marTop w:val="0"/>
      <w:marBottom w:val="0"/>
      <w:divBdr>
        <w:top w:val="none" w:sz="0" w:space="0" w:color="auto"/>
        <w:left w:val="none" w:sz="0" w:space="0" w:color="auto"/>
        <w:bottom w:val="none" w:sz="0" w:space="0" w:color="auto"/>
        <w:right w:val="none" w:sz="0" w:space="0" w:color="auto"/>
      </w:divBdr>
    </w:div>
    <w:div w:id="377096720">
      <w:bodyDiv w:val="1"/>
      <w:marLeft w:val="0"/>
      <w:marRight w:val="0"/>
      <w:marTop w:val="0"/>
      <w:marBottom w:val="0"/>
      <w:divBdr>
        <w:top w:val="none" w:sz="0" w:space="0" w:color="auto"/>
        <w:left w:val="none" w:sz="0" w:space="0" w:color="auto"/>
        <w:bottom w:val="none" w:sz="0" w:space="0" w:color="auto"/>
        <w:right w:val="none" w:sz="0" w:space="0" w:color="auto"/>
      </w:divBdr>
    </w:div>
    <w:div w:id="407919296">
      <w:bodyDiv w:val="1"/>
      <w:marLeft w:val="0"/>
      <w:marRight w:val="0"/>
      <w:marTop w:val="0"/>
      <w:marBottom w:val="0"/>
      <w:divBdr>
        <w:top w:val="none" w:sz="0" w:space="0" w:color="auto"/>
        <w:left w:val="none" w:sz="0" w:space="0" w:color="auto"/>
        <w:bottom w:val="none" w:sz="0" w:space="0" w:color="auto"/>
        <w:right w:val="none" w:sz="0" w:space="0" w:color="auto"/>
      </w:divBdr>
    </w:div>
    <w:div w:id="905456227">
      <w:bodyDiv w:val="1"/>
      <w:marLeft w:val="0"/>
      <w:marRight w:val="0"/>
      <w:marTop w:val="0"/>
      <w:marBottom w:val="0"/>
      <w:divBdr>
        <w:top w:val="none" w:sz="0" w:space="0" w:color="auto"/>
        <w:left w:val="none" w:sz="0" w:space="0" w:color="auto"/>
        <w:bottom w:val="none" w:sz="0" w:space="0" w:color="auto"/>
        <w:right w:val="none" w:sz="0" w:space="0" w:color="auto"/>
      </w:divBdr>
    </w:div>
    <w:div w:id="1840580988">
      <w:bodyDiv w:val="1"/>
      <w:marLeft w:val="0"/>
      <w:marRight w:val="0"/>
      <w:marTop w:val="0"/>
      <w:marBottom w:val="0"/>
      <w:divBdr>
        <w:top w:val="none" w:sz="0" w:space="0" w:color="auto"/>
        <w:left w:val="none" w:sz="0" w:space="0" w:color="auto"/>
        <w:bottom w:val="none" w:sz="0" w:space="0" w:color="auto"/>
        <w:right w:val="none" w:sz="0" w:space="0" w:color="auto"/>
      </w:divBdr>
    </w:div>
    <w:div w:id="1854343105">
      <w:bodyDiv w:val="1"/>
      <w:marLeft w:val="0"/>
      <w:marRight w:val="0"/>
      <w:marTop w:val="0"/>
      <w:marBottom w:val="0"/>
      <w:divBdr>
        <w:top w:val="none" w:sz="0" w:space="0" w:color="auto"/>
        <w:left w:val="none" w:sz="0" w:space="0" w:color="auto"/>
        <w:bottom w:val="none" w:sz="0" w:space="0" w:color="auto"/>
        <w:right w:val="none" w:sz="0" w:space="0" w:color="auto"/>
      </w:divBdr>
    </w:div>
    <w:div w:id="2060131639">
      <w:bodyDiv w:val="1"/>
      <w:marLeft w:val="0"/>
      <w:marRight w:val="0"/>
      <w:marTop w:val="0"/>
      <w:marBottom w:val="0"/>
      <w:divBdr>
        <w:top w:val="none" w:sz="0" w:space="0" w:color="auto"/>
        <w:left w:val="none" w:sz="0" w:space="0" w:color="auto"/>
        <w:bottom w:val="none" w:sz="0" w:space="0" w:color="auto"/>
        <w:right w:val="none" w:sz="0" w:space="0" w:color="auto"/>
      </w:divBdr>
      <w:divsChild>
        <w:div w:id="12673006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2011\Comisi&#243;n\16%20de%20junio\MANUAL%20DE%20CONT_SEyCAE\MANUAL_CONT_SEyCAE_ANEXO_01_SOLICITUD%20CSR%207611.dotx" TargetMode="External"/></Relationships>
</file>

<file path=word/theme/theme1.xml><?xml version="1.0" encoding="utf-8"?>
<a:theme xmlns:a="http://schemas.openxmlformats.org/drawingml/2006/main" name="Tema de Office">
  <a:themeElements>
    <a:clrScheme name="Personalizado 5">
      <a:dk1>
        <a:sysClr val="windowText" lastClr="000000"/>
      </a:dk1>
      <a:lt1>
        <a:sysClr val="window" lastClr="FFFFFF"/>
      </a:lt1>
      <a:dk2>
        <a:srgbClr val="000000"/>
      </a:dk2>
      <a:lt2>
        <a:srgbClr val="F8F8F8"/>
      </a:lt2>
      <a:accent1>
        <a:srgbClr val="9FA692"/>
      </a:accent1>
      <a:accent2>
        <a:srgbClr val="9FA692"/>
      </a:accent2>
      <a:accent3>
        <a:srgbClr val="9FA692"/>
      </a:accent3>
      <a:accent4>
        <a:srgbClr val="9FA692"/>
      </a:accent4>
      <a:accent5>
        <a:srgbClr val="9FA692"/>
      </a:accent5>
      <a:accent6>
        <a:srgbClr val="9FA692"/>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f1618d-99a5-4675-b3ad-f64d35c56766">
      <Terms xmlns="http://schemas.microsoft.com/office/infopath/2007/PartnerControls"/>
    </lcf76f155ced4ddcb4097134ff3c332f>
    <TaxCatchAll xmlns="0548674a-8c8e-461f-9789-3afdb685f212" xsi:nil="true"/>
    <SharedWithUsers xmlns="0548674a-8c8e-461f-9789-3afdb685f21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963A0052790D7749A9B194C9F81E6723" ma:contentTypeVersion="17" ma:contentTypeDescription="Crear nuevo documento." ma:contentTypeScope="" ma:versionID="88c03d06366c2616dab08bc016c74090">
  <xsd:schema xmlns:xsd="http://www.w3.org/2001/XMLSchema" xmlns:xs="http://www.w3.org/2001/XMLSchema" xmlns:p="http://schemas.microsoft.com/office/2006/metadata/properties" xmlns:ns2="91f1618d-99a5-4675-b3ad-f64d35c56766" xmlns:ns3="0548674a-8c8e-461f-9789-3afdb685f212" targetNamespace="http://schemas.microsoft.com/office/2006/metadata/properties" ma:root="true" ma:fieldsID="efd857fb7fbc0bd18b0dedf47067d85b" ns2:_="" ns3:_="">
    <xsd:import namespace="91f1618d-99a5-4675-b3ad-f64d35c56766"/>
    <xsd:import namespace="0548674a-8c8e-461f-9789-3afdb685f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1618d-99a5-4675-b3ad-f64d35c56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48674a-8c8e-461f-9789-3afdb685f212"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2e463c2b-d65f-4673-a5f0-26db3eb3a53f}" ma:internalName="TaxCatchAll" ma:showField="CatchAllData" ma:web="0548674a-8c8e-461f-9789-3afdb685f2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77ED5-2686-48E4-9538-5A4165E57BC7}">
  <ds:schemaRefs>
    <ds:schemaRef ds:uri="http://schemas.microsoft.com/office/2006/metadata/properties"/>
    <ds:schemaRef ds:uri="http://schemas.microsoft.com/office/infopath/2007/PartnerControls"/>
    <ds:schemaRef ds:uri="91f1618d-99a5-4675-b3ad-f64d35c56766"/>
    <ds:schemaRef ds:uri="0548674a-8c8e-461f-9789-3afdb685f212"/>
  </ds:schemaRefs>
</ds:datastoreItem>
</file>

<file path=customXml/itemProps2.xml><?xml version="1.0" encoding="utf-8"?>
<ds:datastoreItem xmlns:ds="http://schemas.openxmlformats.org/officeDocument/2006/customXml" ds:itemID="{77C0853D-494B-4714-A962-B691B5B02558}">
  <ds:schemaRefs>
    <ds:schemaRef ds:uri="http://schemas.microsoft.com/sharepoint/v3/contenttype/forms"/>
  </ds:schemaRefs>
</ds:datastoreItem>
</file>

<file path=customXml/itemProps3.xml><?xml version="1.0" encoding="utf-8"?>
<ds:datastoreItem xmlns:ds="http://schemas.openxmlformats.org/officeDocument/2006/customXml" ds:itemID="{A690F20B-8A92-4DBC-9986-71F09306230E}">
  <ds:schemaRefs>
    <ds:schemaRef ds:uri="http://schemas.openxmlformats.org/officeDocument/2006/bibliography"/>
  </ds:schemaRefs>
</ds:datastoreItem>
</file>

<file path=customXml/itemProps4.xml><?xml version="1.0" encoding="utf-8"?>
<ds:datastoreItem xmlns:ds="http://schemas.openxmlformats.org/officeDocument/2006/customXml" ds:itemID="{F5A67361-56D0-4B6A-A77C-3DD4FDD99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1618d-99a5-4675-b3ad-f64d35c56766"/>
    <ds:schemaRef ds:uri="0548674a-8c8e-461f-9789-3afdb685f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MANUAL_CONT_SEyCAE_ANEXO_01_SOLICITUD CSR 7611.dotx</Template>
  <TotalTime>5</TotalTime>
  <Pages>3</Pages>
  <Words>892</Words>
  <Characters>4906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Ife2014</dc:creator>
  <cp:keywords/>
  <cp:lastModifiedBy>Rita Joana Calderón Díaz</cp:lastModifiedBy>
  <cp:revision>4</cp:revision>
  <cp:lastPrinted>2025-08-01T18:32:00Z</cp:lastPrinted>
  <dcterms:created xsi:type="dcterms:W3CDTF">2025-08-15T17:51:00Z</dcterms:created>
  <dcterms:modified xsi:type="dcterms:W3CDTF">2025-08-30T01:15:00Z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ContentTypeId">
    <vt:lpwstr>0x010100963A0052790D7749A9B194C9F81E6723</vt:lpwstr>
  </property>
  <property fmtid="{D5CDD505-2E9C-101B-9397-08002B2CF9AE}" pid="6" name="Order">
    <vt:r8>10468400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